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A9A" w:rsidRPr="00503ECA" w:rsidRDefault="00876A9A" w:rsidP="00600588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03ECA">
        <w:rPr>
          <w:rFonts w:ascii="Times New Roman" w:hAnsi="Times New Roman" w:cs="Times New Roman"/>
          <w:sz w:val="28"/>
          <w:szCs w:val="28"/>
        </w:rPr>
        <w:t xml:space="preserve">                       ПРИЛОЖЕНИЕ № 1</w:t>
      </w:r>
    </w:p>
    <w:p w:rsidR="00876A9A" w:rsidRPr="00503ECA" w:rsidRDefault="00876A9A" w:rsidP="00600588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503ECA">
        <w:rPr>
          <w:rFonts w:ascii="Times New Roman" w:hAnsi="Times New Roman"/>
          <w:sz w:val="28"/>
          <w:szCs w:val="28"/>
        </w:rPr>
        <w:t xml:space="preserve">                                      к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503ECA">
        <w:rPr>
          <w:rFonts w:ascii="Times New Roman" w:hAnsi="Times New Roman"/>
          <w:sz w:val="28"/>
          <w:szCs w:val="28"/>
        </w:rPr>
        <w:t>программе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76A9A" w:rsidRPr="00503ECA" w:rsidRDefault="00876A9A" w:rsidP="00600588">
      <w:pPr>
        <w:pStyle w:val="BodyText2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3EC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«Молодежь станицы Старотитаровского сельского поселения</w:t>
      </w:r>
    </w:p>
    <w:p w:rsidR="00876A9A" w:rsidRPr="00503ECA" w:rsidRDefault="00876A9A" w:rsidP="00600588">
      <w:pPr>
        <w:pStyle w:val="BodyText2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3EC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Темрюкского района</w:t>
      </w:r>
      <w:r>
        <w:rPr>
          <w:rFonts w:ascii="Times New Roman" w:hAnsi="Times New Roman"/>
          <w:sz w:val="28"/>
          <w:szCs w:val="28"/>
        </w:rPr>
        <w:t>»</w:t>
      </w:r>
      <w:r w:rsidRPr="00503ECA">
        <w:rPr>
          <w:rFonts w:ascii="Times New Roman" w:hAnsi="Times New Roman"/>
          <w:sz w:val="28"/>
          <w:szCs w:val="28"/>
        </w:rPr>
        <w:t xml:space="preserve"> </w:t>
      </w:r>
    </w:p>
    <w:p w:rsidR="00876A9A" w:rsidRDefault="00876A9A" w:rsidP="00A73B59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___________________ № ____</w:t>
      </w:r>
    </w:p>
    <w:p w:rsidR="00876A9A" w:rsidRDefault="00876A9A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876A9A" w:rsidRPr="00AA03A8" w:rsidRDefault="00876A9A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6A9A" w:rsidRDefault="00876A9A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876A9A" w:rsidRPr="00503ECA" w:rsidRDefault="00876A9A" w:rsidP="00646C29">
      <w:pPr>
        <w:pStyle w:val="BodyText2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3ECA">
        <w:rPr>
          <w:rFonts w:ascii="Times New Roman" w:hAnsi="Times New Roman"/>
          <w:b/>
          <w:sz w:val="28"/>
          <w:szCs w:val="28"/>
        </w:rPr>
        <w:t>«Молодежь станицы Старотитаровского сельского поселения Темрюкского района</w:t>
      </w:r>
      <w:r>
        <w:rPr>
          <w:rFonts w:ascii="Times New Roman" w:hAnsi="Times New Roman"/>
          <w:b/>
          <w:sz w:val="28"/>
          <w:szCs w:val="28"/>
        </w:rPr>
        <w:t>»</w:t>
      </w:r>
      <w:r w:rsidRPr="00503ECA">
        <w:rPr>
          <w:rFonts w:ascii="Times New Roman" w:hAnsi="Times New Roman"/>
          <w:b/>
          <w:sz w:val="28"/>
          <w:szCs w:val="28"/>
        </w:rPr>
        <w:t xml:space="preserve"> </w:t>
      </w:r>
    </w:p>
    <w:p w:rsidR="00876A9A" w:rsidRPr="00ED639C" w:rsidRDefault="00876A9A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8880"/>
        <w:gridCol w:w="2160"/>
        <w:gridCol w:w="2880"/>
      </w:tblGrid>
      <w:tr w:rsidR="00876A9A" w:rsidRPr="00525A13" w:rsidTr="000868CB">
        <w:trPr>
          <w:trHeight w:val="278"/>
        </w:trPr>
        <w:tc>
          <w:tcPr>
            <w:tcW w:w="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76A9A" w:rsidRPr="00525A13" w:rsidRDefault="00876A9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8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A9A" w:rsidRPr="00525A13" w:rsidRDefault="00876A9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A9A" w:rsidRPr="00525A13" w:rsidRDefault="00876A9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</w:tcPr>
          <w:p w:rsidR="00876A9A" w:rsidRPr="00525A13" w:rsidRDefault="00876A9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876A9A" w:rsidRPr="00525A13" w:rsidTr="000868CB">
        <w:trPr>
          <w:trHeight w:val="277"/>
        </w:trPr>
        <w:tc>
          <w:tcPr>
            <w:tcW w:w="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76A9A" w:rsidRPr="00525A13" w:rsidRDefault="00876A9A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9A" w:rsidRPr="00525A13" w:rsidRDefault="00876A9A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9A" w:rsidRPr="00525A13" w:rsidRDefault="00876A9A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</w:tcPr>
          <w:p w:rsidR="00876A9A" w:rsidRPr="00525A13" w:rsidRDefault="00876A9A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</w:tr>
      <w:tr w:rsidR="00876A9A" w:rsidRPr="00525A13" w:rsidTr="0060058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9A" w:rsidRPr="00525A13" w:rsidRDefault="00876A9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9A" w:rsidRPr="00525A13" w:rsidRDefault="00876A9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9A" w:rsidRPr="00525A13" w:rsidRDefault="00876A9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6A9A" w:rsidRPr="00525A13" w:rsidRDefault="00876A9A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76A9A" w:rsidRPr="00B73C78" w:rsidTr="0060058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9A" w:rsidRPr="00704E08" w:rsidRDefault="00876A9A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392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876A9A" w:rsidRDefault="00876A9A" w:rsidP="00646C29">
            <w:pPr>
              <w:pStyle w:val="BodyText2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F548D">
              <w:rPr>
                <w:rFonts w:ascii="Times New Roman" w:hAnsi="Times New Roman"/>
                <w:b/>
              </w:rPr>
              <w:t>Муниципальная программа «Молодежь станицы Старотитаровского сельского посе</w:t>
            </w:r>
            <w:r>
              <w:rPr>
                <w:rFonts w:ascii="Times New Roman" w:hAnsi="Times New Roman"/>
                <w:b/>
              </w:rPr>
              <w:t xml:space="preserve">ления Темрюкского района» </w:t>
            </w:r>
          </w:p>
          <w:p w:rsidR="00876A9A" w:rsidRPr="007F548D" w:rsidRDefault="00876A9A" w:rsidP="00646C29">
            <w:pPr>
              <w:pStyle w:val="BodyText2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6A9A" w:rsidRPr="00646C29" w:rsidTr="0060058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9A" w:rsidRPr="00646C29" w:rsidRDefault="00876A9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</w:rPr>
              <w:t>1.1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9A" w:rsidRPr="006819FA" w:rsidRDefault="00876A9A" w:rsidP="003322E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9A" w:rsidRPr="00B73C78" w:rsidRDefault="00876A9A" w:rsidP="0060058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6A9A" w:rsidRPr="00646C29" w:rsidRDefault="00876A9A" w:rsidP="00646C29">
            <w:pPr>
              <w:pStyle w:val="a3"/>
              <w:jc w:val="center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  <w:r w:rsidRPr="00646C29">
              <w:rPr>
                <w:rFonts w:ascii="Times New Roman" w:hAnsi="Times New Roman"/>
              </w:rPr>
              <w:t>0</w:t>
            </w:r>
          </w:p>
        </w:tc>
      </w:tr>
      <w:bookmarkEnd w:id="0"/>
    </w:tbl>
    <w:p w:rsidR="00876A9A" w:rsidRDefault="00876A9A" w:rsidP="00861A1C">
      <w:pPr>
        <w:rPr>
          <w:rFonts w:ascii="Times New Roman" w:hAnsi="Times New Roman"/>
          <w:sz w:val="28"/>
          <w:szCs w:val="28"/>
        </w:rPr>
      </w:pPr>
    </w:p>
    <w:p w:rsidR="00876A9A" w:rsidRDefault="00876A9A" w:rsidP="00861A1C">
      <w:pPr>
        <w:rPr>
          <w:rFonts w:ascii="Times New Roman" w:hAnsi="Times New Roman"/>
          <w:sz w:val="28"/>
          <w:szCs w:val="28"/>
        </w:rPr>
      </w:pPr>
    </w:p>
    <w:p w:rsidR="00876A9A" w:rsidRDefault="00876A9A" w:rsidP="00861A1C">
      <w:pPr>
        <w:rPr>
          <w:rFonts w:ascii="Times New Roman" w:hAnsi="Times New Roman"/>
          <w:sz w:val="28"/>
          <w:szCs w:val="28"/>
        </w:rPr>
      </w:pPr>
    </w:p>
    <w:p w:rsidR="00876A9A" w:rsidRDefault="00876A9A" w:rsidP="00861A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« Культурно-социальный центр»</w:t>
      </w:r>
    </w:p>
    <w:p w:rsidR="00876A9A" w:rsidRDefault="00876A9A" w:rsidP="00861A1C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76A9A" w:rsidRPr="00481C03" w:rsidRDefault="00876A9A" w:rsidP="00861A1C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Т.М.  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Егорова </w:t>
      </w:r>
    </w:p>
    <w:sectPr w:rsidR="00876A9A" w:rsidRPr="00481C03" w:rsidSect="003A4159">
      <w:headerReference w:type="default" r:id="rId7"/>
      <w:pgSz w:w="16840" w:h="11907" w:orient="landscape" w:code="9"/>
      <w:pgMar w:top="1797" w:right="902" w:bottom="170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A9A" w:rsidRDefault="00876A9A">
      <w:r>
        <w:separator/>
      </w:r>
    </w:p>
  </w:endnote>
  <w:endnote w:type="continuationSeparator" w:id="0">
    <w:p w:rsidR="00876A9A" w:rsidRDefault="00876A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A9A" w:rsidRDefault="00876A9A">
      <w:r>
        <w:separator/>
      </w:r>
    </w:p>
  </w:footnote>
  <w:footnote w:type="continuationSeparator" w:id="0">
    <w:p w:rsidR="00876A9A" w:rsidRDefault="00876A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A9A" w:rsidRDefault="00876A9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76A9A" w:rsidRDefault="00876A9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0585"/>
    <w:rsid w:val="00026A04"/>
    <w:rsid w:val="00031545"/>
    <w:rsid w:val="000457BA"/>
    <w:rsid w:val="00063B62"/>
    <w:rsid w:val="0006685C"/>
    <w:rsid w:val="000726A5"/>
    <w:rsid w:val="000759BE"/>
    <w:rsid w:val="00083DC5"/>
    <w:rsid w:val="000868CB"/>
    <w:rsid w:val="000A2474"/>
    <w:rsid w:val="000C13B0"/>
    <w:rsid w:val="000D4DBF"/>
    <w:rsid w:val="000D724A"/>
    <w:rsid w:val="000E5D81"/>
    <w:rsid w:val="000E625F"/>
    <w:rsid w:val="000E75E6"/>
    <w:rsid w:val="00100110"/>
    <w:rsid w:val="001047A9"/>
    <w:rsid w:val="00105934"/>
    <w:rsid w:val="00112F6D"/>
    <w:rsid w:val="00113092"/>
    <w:rsid w:val="00115531"/>
    <w:rsid w:val="00117AE8"/>
    <w:rsid w:val="0012335D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90FB9"/>
    <w:rsid w:val="00194EC9"/>
    <w:rsid w:val="001A2E14"/>
    <w:rsid w:val="001A603E"/>
    <w:rsid w:val="001D5DD7"/>
    <w:rsid w:val="001E134E"/>
    <w:rsid w:val="001E6845"/>
    <w:rsid w:val="001F0456"/>
    <w:rsid w:val="001F331C"/>
    <w:rsid w:val="00203A4F"/>
    <w:rsid w:val="00207A02"/>
    <w:rsid w:val="00212098"/>
    <w:rsid w:val="00254740"/>
    <w:rsid w:val="002569A3"/>
    <w:rsid w:val="002613D3"/>
    <w:rsid w:val="00283B69"/>
    <w:rsid w:val="00291A18"/>
    <w:rsid w:val="0029386C"/>
    <w:rsid w:val="00295673"/>
    <w:rsid w:val="002B48CE"/>
    <w:rsid w:val="002B530D"/>
    <w:rsid w:val="002C059A"/>
    <w:rsid w:val="002E26F0"/>
    <w:rsid w:val="002F0BC6"/>
    <w:rsid w:val="0030427E"/>
    <w:rsid w:val="00306CE1"/>
    <w:rsid w:val="003322EB"/>
    <w:rsid w:val="00341333"/>
    <w:rsid w:val="00347146"/>
    <w:rsid w:val="00350D0F"/>
    <w:rsid w:val="00361515"/>
    <w:rsid w:val="00365218"/>
    <w:rsid w:val="003832F3"/>
    <w:rsid w:val="003A4159"/>
    <w:rsid w:val="003B2794"/>
    <w:rsid w:val="003B31AF"/>
    <w:rsid w:val="003D305A"/>
    <w:rsid w:val="003D7EFE"/>
    <w:rsid w:val="003E0EDA"/>
    <w:rsid w:val="003E553F"/>
    <w:rsid w:val="003F61B9"/>
    <w:rsid w:val="00402439"/>
    <w:rsid w:val="00413351"/>
    <w:rsid w:val="00414EE4"/>
    <w:rsid w:val="0042043F"/>
    <w:rsid w:val="00434466"/>
    <w:rsid w:val="0043595F"/>
    <w:rsid w:val="004432CD"/>
    <w:rsid w:val="00447FF9"/>
    <w:rsid w:val="004725AA"/>
    <w:rsid w:val="00481C03"/>
    <w:rsid w:val="00483098"/>
    <w:rsid w:val="004855B5"/>
    <w:rsid w:val="004B3210"/>
    <w:rsid w:val="004C1660"/>
    <w:rsid w:val="004C4FE7"/>
    <w:rsid w:val="004D4870"/>
    <w:rsid w:val="004F5CD8"/>
    <w:rsid w:val="00503ECA"/>
    <w:rsid w:val="00505E45"/>
    <w:rsid w:val="00514CFD"/>
    <w:rsid w:val="00525A13"/>
    <w:rsid w:val="00530099"/>
    <w:rsid w:val="005324F3"/>
    <w:rsid w:val="00544DB7"/>
    <w:rsid w:val="00557832"/>
    <w:rsid w:val="00561E7E"/>
    <w:rsid w:val="00566848"/>
    <w:rsid w:val="00566B60"/>
    <w:rsid w:val="00571B3C"/>
    <w:rsid w:val="0057575A"/>
    <w:rsid w:val="00580B3C"/>
    <w:rsid w:val="00594020"/>
    <w:rsid w:val="005953C9"/>
    <w:rsid w:val="005A1C38"/>
    <w:rsid w:val="005A3755"/>
    <w:rsid w:val="005C29EC"/>
    <w:rsid w:val="005D0C53"/>
    <w:rsid w:val="005D70B2"/>
    <w:rsid w:val="005E37F3"/>
    <w:rsid w:val="005F3817"/>
    <w:rsid w:val="00600588"/>
    <w:rsid w:val="00615189"/>
    <w:rsid w:val="00624DB5"/>
    <w:rsid w:val="00637D77"/>
    <w:rsid w:val="00646C29"/>
    <w:rsid w:val="00654BFA"/>
    <w:rsid w:val="00656CCF"/>
    <w:rsid w:val="00657BA3"/>
    <w:rsid w:val="00665D47"/>
    <w:rsid w:val="00677AB3"/>
    <w:rsid w:val="006819FA"/>
    <w:rsid w:val="006C0876"/>
    <w:rsid w:val="006D12E0"/>
    <w:rsid w:val="007020E4"/>
    <w:rsid w:val="0070384A"/>
    <w:rsid w:val="00703C6F"/>
    <w:rsid w:val="00704E08"/>
    <w:rsid w:val="007174BD"/>
    <w:rsid w:val="00741EA1"/>
    <w:rsid w:val="00754E4A"/>
    <w:rsid w:val="007769A7"/>
    <w:rsid w:val="00776F18"/>
    <w:rsid w:val="00791DE4"/>
    <w:rsid w:val="007927BB"/>
    <w:rsid w:val="007A6384"/>
    <w:rsid w:val="007B4194"/>
    <w:rsid w:val="007C03F1"/>
    <w:rsid w:val="007C7F22"/>
    <w:rsid w:val="007F548D"/>
    <w:rsid w:val="008011C8"/>
    <w:rsid w:val="008078F2"/>
    <w:rsid w:val="00820110"/>
    <w:rsid w:val="00830C34"/>
    <w:rsid w:val="00834B40"/>
    <w:rsid w:val="00850011"/>
    <w:rsid w:val="00857DFE"/>
    <w:rsid w:val="00861A1C"/>
    <w:rsid w:val="008620B5"/>
    <w:rsid w:val="00863CB7"/>
    <w:rsid w:val="008716F1"/>
    <w:rsid w:val="00876A9A"/>
    <w:rsid w:val="00877B70"/>
    <w:rsid w:val="00897D68"/>
    <w:rsid w:val="008A3907"/>
    <w:rsid w:val="008C1A4B"/>
    <w:rsid w:val="008D4D66"/>
    <w:rsid w:val="008E418F"/>
    <w:rsid w:val="008F1DDB"/>
    <w:rsid w:val="008F1FBE"/>
    <w:rsid w:val="008F3336"/>
    <w:rsid w:val="008F523A"/>
    <w:rsid w:val="00904020"/>
    <w:rsid w:val="009156D9"/>
    <w:rsid w:val="0093264E"/>
    <w:rsid w:val="00944798"/>
    <w:rsid w:val="00947ED6"/>
    <w:rsid w:val="009561E5"/>
    <w:rsid w:val="00957A20"/>
    <w:rsid w:val="00964CB8"/>
    <w:rsid w:val="00981ABD"/>
    <w:rsid w:val="00987B0F"/>
    <w:rsid w:val="009A4821"/>
    <w:rsid w:val="009B3554"/>
    <w:rsid w:val="009B3CD3"/>
    <w:rsid w:val="009D4504"/>
    <w:rsid w:val="009D6288"/>
    <w:rsid w:val="009E2E88"/>
    <w:rsid w:val="009E3D0B"/>
    <w:rsid w:val="009E657C"/>
    <w:rsid w:val="009E769C"/>
    <w:rsid w:val="009F4E06"/>
    <w:rsid w:val="00A02454"/>
    <w:rsid w:val="00A1695C"/>
    <w:rsid w:val="00A36A1F"/>
    <w:rsid w:val="00A3740B"/>
    <w:rsid w:val="00A64653"/>
    <w:rsid w:val="00A646A6"/>
    <w:rsid w:val="00A73B59"/>
    <w:rsid w:val="00A87FA6"/>
    <w:rsid w:val="00AA03A8"/>
    <w:rsid w:val="00AA54A5"/>
    <w:rsid w:val="00AC577C"/>
    <w:rsid w:val="00B017E7"/>
    <w:rsid w:val="00B06BE3"/>
    <w:rsid w:val="00B06E0A"/>
    <w:rsid w:val="00B12F0C"/>
    <w:rsid w:val="00B32552"/>
    <w:rsid w:val="00B35504"/>
    <w:rsid w:val="00B40A40"/>
    <w:rsid w:val="00B61B60"/>
    <w:rsid w:val="00B6664D"/>
    <w:rsid w:val="00B73C78"/>
    <w:rsid w:val="00B73D0F"/>
    <w:rsid w:val="00B76DE8"/>
    <w:rsid w:val="00B82743"/>
    <w:rsid w:val="00B8732B"/>
    <w:rsid w:val="00BA6DF6"/>
    <w:rsid w:val="00BD6A3A"/>
    <w:rsid w:val="00BE6E99"/>
    <w:rsid w:val="00C00096"/>
    <w:rsid w:val="00C0098D"/>
    <w:rsid w:val="00C00FB9"/>
    <w:rsid w:val="00C20A12"/>
    <w:rsid w:val="00C3022C"/>
    <w:rsid w:val="00C30BB7"/>
    <w:rsid w:val="00C35519"/>
    <w:rsid w:val="00C3705A"/>
    <w:rsid w:val="00C602BF"/>
    <w:rsid w:val="00C726C7"/>
    <w:rsid w:val="00CB296B"/>
    <w:rsid w:val="00CB4542"/>
    <w:rsid w:val="00CB61F0"/>
    <w:rsid w:val="00CC7484"/>
    <w:rsid w:val="00CD22B3"/>
    <w:rsid w:val="00CD385D"/>
    <w:rsid w:val="00D03505"/>
    <w:rsid w:val="00D13AE8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8E2"/>
    <w:rsid w:val="00DA0A23"/>
    <w:rsid w:val="00DA1849"/>
    <w:rsid w:val="00DA5811"/>
    <w:rsid w:val="00DC12AA"/>
    <w:rsid w:val="00DC12F9"/>
    <w:rsid w:val="00DE02F8"/>
    <w:rsid w:val="00DE37AF"/>
    <w:rsid w:val="00E159BA"/>
    <w:rsid w:val="00E26412"/>
    <w:rsid w:val="00E34530"/>
    <w:rsid w:val="00E420C1"/>
    <w:rsid w:val="00E43EB1"/>
    <w:rsid w:val="00E82D20"/>
    <w:rsid w:val="00E86F36"/>
    <w:rsid w:val="00EA7C72"/>
    <w:rsid w:val="00EC3760"/>
    <w:rsid w:val="00ED2108"/>
    <w:rsid w:val="00ED639C"/>
    <w:rsid w:val="00ED6B33"/>
    <w:rsid w:val="00EE372C"/>
    <w:rsid w:val="00F031F6"/>
    <w:rsid w:val="00F27F5A"/>
    <w:rsid w:val="00F374C5"/>
    <w:rsid w:val="00F4148A"/>
    <w:rsid w:val="00F62AD5"/>
    <w:rsid w:val="00F93F7E"/>
    <w:rsid w:val="00FA18FF"/>
    <w:rsid w:val="00FA62FA"/>
    <w:rsid w:val="00FA6A7A"/>
    <w:rsid w:val="00FC4237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</w:rPr>
  </w:style>
  <w:style w:type="paragraph" w:styleId="BodyText2">
    <w:name w:val="Body Text 2"/>
    <w:basedOn w:val="Normal"/>
    <w:link w:val="BodyText2Char"/>
    <w:uiPriority w:val="99"/>
    <w:rsid w:val="00646C29"/>
    <w:pPr>
      <w:widowControl/>
      <w:autoSpaceDE/>
      <w:autoSpaceDN/>
      <w:adjustRightInd/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B31AF"/>
    <w:rPr>
      <w:rFonts w:ascii="Arial" w:hAnsi="Arial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40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40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4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40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40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40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</TotalTime>
  <Pages>1</Pages>
  <Words>160</Words>
  <Characters>917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29</cp:revision>
  <cp:lastPrinted>2017-10-24T07:34:00Z</cp:lastPrinted>
  <dcterms:created xsi:type="dcterms:W3CDTF">2014-11-12T06:42:00Z</dcterms:created>
  <dcterms:modified xsi:type="dcterms:W3CDTF">2020-09-23T13:04:00Z</dcterms:modified>
</cp:coreProperties>
</file>