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85" w:rsidRDefault="00A73385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73385" w:rsidRPr="00BB7DB1" w:rsidRDefault="00A73385" w:rsidP="00D65B41">
      <w:pPr>
        <w:pStyle w:val="ConsPlusNormal"/>
        <w:widowControl/>
        <w:tabs>
          <w:tab w:val="left" w:pos="540"/>
          <w:tab w:val="left" w:pos="900"/>
          <w:tab w:val="left" w:pos="10080"/>
          <w:tab w:val="left" w:pos="109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73385" w:rsidRPr="00B73C78" w:rsidRDefault="00A73385" w:rsidP="00213E07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A73385" w:rsidRDefault="00A73385" w:rsidP="00213E07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A73385" w:rsidRDefault="00A73385" w:rsidP="00213E07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A73385" w:rsidRDefault="00A73385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A73385" w:rsidRPr="00F971B5" w:rsidRDefault="00A73385" w:rsidP="00213E07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A73385" w:rsidRPr="00F971B5" w:rsidRDefault="00A73385" w:rsidP="00213E07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района» </w:t>
      </w:r>
    </w:p>
    <w:tbl>
      <w:tblPr>
        <w:tblW w:w="155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120"/>
        <w:gridCol w:w="430"/>
      </w:tblGrid>
      <w:tr w:rsidR="00A73385" w:rsidTr="00D65B41">
        <w:tc>
          <w:tcPr>
            <w:tcW w:w="15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73385" w:rsidRPr="00CA4C97" w:rsidRDefault="00A73385" w:rsidP="00CA4C97">
            <w:pPr>
              <w:ind w:firstLine="467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                                                           от ______________</w:t>
            </w:r>
            <w:r w:rsidRPr="00CA4C97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</w:t>
            </w:r>
          </w:p>
          <w:p w:rsidR="00A73385" w:rsidRDefault="00A73385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3385" w:rsidRPr="00F971B5" w:rsidRDefault="00A73385" w:rsidP="00D65B41">
            <w:pPr>
              <w:tabs>
                <w:tab w:val="left" w:pos="11652"/>
                <w:tab w:val="left" w:pos="12312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</w:t>
            </w:r>
          </w:p>
          <w:p w:rsidR="00A73385" w:rsidRDefault="00A73385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20"/>
              <w:gridCol w:w="2587"/>
              <w:gridCol w:w="1080"/>
              <w:gridCol w:w="1260"/>
              <w:gridCol w:w="1440"/>
              <w:gridCol w:w="1260"/>
              <w:gridCol w:w="1080"/>
              <w:gridCol w:w="1312"/>
              <w:gridCol w:w="668"/>
              <w:gridCol w:w="180"/>
              <w:gridCol w:w="1260"/>
              <w:gridCol w:w="2160"/>
            </w:tblGrid>
            <w:tr w:rsidR="00A73385" w:rsidTr="00D65B41"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№ п/п</w:t>
                  </w:r>
                </w:p>
              </w:tc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годы реализации</w:t>
                  </w:r>
                </w:p>
              </w:tc>
              <w:tc>
                <w:tcPr>
                  <w:tcW w:w="59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Объем финансирования, тыс. рублей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A73385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45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 разрезе источников финансирования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73385" w:rsidTr="00D65B41"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краевой бюджет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внебюджетные источники</w:t>
                  </w:r>
                </w:p>
              </w:tc>
              <w:tc>
                <w:tcPr>
                  <w:tcW w:w="1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7338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Цель </w:t>
                  </w: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1F7E97" w:rsidRDefault="00A73385" w:rsidP="001F7E97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- создание условий для повышения эффективности бюджетных расходов и качества управления  муниципальными финансами в </w:t>
                  </w:r>
                  <w:r w:rsidRPr="001F7E97">
                    <w:rPr>
                      <w:rFonts w:ascii="Times New Roman" w:hAnsi="Times New Roman"/>
                    </w:rPr>
                    <w:t>Старотитаровском сельском поселении Темрюкского района</w:t>
                  </w:r>
                  <w:r w:rsidRPr="001F7E97">
                    <w:rPr>
                      <w:rFonts w:ascii="Times New Roman" w:hAnsi="Times New Roman"/>
                      <w:color w:val="000000"/>
                    </w:rPr>
                    <w:t>, повышения качества финансового менеджмента в секторе муниципального  управления;</w:t>
                  </w:r>
                </w:p>
                <w:p w:rsidR="00A73385" w:rsidRPr="008A308E" w:rsidRDefault="00A73385" w:rsidP="00771E71">
                  <w:pPr>
                    <w:pStyle w:val="a3"/>
                    <w:rPr>
                      <w:rFonts w:ascii="Times New Roman" w:hAnsi="Times New Roman"/>
                    </w:rPr>
                  </w:pP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-обеспечение сбалансированности и устойчивости бюджета </w:t>
                  </w:r>
                  <w:r w:rsidRPr="001F7E97">
                    <w:rPr>
                      <w:rFonts w:ascii="Times New Roman" w:hAnsi="Times New Roman"/>
                    </w:rPr>
                    <w:t>Старотитаровского сельского поселения Темрюкского района</w:t>
                  </w:r>
                  <w:r w:rsidRPr="001F7E97">
                    <w:rPr>
                      <w:rFonts w:ascii="Times New Roman" w:hAnsi="Times New Roman"/>
                      <w:color w:val="000000"/>
                    </w:rPr>
                    <w:t xml:space="preserve">.  </w:t>
                  </w:r>
                </w:p>
              </w:tc>
            </w:tr>
            <w:tr w:rsidR="00A7338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Задачи</w:t>
                  </w:r>
                </w:p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E5501" w:rsidRDefault="00A73385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переход к составлению и исполнению бюджета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сельского поселения Темрюкского района на основе программно-целевых принципов; </w:t>
                  </w:r>
                </w:p>
                <w:p w:rsidR="00A73385" w:rsidRPr="00EE5501" w:rsidRDefault="00A73385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повышение эффективности оказания муниципальных услуг муниципальными учреждениями на основе совершенствования пра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ктики применения муниципальных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заданий и финансовых нормативов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A73385" w:rsidRPr="00EE5501" w:rsidRDefault="00A73385" w:rsidP="00771E71">
                  <w:pPr>
                    <w:tabs>
                      <w:tab w:val="left" w:pos="320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</w:t>
                  </w:r>
                  <w:r w:rsidRPr="00EE5501">
                    <w:rPr>
                      <w:rFonts w:ascii="Times New Roman" w:hAnsi="Times New Roman"/>
                    </w:rPr>
                    <w:t>повышение эффективности управления муниципальными  финансами;</w:t>
                  </w:r>
                </w:p>
                <w:p w:rsidR="00A73385" w:rsidRPr="00EE5501" w:rsidRDefault="00A73385" w:rsidP="00771E71">
                  <w:pPr>
                    <w:jc w:val="both"/>
                    <w:rPr>
                      <w:rFonts w:ascii="Times New Roman" w:hAnsi="Times New Roman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A73385" w:rsidRPr="00EE5501" w:rsidRDefault="00A73385" w:rsidP="00771E71">
                  <w:pPr>
                    <w:jc w:val="both"/>
                    <w:rPr>
                      <w:rFonts w:ascii="Times New Roman" w:hAnsi="Times New Roman"/>
                      <w:color w:val="000000"/>
                    </w:rPr>
                  </w:pPr>
                  <w:r w:rsidRPr="00EE5501">
                    <w:rPr>
                      <w:rFonts w:ascii="Times New Roman" w:hAnsi="Times New Roman"/>
                      <w:color w:val="000000"/>
                    </w:rPr>
                    <w:t xml:space="preserve">- создание стимулов для повышения эффективности бюджетных расходов и качества муниципального управления </w:t>
                  </w:r>
                  <w:r w:rsidRPr="00EE5501">
                    <w:rPr>
                      <w:rFonts w:ascii="Times New Roman" w:hAnsi="Times New Roman"/>
                    </w:rPr>
                    <w:t xml:space="preserve">Старотитаровского </w:t>
                  </w:r>
                  <w:r w:rsidRPr="00EE5501">
                    <w:rPr>
                      <w:rFonts w:ascii="Times New Roman" w:hAnsi="Times New Roman"/>
                      <w:color w:val="000000"/>
                    </w:rPr>
                    <w:t>сельского поселения Темрюкского района</w:t>
                  </w:r>
                  <w:r w:rsidRPr="00EE5501">
                    <w:rPr>
                      <w:rFonts w:ascii="Times New Roman" w:hAnsi="Times New Roman"/>
                    </w:rPr>
                    <w:t>;</w:t>
                  </w:r>
                </w:p>
                <w:p w:rsidR="00A73385" w:rsidRPr="00EE5501" w:rsidRDefault="00A73385" w:rsidP="00771E71">
                  <w:pPr>
                    <w:pStyle w:val="Default"/>
                    <w:ind w:right="-82"/>
                    <w:jc w:val="both"/>
                  </w:pPr>
                  <w:r w:rsidRPr="00EE5501">
      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      </w:r>
                </w:p>
                <w:p w:rsidR="00A73385" w:rsidRPr="008A308E" w:rsidRDefault="00A73385" w:rsidP="00771E71">
                  <w:pPr>
                    <w:pStyle w:val="Default"/>
                    <w:ind w:right="-82"/>
                    <w:jc w:val="both"/>
                  </w:pPr>
                </w:p>
              </w:tc>
            </w:tr>
            <w:tr w:rsidR="00A73385" w:rsidTr="00D65B41">
              <w:trPr>
                <w:trHeight w:val="1359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1.1.</w:t>
                  </w: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B45B21" w:rsidRDefault="00A73385" w:rsidP="00771E71">
                  <w:pPr>
                    <w:pStyle w:val="a4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Выплата заработной платы (с начислениями)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5 954,9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5 954,9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D65B41" w:rsidRDefault="00A73385" w:rsidP="00D65B41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</w:t>
                  </w:r>
                  <w:r>
                    <w:rPr>
                      <w:rFonts w:ascii="Times New Roman" w:hAnsi="Times New Roman"/>
                      <w:bCs/>
                    </w:rPr>
                    <w:t>-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исполнение</w:t>
                  </w:r>
                </w:p>
                <w:p w:rsidR="00A73385" w:rsidRPr="008B3FC1" w:rsidRDefault="00A73385" w:rsidP="00D65B41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Pr="00EC544E">
                    <w:rPr>
                      <w:rFonts w:ascii="Times New Roman" w:hAnsi="Times New Roman"/>
                      <w:color w:val="000000"/>
                    </w:rPr>
                    <w:t xml:space="preserve">Старотитаровского </w:t>
                  </w:r>
                  <w:r w:rsidRPr="00EC544E"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</w:tc>
            </w:tr>
            <w:tr w:rsidR="00A7338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0D18D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Коммунальные услуги</w:t>
                  </w:r>
                </w:p>
                <w:p w:rsidR="00A73385" w:rsidRPr="00213E07" w:rsidRDefault="00A73385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337,3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337,3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D65B41" w:rsidRDefault="00A73385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A73385" w:rsidRDefault="00A73385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A73385" w:rsidRPr="00D518EA" w:rsidRDefault="00A73385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7338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08186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Услуги связи</w:t>
                  </w:r>
                </w:p>
                <w:p w:rsidR="00A73385" w:rsidRDefault="00A73385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10,0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D65B41" w:rsidRDefault="00A73385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A73385" w:rsidRDefault="00A73385" w:rsidP="0008186C"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юджета</w:t>
                  </w:r>
                </w:p>
                <w:p w:rsidR="00A73385" w:rsidRPr="00D518EA" w:rsidRDefault="00A73385" w:rsidP="0008186C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73385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работы, услуги (почтовые услуги, проведение диспансеризации работников, подписка на периодические издания, сверка похозяйственного учета, автострахование</w:t>
                  </w:r>
                </w:p>
                <w:p w:rsidR="00A73385" w:rsidRPr="00213E07" w:rsidRDefault="00A73385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281,2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281,2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D65B41" w:rsidRDefault="00A73385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A73385" w:rsidRPr="008B3FC1" w:rsidRDefault="00A73385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73385" w:rsidTr="00FE1690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материальных запасов (ГСМ, канцтовары)</w:t>
                  </w:r>
                </w:p>
                <w:p w:rsidR="00A73385" w:rsidRPr="00213E07" w:rsidRDefault="00A73385" w:rsidP="00771E71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297,2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297,2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D65B41" w:rsidRDefault="00A73385" w:rsidP="0008186C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A73385" w:rsidRPr="008B3FC1" w:rsidRDefault="00A73385" w:rsidP="0008186C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7338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213E07" w:rsidRDefault="00A73385" w:rsidP="00771E7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Прочие услуги (налоги, пошлины, сборы, членские взносы)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C544E"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</w:rPr>
                    <w:t>21</w:t>
                  </w:r>
                  <w:r w:rsidRPr="00EC544E">
                    <w:rPr>
                      <w:rFonts w:ascii="Times New Roman" w:hAnsi="Times New Roman"/>
                    </w:rPr>
                    <w:t xml:space="preserve"> год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170,8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170,8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D65B41" w:rsidRDefault="00A73385" w:rsidP="00D518EA">
                  <w:pPr>
                    <w:rPr>
                      <w:rFonts w:ascii="Times New Roman" w:hAnsi="Times New Roman"/>
                      <w:bCs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100% исполнение</w:t>
                  </w:r>
                </w:p>
                <w:p w:rsidR="00A73385" w:rsidRPr="008B3FC1" w:rsidRDefault="00A73385" w:rsidP="00D518EA">
                  <w:pPr>
                    <w:rPr>
                      <w:rFonts w:ascii="Times New Roman" w:hAnsi="Times New Roman"/>
                    </w:rPr>
                  </w:pPr>
                  <w:r w:rsidRPr="00D65B41">
                    <w:rPr>
                      <w:rFonts w:ascii="Times New Roman" w:hAnsi="Times New Roman"/>
                      <w:bCs/>
                      <w:lang w:val="en-US"/>
                    </w:rPr>
                    <w:t>бюджета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A73385" w:rsidTr="00D65B41"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ИТОГО: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7 051,4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7 051,4</w:t>
                  </w: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3385" w:rsidRPr="00EC544E" w:rsidRDefault="00A73385" w:rsidP="00771E7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A73385" w:rsidRDefault="00A73385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3385" w:rsidRPr="00043F79" w:rsidRDefault="00A73385" w:rsidP="00213E07">
            <w:pPr>
              <w:jc w:val="center"/>
              <w:rPr>
                <w:sz w:val="28"/>
                <w:szCs w:val="28"/>
              </w:rPr>
            </w:pPr>
          </w:p>
        </w:tc>
      </w:tr>
      <w:tr w:rsidR="00A73385" w:rsidTr="00D65B41">
        <w:trPr>
          <w:gridAfter w:val="1"/>
          <w:wAfter w:w="430" w:type="dxa"/>
        </w:trPr>
        <w:tc>
          <w:tcPr>
            <w:tcW w:w="15120" w:type="dxa"/>
            <w:tcBorders>
              <w:top w:val="nil"/>
              <w:left w:val="nil"/>
              <w:bottom w:val="nil"/>
              <w:right w:val="nil"/>
            </w:tcBorders>
          </w:tcPr>
          <w:p w:rsidR="00A73385" w:rsidRDefault="00A73385" w:rsidP="00D65B41">
            <w:pPr>
              <w:pStyle w:val="a3"/>
              <w:ind w:left="72" w:right="-108" w:hanging="72"/>
            </w:pPr>
          </w:p>
        </w:tc>
      </w:tr>
    </w:tbl>
    <w:p w:rsidR="00A73385" w:rsidRPr="009E3E21" w:rsidRDefault="00A7338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Заместитель главы</w:t>
      </w:r>
    </w:p>
    <w:p w:rsidR="00A73385" w:rsidRPr="009E3E21" w:rsidRDefault="00A7338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9E3E21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A73385" w:rsidRDefault="00A7338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E3E21">
        <w:rPr>
          <w:rFonts w:ascii="Times New Roman" w:hAnsi="Times New Roman"/>
          <w:sz w:val="28"/>
          <w:szCs w:val="28"/>
        </w:rPr>
        <w:t xml:space="preserve">оселения Темрюкского района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E3E21">
        <w:rPr>
          <w:rFonts w:ascii="Times New Roman" w:hAnsi="Times New Roman"/>
          <w:sz w:val="28"/>
          <w:szCs w:val="28"/>
        </w:rPr>
        <w:t xml:space="preserve">    Т.И. Опарина</w:t>
      </w:r>
    </w:p>
    <w:p w:rsidR="00A73385" w:rsidRDefault="00A7338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73385" w:rsidRDefault="00A7338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73385" w:rsidRDefault="00A73385" w:rsidP="00F0577C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3385" w:rsidRPr="009E3E21" w:rsidRDefault="00A73385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A73385" w:rsidRPr="009E3E21" w:rsidSect="00304C91">
      <w:headerReference w:type="default" r:id="rId7"/>
      <w:pgSz w:w="16840" w:h="11907" w:orient="landscape" w:code="9"/>
      <w:pgMar w:top="1797" w:right="64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385" w:rsidRDefault="00A73385">
      <w:r>
        <w:separator/>
      </w:r>
    </w:p>
  </w:endnote>
  <w:endnote w:type="continuationSeparator" w:id="0">
    <w:p w:rsidR="00A73385" w:rsidRDefault="00A73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385" w:rsidRDefault="00A73385">
      <w:r>
        <w:separator/>
      </w:r>
    </w:p>
  </w:footnote>
  <w:footnote w:type="continuationSeparator" w:id="0">
    <w:p w:rsidR="00A73385" w:rsidRDefault="00A73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85" w:rsidRDefault="00A7338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A73385" w:rsidRDefault="00A733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39AE"/>
    <w:rsid w:val="00025196"/>
    <w:rsid w:val="0003015C"/>
    <w:rsid w:val="0003046E"/>
    <w:rsid w:val="00035603"/>
    <w:rsid w:val="00043F79"/>
    <w:rsid w:val="00052484"/>
    <w:rsid w:val="00052B35"/>
    <w:rsid w:val="00054838"/>
    <w:rsid w:val="00054B0F"/>
    <w:rsid w:val="000566EA"/>
    <w:rsid w:val="0006685C"/>
    <w:rsid w:val="0008186C"/>
    <w:rsid w:val="00083DC5"/>
    <w:rsid w:val="00091270"/>
    <w:rsid w:val="0009408B"/>
    <w:rsid w:val="000A2DCB"/>
    <w:rsid w:val="000B60A1"/>
    <w:rsid w:val="000C13B0"/>
    <w:rsid w:val="000D18D7"/>
    <w:rsid w:val="000D3DCD"/>
    <w:rsid w:val="000D464E"/>
    <w:rsid w:val="000E625F"/>
    <w:rsid w:val="000E75E6"/>
    <w:rsid w:val="000F4B5E"/>
    <w:rsid w:val="00101F21"/>
    <w:rsid w:val="00103633"/>
    <w:rsid w:val="00105934"/>
    <w:rsid w:val="001135D6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7662D"/>
    <w:rsid w:val="001822E9"/>
    <w:rsid w:val="00182E9C"/>
    <w:rsid w:val="0018401A"/>
    <w:rsid w:val="00187033"/>
    <w:rsid w:val="0019101B"/>
    <w:rsid w:val="00191C88"/>
    <w:rsid w:val="001A603E"/>
    <w:rsid w:val="001C648B"/>
    <w:rsid w:val="001D6A63"/>
    <w:rsid w:val="001E134E"/>
    <w:rsid w:val="001E64CF"/>
    <w:rsid w:val="001F130E"/>
    <w:rsid w:val="001F7E97"/>
    <w:rsid w:val="00201A3A"/>
    <w:rsid w:val="00201FED"/>
    <w:rsid w:val="0020221B"/>
    <w:rsid w:val="00207A02"/>
    <w:rsid w:val="00213E07"/>
    <w:rsid w:val="00222F09"/>
    <w:rsid w:val="00233D2F"/>
    <w:rsid w:val="00241AD2"/>
    <w:rsid w:val="002440A1"/>
    <w:rsid w:val="002442F5"/>
    <w:rsid w:val="00246E75"/>
    <w:rsid w:val="002470D0"/>
    <w:rsid w:val="002569A3"/>
    <w:rsid w:val="002613D3"/>
    <w:rsid w:val="00296AFC"/>
    <w:rsid w:val="002A0B28"/>
    <w:rsid w:val="002C7281"/>
    <w:rsid w:val="002D3993"/>
    <w:rsid w:val="002D7464"/>
    <w:rsid w:val="002E26F0"/>
    <w:rsid w:val="0030427E"/>
    <w:rsid w:val="00304C91"/>
    <w:rsid w:val="003234FB"/>
    <w:rsid w:val="00335FBF"/>
    <w:rsid w:val="00341333"/>
    <w:rsid w:val="00347146"/>
    <w:rsid w:val="00365218"/>
    <w:rsid w:val="00371319"/>
    <w:rsid w:val="003832F3"/>
    <w:rsid w:val="00387BE9"/>
    <w:rsid w:val="0039254F"/>
    <w:rsid w:val="003C70FC"/>
    <w:rsid w:val="003D076F"/>
    <w:rsid w:val="003D7EFE"/>
    <w:rsid w:val="003E661A"/>
    <w:rsid w:val="00402439"/>
    <w:rsid w:val="00403534"/>
    <w:rsid w:val="004123BE"/>
    <w:rsid w:val="00431D38"/>
    <w:rsid w:val="00434466"/>
    <w:rsid w:val="004432CD"/>
    <w:rsid w:val="00444385"/>
    <w:rsid w:val="004510A5"/>
    <w:rsid w:val="00466211"/>
    <w:rsid w:val="0046755D"/>
    <w:rsid w:val="004721A3"/>
    <w:rsid w:val="004725AA"/>
    <w:rsid w:val="004740A7"/>
    <w:rsid w:val="00481794"/>
    <w:rsid w:val="004B19A3"/>
    <w:rsid w:val="004B2BE8"/>
    <w:rsid w:val="004B4179"/>
    <w:rsid w:val="004C1660"/>
    <w:rsid w:val="004C3D5B"/>
    <w:rsid w:val="004C4DB5"/>
    <w:rsid w:val="004F5CD8"/>
    <w:rsid w:val="004F68E2"/>
    <w:rsid w:val="00514CFD"/>
    <w:rsid w:val="00524E4F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B2ACE"/>
    <w:rsid w:val="005B7A37"/>
    <w:rsid w:val="005D0C53"/>
    <w:rsid w:val="005D70B2"/>
    <w:rsid w:val="005E37F3"/>
    <w:rsid w:val="0060385D"/>
    <w:rsid w:val="00624DB5"/>
    <w:rsid w:val="00635BC1"/>
    <w:rsid w:val="006455A5"/>
    <w:rsid w:val="00654BFA"/>
    <w:rsid w:val="00656CCF"/>
    <w:rsid w:val="006637A3"/>
    <w:rsid w:val="00665D47"/>
    <w:rsid w:val="00677AB3"/>
    <w:rsid w:val="0069032D"/>
    <w:rsid w:val="0069706A"/>
    <w:rsid w:val="006F0F69"/>
    <w:rsid w:val="006F5A4F"/>
    <w:rsid w:val="007020E4"/>
    <w:rsid w:val="00703C6F"/>
    <w:rsid w:val="00705888"/>
    <w:rsid w:val="00735685"/>
    <w:rsid w:val="0075330B"/>
    <w:rsid w:val="00771E71"/>
    <w:rsid w:val="00776411"/>
    <w:rsid w:val="00791DE4"/>
    <w:rsid w:val="007978EF"/>
    <w:rsid w:val="007A6384"/>
    <w:rsid w:val="007B34C4"/>
    <w:rsid w:val="007B39C8"/>
    <w:rsid w:val="007B3E03"/>
    <w:rsid w:val="007C3B8D"/>
    <w:rsid w:val="007D6CBC"/>
    <w:rsid w:val="007D791B"/>
    <w:rsid w:val="007F3398"/>
    <w:rsid w:val="008134D9"/>
    <w:rsid w:val="0081448E"/>
    <w:rsid w:val="00820110"/>
    <w:rsid w:val="00830C34"/>
    <w:rsid w:val="00836146"/>
    <w:rsid w:val="00850011"/>
    <w:rsid w:val="0085082F"/>
    <w:rsid w:val="0085437C"/>
    <w:rsid w:val="00854570"/>
    <w:rsid w:val="008575A6"/>
    <w:rsid w:val="00860322"/>
    <w:rsid w:val="00860D71"/>
    <w:rsid w:val="00865C98"/>
    <w:rsid w:val="00897D68"/>
    <w:rsid w:val="008A308E"/>
    <w:rsid w:val="008B1809"/>
    <w:rsid w:val="008B3FC1"/>
    <w:rsid w:val="008C4628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45652"/>
    <w:rsid w:val="00956039"/>
    <w:rsid w:val="009561E5"/>
    <w:rsid w:val="00956BF9"/>
    <w:rsid w:val="00957A20"/>
    <w:rsid w:val="00961844"/>
    <w:rsid w:val="00967FEF"/>
    <w:rsid w:val="00983138"/>
    <w:rsid w:val="009860E4"/>
    <w:rsid w:val="00987B0F"/>
    <w:rsid w:val="009A0015"/>
    <w:rsid w:val="009A58C1"/>
    <w:rsid w:val="009C247B"/>
    <w:rsid w:val="009C6C54"/>
    <w:rsid w:val="009C79FC"/>
    <w:rsid w:val="009D4504"/>
    <w:rsid w:val="009D6288"/>
    <w:rsid w:val="009D7D7F"/>
    <w:rsid w:val="009E3D8F"/>
    <w:rsid w:val="009E3E21"/>
    <w:rsid w:val="009E657C"/>
    <w:rsid w:val="009E6A28"/>
    <w:rsid w:val="009F2DB2"/>
    <w:rsid w:val="009F38FC"/>
    <w:rsid w:val="009F7276"/>
    <w:rsid w:val="00A003D6"/>
    <w:rsid w:val="00A05F87"/>
    <w:rsid w:val="00A10969"/>
    <w:rsid w:val="00A1695C"/>
    <w:rsid w:val="00A26DD5"/>
    <w:rsid w:val="00A36A1F"/>
    <w:rsid w:val="00A3740B"/>
    <w:rsid w:val="00A571AD"/>
    <w:rsid w:val="00A65613"/>
    <w:rsid w:val="00A73385"/>
    <w:rsid w:val="00A874EA"/>
    <w:rsid w:val="00A87FA6"/>
    <w:rsid w:val="00AA0281"/>
    <w:rsid w:val="00AA44E6"/>
    <w:rsid w:val="00AD1ACE"/>
    <w:rsid w:val="00AD28C1"/>
    <w:rsid w:val="00AD3B9F"/>
    <w:rsid w:val="00AF1D2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A1B07"/>
    <w:rsid w:val="00BB2CE2"/>
    <w:rsid w:val="00BB7DB1"/>
    <w:rsid w:val="00BC2657"/>
    <w:rsid w:val="00BE1431"/>
    <w:rsid w:val="00C07246"/>
    <w:rsid w:val="00C113B3"/>
    <w:rsid w:val="00C12D44"/>
    <w:rsid w:val="00C26368"/>
    <w:rsid w:val="00C30BB7"/>
    <w:rsid w:val="00C3175E"/>
    <w:rsid w:val="00C3522A"/>
    <w:rsid w:val="00C3705A"/>
    <w:rsid w:val="00C47C40"/>
    <w:rsid w:val="00C602BF"/>
    <w:rsid w:val="00C60CC9"/>
    <w:rsid w:val="00C63F11"/>
    <w:rsid w:val="00C75E6A"/>
    <w:rsid w:val="00C8736B"/>
    <w:rsid w:val="00C97828"/>
    <w:rsid w:val="00CA4C97"/>
    <w:rsid w:val="00CB61F0"/>
    <w:rsid w:val="00CF476E"/>
    <w:rsid w:val="00CF5D97"/>
    <w:rsid w:val="00CF6306"/>
    <w:rsid w:val="00CF6FBF"/>
    <w:rsid w:val="00D14D75"/>
    <w:rsid w:val="00D20D24"/>
    <w:rsid w:val="00D22CF8"/>
    <w:rsid w:val="00D24F55"/>
    <w:rsid w:val="00D33AD3"/>
    <w:rsid w:val="00D43877"/>
    <w:rsid w:val="00D518EA"/>
    <w:rsid w:val="00D56070"/>
    <w:rsid w:val="00D61C1E"/>
    <w:rsid w:val="00D64B68"/>
    <w:rsid w:val="00D65B41"/>
    <w:rsid w:val="00D73F73"/>
    <w:rsid w:val="00D745DB"/>
    <w:rsid w:val="00D808E2"/>
    <w:rsid w:val="00D8394A"/>
    <w:rsid w:val="00D90843"/>
    <w:rsid w:val="00D91C0D"/>
    <w:rsid w:val="00D945B2"/>
    <w:rsid w:val="00DA0A23"/>
    <w:rsid w:val="00DA41B9"/>
    <w:rsid w:val="00DA7648"/>
    <w:rsid w:val="00DB0824"/>
    <w:rsid w:val="00DB66F9"/>
    <w:rsid w:val="00DC483E"/>
    <w:rsid w:val="00DC4CC5"/>
    <w:rsid w:val="00DE02F8"/>
    <w:rsid w:val="00DE0A33"/>
    <w:rsid w:val="00E02BC4"/>
    <w:rsid w:val="00E14488"/>
    <w:rsid w:val="00E159BA"/>
    <w:rsid w:val="00E26412"/>
    <w:rsid w:val="00E420D1"/>
    <w:rsid w:val="00E43EB1"/>
    <w:rsid w:val="00E51EA1"/>
    <w:rsid w:val="00E600BB"/>
    <w:rsid w:val="00E76568"/>
    <w:rsid w:val="00E77F78"/>
    <w:rsid w:val="00E82D20"/>
    <w:rsid w:val="00E86F36"/>
    <w:rsid w:val="00E9156E"/>
    <w:rsid w:val="00EA2C09"/>
    <w:rsid w:val="00EA7C72"/>
    <w:rsid w:val="00EB3538"/>
    <w:rsid w:val="00EC3760"/>
    <w:rsid w:val="00EC544E"/>
    <w:rsid w:val="00ED744E"/>
    <w:rsid w:val="00EE372C"/>
    <w:rsid w:val="00EE5501"/>
    <w:rsid w:val="00EF0D44"/>
    <w:rsid w:val="00EF4E53"/>
    <w:rsid w:val="00EF5882"/>
    <w:rsid w:val="00F007A7"/>
    <w:rsid w:val="00F0577C"/>
    <w:rsid w:val="00F117D0"/>
    <w:rsid w:val="00F1580F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  <w:rsid w:val="00FE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7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7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7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7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7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7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77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3</Pages>
  <Words>474</Words>
  <Characters>2703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54</cp:revision>
  <cp:lastPrinted>2014-09-25T13:09:00Z</cp:lastPrinted>
  <dcterms:created xsi:type="dcterms:W3CDTF">2014-11-12T06:48:00Z</dcterms:created>
  <dcterms:modified xsi:type="dcterms:W3CDTF">2020-09-25T11:35:00Z</dcterms:modified>
</cp:coreProperties>
</file>