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8A08FA" w:rsidRPr="00F945BC" w:rsidTr="00F945BC">
        <w:tc>
          <w:tcPr>
            <w:tcW w:w="8934" w:type="dxa"/>
          </w:tcPr>
          <w:p w:rsidR="008A08FA" w:rsidRPr="00F945BC" w:rsidRDefault="008A08FA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8A08FA" w:rsidRDefault="008A08FA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ПРИЛОЖЕНИЕ 1</w:t>
            </w:r>
          </w:p>
          <w:p w:rsidR="008A08FA" w:rsidRDefault="008A08FA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8A08FA" w:rsidRDefault="008A08FA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от 17.04.2023 № 56</w:t>
            </w:r>
          </w:p>
          <w:p w:rsidR="008A08FA" w:rsidRDefault="008A08FA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8A08FA" w:rsidRPr="00EE5BAC" w:rsidRDefault="008A08FA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</w:t>
            </w: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8A08FA" w:rsidRPr="00EE5BAC" w:rsidRDefault="008A08FA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8A08FA" w:rsidRPr="00EE5BAC" w:rsidRDefault="008A08FA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8A08FA" w:rsidRPr="00EE5BAC" w:rsidRDefault="008A08FA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8A08FA" w:rsidRPr="00EE5BAC" w:rsidRDefault="008A08FA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8A08FA" w:rsidRDefault="008A08FA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о</w:t>
            </w:r>
            <w:r w:rsidRPr="00EE5BAC">
              <w:rPr>
                <w:kern w:val="1"/>
                <w:szCs w:val="28"/>
                <w:lang w:eastAsia="zh-CN"/>
              </w:rPr>
              <w:t xml:space="preserve">т </w:t>
            </w:r>
            <w:r>
              <w:rPr>
                <w:kern w:val="1"/>
                <w:szCs w:val="28"/>
                <w:lang w:eastAsia="zh-CN"/>
              </w:rPr>
              <w:t xml:space="preserve">31.10.2022 г.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>
              <w:rPr>
                <w:kern w:val="1"/>
                <w:szCs w:val="28"/>
                <w:lang w:eastAsia="zh-CN"/>
              </w:rPr>
              <w:t xml:space="preserve"> 211</w:t>
            </w:r>
          </w:p>
          <w:p w:rsidR="008A08FA" w:rsidRPr="00F945BC" w:rsidRDefault="008A08FA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8A08FA" w:rsidRDefault="008A08FA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8A08FA" w:rsidRDefault="008A08FA" w:rsidP="00BB769B">
      <w:pPr>
        <w:jc w:val="center"/>
        <w:rPr>
          <w:b/>
          <w:szCs w:val="28"/>
        </w:rPr>
      </w:pP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8A08FA" w:rsidRDefault="008A08FA" w:rsidP="00BB769B">
      <w:pPr>
        <w:jc w:val="center"/>
        <w:rPr>
          <w:b/>
          <w:szCs w:val="28"/>
        </w:rPr>
      </w:pPr>
    </w:p>
    <w:p w:rsidR="008A08FA" w:rsidRPr="00950972" w:rsidRDefault="008A08FA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8A08FA" w:rsidRDefault="008A08FA" w:rsidP="00B86C1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8A08FA" w:rsidRPr="00950972" w:rsidRDefault="008A08FA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8A08FA" w:rsidRPr="008A6FA1" w:rsidTr="00F9512D">
        <w:tc>
          <w:tcPr>
            <w:tcW w:w="6374" w:type="dxa"/>
          </w:tcPr>
          <w:p w:rsidR="008A08FA" w:rsidRPr="00190885" w:rsidRDefault="008A08F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8A08FA" w:rsidRPr="00855115" w:rsidRDefault="008A08FA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8A08FA" w:rsidRPr="008A6FA1" w:rsidTr="00F9512D">
        <w:tc>
          <w:tcPr>
            <w:tcW w:w="6374" w:type="dxa"/>
          </w:tcPr>
          <w:p w:rsidR="008A08FA" w:rsidRPr="00190885" w:rsidRDefault="008A08F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8A08FA" w:rsidRPr="0096600F" w:rsidRDefault="008A08FA" w:rsidP="00E824EC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</w:tr>
      <w:tr w:rsidR="008A08FA" w:rsidRPr="008A6FA1" w:rsidTr="00F9512D">
        <w:tc>
          <w:tcPr>
            <w:tcW w:w="6374" w:type="dxa"/>
          </w:tcPr>
          <w:p w:rsidR="008A08FA" w:rsidRPr="00190885" w:rsidRDefault="008A08F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8A08FA" w:rsidRDefault="008A08FA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района;</w:t>
            </w:r>
          </w:p>
          <w:p w:rsidR="008A08FA" w:rsidRPr="00190885" w:rsidRDefault="008A08FA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</w:tr>
      <w:tr w:rsidR="008A08FA" w:rsidRPr="008A6FA1" w:rsidTr="00F9512D">
        <w:tc>
          <w:tcPr>
            <w:tcW w:w="6374" w:type="dxa"/>
          </w:tcPr>
          <w:p w:rsidR="008A08FA" w:rsidRPr="00190885" w:rsidRDefault="008A08F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8A08FA" w:rsidRPr="00E823BE" w:rsidRDefault="008A08FA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 xml:space="preserve">1. Подпрограмма </w:t>
            </w:r>
            <w:r w:rsidRPr="00D30666">
              <w:rPr>
                <w:szCs w:val="28"/>
              </w:rPr>
              <w:t>«Совершенствование деятельности МБУ «Старотитаровский КСЦ» по предоставлению муниципальных услуг»</w:t>
            </w:r>
            <w:r>
              <w:rPr>
                <w:szCs w:val="28"/>
              </w:rPr>
              <w:t>;</w:t>
            </w:r>
          </w:p>
          <w:p w:rsidR="008A08FA" w:rsidRPr="00DB503E" w:rsidRDefault="008A08FA" w:rsidP="00F9512D">
            <w:pPr>
              <w:rPr>
                <w:szCs w:val="28"/>
              </w:rPr>
            </w:pPr>
            <w:r w:rsidRPr="00DB503E">
              <w:rPr>
                <w:szCs w:val="28"/>
              </w:rPr>
              <w:t>2. Подпрограмма «</w:t>
            </w:r>
            <w:r w:rsidRPr="00DB503E">
              <w:rPr>
                <w:bCs/>
                <w:szCs w:val="28"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 w:rsidRPr="00DB503E">
              <w:rPr>
                <w:szCs w:val="28"/>
              </w:rPr>
              <w:t>»;</w:t>
            </w:r>
          </w:p>
          <w:p w:rsidR="008A08FA" w:rsidRPr="00DB503E" w:rsidRDefault="008A08FA" w:rsidP="00DB503E">
            <w:pPr>
              <w:rPr>
                <w:szCs w:val="28"/>
              </w:rPr>
            </w:pPr>
            <w:r w:rsidRPr="00DB503E">
              <w:rPr>
                <w:szCs w:val="28"/>
              </w:rPr>
              <w:t>3. Подпрограмма «Основные направления развития культуры Старотитаровского сельского поселения Темрюкского района»</w:t>
            </w:r>
          </w:p>
          <w:p w:rsidR="008A08FA" w:rsidRPr="00190885" w:rsidRDefault="008A08FA" w:rsidP="00DB503E">
            <w:pPr>
              <w:rPr>
                <w:b/>
                <w:szCs w:val="28"/>
              </w:rPr>
            </w:pPr>
          </w:p>
        </w:tc>
      </w:tr>
      <w:tr w:rsidR="008A08FA" w:rsidRPr="008A6FA1" w:rsidTr="00F9512D">
        <w:tc>
          <w:tcPr>
            <w:tcW w:w="6374" w:type="dxa"/>
          </w:tcPr>
          <w:p w:rsidR="008A08FA" w:rsidRPr="00190885" w:rsidRDefault="008A08F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8A08FA" w:rsidRPr="00190885" w:rsidRDefault="008A08FA" w:rsidP="00FA67D3">
            <w:pPr>
              <w:contextualSpacing/>
              <w:rPr>
                <w:b/>
                <w:szCs w:val="28"/>
              </w:rPr>
            </w:pPr>
            <w:r>
              <w:rPr>
                <w:szCs w:val="28"/>
              </w:rPr>
              <w:t>р</w:t>
            </w:r>
            <w:r w:rsidRPr="0036781F">
              <w:rPr>
                <w:szCs w:val="28"/>
              </w:rPr>
              <w:t xml:space="preserve">азвитие и реализация </w:t>
            </w:r>
            <w:r w:rsidRPr="00FE0BE3">
              <w:rPr>
                <w:szCs w:val="28"/>
              </w:rPr>
              <w:t>культурного и духовного потенциала каждой личности</w:t>
            </w:r>
            <w:r>
              <w:rPr>
                <w:szCs w:val="28"/>
              </w:rPr>
              <w:t xml:space="preserve">, </w:t>
            </w:r>
            <w:r w:rsidRPr="0036781F">
              <w:rPr>
                <w:szCs w:val="28"/>
              </w:rPr>
              <w:t xml:space="preserve">повышение эффективности управления в сфере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8A08FA" w:rsidRPr="008A6FA1" w:rsidTr="00F9512D">
        <w:tc>
          <w:tcPr>
            <w:tcW w:w="6374" w:type="dxa"/>
          </w:tcPr>
          <w:p w:rsidR="008A08FA" w:rsidRPr="00190885" w:rsidRDefault="008A08F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8A08FA" w:rsidRDefault="008A08FA" w:rsidP="00543A38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570A58">
              <w:rPr>
                <w:szCs w:val="28"/>
              </w:rPr>
              <w:t>повышение качества и доступности муниципальных услуг сферы культуры для всех категорий потребителей</w:t>
            </w:r>
            <w:r>
              <w:rPr>
                <w:szCs w:val="28"/>
              </w:rPr>
              <w:t>;</w:t>
            </w:r>
          </w:p>
          <w:p w:rsidR="008A08FA" w:rsidRDefault="008A08FA" w:rsidP="001D4F5E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</w:t>
            </w:r>
            <w:r w:rsidRPr="00472C1C">
              <w:rPr>
                <w:sz w:val="28"/>
                <w:szCs w:val="28"/>
              </w:rPr>
              <w:t>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</w:t>
            </w:r>
            <w:r>
              <w:rPr>
                <w:sz w:val="28"/>
                <w:szCs w:val="28"/>
              </w:rPr>
              <w:t>;</w:t>
            </w:r>
          </w:p>
          <w:p w:rsidR="008A08FA" w:rsidRPr="001D4F5E" w:rsidRDefault="008A08FA" w:rsidP="001D4F5E">
            <w:pPr>
              <w:pStyle w:val="NoSpacing"/>
              <w:rPr>
                <w:sz w:val="28"/>
                <w:szCs w:val="28"/>
              </w:rPr>
            </w:pPr>
            <w:r w:rsidRPr="001D4F5E">
              <w:rPr>
                <w:sz w:val="28"/>
                <w:szCs w:val="28"/>
              </w:rPr>
              <w:t>- повышение эффективности деятельности учреждений культуры, сохранение и развитие кадрового потенциала в учреждениях культуры и искусства Старотитаровского сельского поселения Темрюкского района</w:t>
            </w:r>
          </w:p>
          <w:p w:rsidR="008A08FA" w:rsidRPr="009F22D5" w:rsidRDefault="008A08FA" w:rsidP="00F9512D">
            <w:pPr>
              <w:rPr>
                <w:szCs w:val="28"/>
              </w:rPr>
            </w:pPr>
          </w:p>
        </w:tc>
      </w:tr>
      <w:tr w:rsidR="008A08FA" w:rsidRPr="008A6FA1" w:rsidTr="00F9512D">
        <w:tc>
          <w:tcPr>
            <w:tcW w:w="6374" w:type="dxa"/>
          </w:tcPr>
          <w:p w:rsidR="008A08FA" w:rsidRPr="00190885" w:rsidRDefault="008A08F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8A08FA" w:rsidRDefault="008A08FA" w:rsidP="007D09D5">
            <w:pPr>
              <w:rPr>
                <w:szCs w:val="28"/>
              </w:rPr>
            </w:pPr>
            <w:r>
              <w:rPr>
                <w:szCs w:val="28"/>
              </w:rPr>
              <w:t>- выплаты заработной платы;</w:t>
            </w:r>
          </w:p>
          <w:p w:rsidR="008A08FA" w:rsidRDefault="008A08FA" w:rsidP="007D09D5">
            <w:pPr>
              <w:rPr>
                <w:szCs w:val="28"/>
              </w:rPr>
            </w:pPr>
            <w:r>
              <w:rPr>
                <w:szCs w:val="28"/>
              </w:rPr>
              <w:t>- оплата коммунальных услуг;</w:t>
            </w:r>
          </w:p>
          <w:p w:rsidR="008A08FA" w:rsidRDefault="008A08FA" w:rsidP="007D09D5">
            <w:pPr>
              <w:rPr>
                <w:szCs w:val="28"/>
              </w:rPr>
            </w:pPr>
            <w:r>
              <w:rPr>
                <w:szCs w:val="28"/>
              </w:rPr>
              <w:t>- уплата налогов;</w:t>
            </w:r>
          </w:p>
          <w:p w:rsidR="008A08FA" w:rsidRDefault="008A08FA" w:rsidP="007D09D5">
            <w:pPr>
              <w:rPr>
                <w:szCs w:val="28"/>
              </w:rPr>
            </w:pPr>
            <w:r>
              <w:rPr>
                <w:szCs w:val="28"/>
              </w:rPr>
              <w:t>- содержание и техническое обслуживание учреждения культуры;</w:t>
            </w:r>
          </w:p>
          <w:p w:rsidR="008A08FA" w:rsidRDefault="008A08FA" w:rsidP="007D09D5">
            <w:pPr>
              <w:rPr>
                <w:szCs w:val="28"/>
              </w:rPr>
            </w:pPr>
            <w:r>
              <w:rPr>
                <w:szCs w:val="28"/>
              </w:rPr>
              <w:t>- приобретение основных средств;</w:t>
            </w:r>
          </w:p>
          <w:p w:rsidR="008A08FA" w:rsidRDefault="008A08FA" w:rsidP="007D09D5">
            <w:pPr>
              <w:rPr>
                <w:szCs w:val="28"/>
              </w:rPr>
            </w:pPr>
            <w:r>
              <w:rPr>
                <w:szCs w:val="28"/>
              </w:rPr>
              <w:t>- подписка на периодические издания;</w:t>
            </w:r>
          </w:p>
          <w:p w:rsidR="008A08FA" w:rsidRDefault="008A08FA" w:rsidP="007D09D5">
            <w:pPr>
              <w:rPr>
                <w:szCs w:val="28"/>
              </w:rPr>
            </w:pPr>
            <w:r>
              <w:rPr>
                <w:szCs w:val="28"/>
              </w:rPr>
              <w:t>- приобретение материальных запасов;</w:t>
            </w:r>
          </w:p>
          <w:p w:rsidR="008A08FA" w:rsidRDefault="008A08FA" w:rsidP="009A48D2">
            <w:pPr>
              <w:rPr>
                <w:szCs w:val="28"/>
              </w:rPr>
            </w:pPr>
            <w:r>
              <w:rPr>
                <w:szCs w:val="28"/>
              </w:rPr>
              <w:t>- количество проведенных культурно-массовых мероприятий;</w:t>
            </w:r>
          </w:p>
          <w:p w:rsidR="008A08FA" w:rsidRDefault="008A08FA" w:rsidP="007D09D5">
            <w:pPr>
              <w:rPr>
                <w:szCs w:val="28"/>
              </w:rPr>
            </w:pPr>
            <w:r>
              <w:rPr>
                <w:szCs w:val="28"/>
              </w:rPr>
              <w:t>- ч</w:t>
            </w:r>
            <w:r w:rsidRPr="001B743E">
              <w:rPr>
                <w:szCs w:val="28"/>
              </w:rPr>
              <w:t xml:space="preserve">исло получателей средств, направленных на поэтапное повышение уровня средней заработной платы работников муниципальных учреждений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8A08FA" w:rsidRPr="00E64AB4" w:rsidRDefault="008A08FA" w:rsidP="007D09D5">
            <w:pPr>
              <w:rPr>
                <w:szCs w:val="28"/>
              </w:rPr>
            </w:pPr>
          </w:p>
        </w:tc>
      </w:tr>
      <w:tr w:rsidR="008A08FA" w:rsidRPr="008A6FA1" w:rsidTr="00F9512D">
        <w:tc>
          <w:tcPr>
            <w:tcW w:w="6374" w:type="dxa"/>
          </w:tcPr>
          <w:p w:rsidR="008A08FA" w:rsidRPr="00190885" w:rsidRDefault="008A08F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8A08FA" w:rsidRPr="00A46A72" w:rsidRDefault="008A08FA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8A08FA" w:rsidRPr="008A6FA1" w:rsidTr="00F9512D">
        <w:tc>
          <w:tcPr>
            <w:tcW w:w="6374" w:type="dxa"/>
          </w:tcPr>
          <w:p w:rsidR="008A08FA" w:rsidRPr="00190885" w:rsidRDefault="008A08F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8A08FA" w:rsidRPr="00A46A72" w:rsidRDefault="008A08FA" w:rsidP="00F9512D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8A08FA" w:rsidRPr="008A6FA1" w:rsidTr="00F9512D">
        <w:tc>
          <w:tcPr>
            <w:tcW w:w="6374" w:type="dxa"/>
          </w:tcPr>
          <w:p w:rsidR="008A08FA" w:rsidRPr="00190885" w:rsidRDefault="008A08FA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8A08FA" w:rsidRPr="00190885" w:rsidRDefault="008A08FA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8A08FA" w:rsidRPr="00190885" w:rsidRDefault="008A08F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8A08FA" w:rsidRPr="008A6FA1" w:rsidTr="00F9512D">
        <w:tc>
          <w:tcPr>
            <w:tcW w:w="6374" w:type="dxa"/>
          </w:tcPr>
          <w:p w:rsidR="008A08FA" w:rsidRPr="00190885" w:rsidRDefault="008A08FA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8A08FA" w:rsidRPr="00190885" w:rsidRDefault="008A08FA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8A08FA" w:rsidRPr="00190885" w:rsidRDefault="008A08F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8A08FA" w:rsidRPr="00190885" w:rsidRDefault="008A08FA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8A08FA" w:rsidRPr="00190885" w:rsidRDefault="008A08F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8A08FA" w:rsidRPr="00190885" w:rsidRDefault="008A08F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8A08FA" w:rsidRPr="008A6FA1" w:rsidTr="00F9512D">
        <w:tc>
          <w:tcPr>
            <w:tcW w:w="6374" w:type="dxa"/>
          </w:tcPr>
          <w:p w:rsidR="008A08FA" w:rsidRPr="00190885" w:rsidRDefault="008A08FA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8A08FA" w:rsidRPr="00190885" w:rsidRDefault="008A08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14 320,7</w:t>
            </w:r>
          </w:p>
        </w:tc>
        <w:tc>
          <w:tcPr>
            <w:tcW w:w="1842" w:type="dxa"/>
            <w:vAlign w:val="center"/>
          </w:tcPr>
          <w:p w:rsidR="008A08FA" w:rsidRPr="00190885" w:rsidRDefault="008A08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A08FA" w:rsidRPr="00190885" w:rsidRDefault="008A08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A08FA" w:rsidRPr="00190885" w:rsidRDefault="008A08FA" w:rsidP="00280F3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14 320,7</w:t>
            </w:r>
          </w:p>
        </w:tc>
        <w:tc>
          <w:tcPr>
            <w:tcW w:w="2019" w:type="dxa"/>
            <w:vAlign w:val="center"/>
          </w:tcPr>
          <w:p w:rsidR="008A08FA" w:rsidRPr="00190885" w:rsidRDefault="008A08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A08FA" w:rsidRPr="008A6FA1" w:rsidTr="00F9512D">
        <w:tc>
          <w:tcPr>
            <w:tcW w:w="6374" w:type="dxa"/>
          </w:tcPr>
          <w:p w:rsidR="008A08FA" w:rsidRPr="00190885" w:rsidRDefault="008A08F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A08FA" w:rsidRPr="00190885" w:rsidRDefault="008A08F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8A08FA" w:rsidRPr="00190885" w:rsidRDefault="008A08F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A08FA" w:rsidRPr="00190885" w:rsidRDefault="008A08F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8A08FA" w:rsidRPr="00190885" w:rsidRDefault="008A08FA" w:rsidP="00280F3A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A08FA" w:rsidRPr="00190885" w:rsidRDefault="008A08FA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A08FA" w:rsidRPr="008A6FA1" w:rsidTr="00F9512D">
        <w:tc>
          <w:tcPr>
            <w:tcW w:w="6374" w:type="dxa"/>
          </w:tcPr>
          <w:p w:rsidR="008A08FA" w:rsidRPr="00190885" w:rsidRDefault="008A08FA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A08FA" w:rsidRPr="00190885" w:rsidRDefault="008A08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14 320,7</w:t>
            </w:r>
          </w:p>
        </w:tc>
        <w:tc>
          <w:tcPr>
            <w:tcW w:w="1842" w:type="dxa"/>
            <w:vAlign w:val="center"/>
          </w:tcPr>
          <w:p w:rsidR="008A08FA" w:rsidRPr="00190885" w:rsidRDefault="008A08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A08FA" w:rsidRPr="00190885" w:rsidRDefault="008A08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A08FA" w:rsidRPr="00190885" w:rsidRDefault="008A08FA" w:rsidP="00280F3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14 320,7</w:t>
            </w:r>
          </w:p>
        </w:tc>
        <w:tc>
          <w:tcPr>
            <w:tcW w:w="2019" w:type="dxa"/>
            <w:vAlign w:val="center"/>
          </w:tcPr>
          <w:p w:rsidR="008A08FA" w:rsidRPr="00190885" w:rsidRDefault="008A08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A08FA" w:rsidRPr="008A6FA1" w:rsidTr="00F9512D">
        <w:tc>
          <w:tcPr>
            <w:tcW w:w="14560" w:type="dxa"/>
            <w:gridSpan w:val="6"/>
          </w:tcPr>
          <w:p w:rsidR="008A08FA" w:rsidRPr="00190885" w:rsidRDefault="008A08FA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8A08FA" w:rsidRPr="008A6FA1" w:rsidTr="00F9512D">
        <w:tc>
          <w:tcPr>
            <w:tcW w:w="6374" w:type="dxa"/>
          </w:tcPr>
          <w:p w:rsidR="008A08FA" w:rsidRPr="00190885" w:rsidRDefault="008A08FA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8A08FA" w:rsidRPr="00190885" w:rsidRDefault="008A08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A08FA" w:rsidRPr="00190885" w:rsidRDefault="008A08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A08FA" w:rsidRPr="00190885" w:rsidRDefault="008A08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A08FA" w:rsidRPr="00190885" w:rsidRDefault="008A08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A08FA" w:rsidRPr="00190885" w:rsidRDefault="008A08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A08FA" w:rsidRPr="008A6FA1" w:rsidTr="00F9512D">
        <w:tc>
          <w:tcPr>
            <w:tcW w:w="6374" w:type="dxa"/>
          </w:tcPr>
          <w:p w:rsidR="008A08FA" w:rsidRPr="00190885" w:rsidRDefault="008A08F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A08FA" w:rsidRPr="00190885" w:rsidRDefault="008A08F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8A08FA" w:rsidRPr="00190885" w:rsidRDefault="008A08F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A08FA" w:rsidRPr="00190885" w:rsidRDefault="008A08F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8A08FA" w:rsidRPr="00190885" w:rsidRDefault="008A08F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A08FA" w:rsidRPr="00190885" w:rsidRDefault="008A08FA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A08FA" w:rsidRPr="008A6FA1" w:rsidTr="00F9512D">
        <w:tc>
          <w:tcPr>
            <w:tcW w:w="6374" w:type="dxa"/>
          </w:tcPr>
          <w:p w:rsidR="008A08FA" w:rsidRPr="00190885" w:rsidRDefault="008A08FA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A08FA" w:rsidRPr="00190885" w:rsidRDefault="008A08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A08FA" w:rsidRPr="00190885" w:rsidRDefault="008A08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A08FA" w:rsidRPr="00190885" w:rsidRDefault="008A08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A08FA" w:rsidRPr="00190885" w:rsidRDefault="008A08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A08FA" w:rsidRPr="00190885" w:rsidRDefault="008A08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A08FA" w:rsidRPr="008A6FA1" w:rsidTr="00F9512D">
        <w:tc>
          <w:tcPr>
            <w:tcW w:w="14560" w:type="dxa"/>
            <w:gridSpan w:val="6"/>
          </w:tcPr>
          <w:p w:rsidR="008A08FA" w:rsidRPr="00190885" w:rsidRDefault="008A08FA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8A08FA" w:rsidRPr="00190885" w:rsidRDefault="008A08FA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8A08FA" w:rsidRPr="008A6FA1" w:rsidTr="00F9512D">
        <w:tc>
          <w:tcPr>
            <w:tcW w:w="6374" w:type="dxa"/>
          </w:tcPr>
          <w:p w:rsidR="008A08FA" w:rsidRPr="00190885" w:rsidRDefault="008A08FA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8A08FA" w:rsidRPr="00190885" w:rsidRDefault="008A08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A08FA" w:rsidRPr="00190885" w:rsidRDefault="008A08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A08FA" w:rsidRPr="00190885" w:rsidRDefault="008A08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A08FA" w:rsidRPr="00190885" w:rsidRDefault="008A08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A08FA" w:rsidRPr="00190885" w:rsidRDefault="008A08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A08FA" w:rsidRPr="008A6FA1" w:rsidTr="00F9512D">
        <w:tc>
          <w:tcPr>
            <w:tcW w:w="6374" w:type="dxa"/>
          </w:tcPr>
          <w:p w:rsidR="008A08FA" w:rsidRPr="00190885" w:rsidRDefault="008A08F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8A08FA" w:rsidRPr="00190885" w:rsidRDefault="008A08F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8A08FA" w:rsidRPr="00190885" w:rsidRDefault="008A08F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8A08FA" w:rsidRPr="00190885" w:rsidRDefault="008A08F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8A08FA" w:rsidRPr="00190885" w:rsidRDefault="008A08F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8A08FA" w:rsidRPr="00190885" w:rsidRDefault="008A08FA" w:rsidP="00F9512D">
            <w:pPr>
              <w:pStyle w:val="ConsPlusNormal0"/>
              <w:rPr>
                <w:szCs w:val="28"/>
              </w:rPr>
            </w:pPr>
          </w:p>
        </w:tc>
      </w:tr>
      <w:tr w:rsidR="008A08FA" w:rsidRPr="008A6FA1" w:rsidTr="00F9512D">
        <w:tc>
          <w:tcPr>
            <w:tcW w:w="6374" w:type="dxa"/>
          </w:tcPr>
          <w:p w:rsidR="008A08FA" w:rsidRPr="00190885" w:rsidRDefault="008A08FA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A08FA" w:rsidRPr="00190885" w:rsidRDefault="008A08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A08FA" w:rsidRPr="00190885" w:rsidRDefault="008A08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A08FA" w:rsidRPr="00190885" w:rsidRDefault="008A08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A08FA" w:rsidRPr="00190885" w:rsidRDefault="008A08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A08FA" w:rsidRPr="00190885" w:rsidRDefault="008A08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8A08FA" w:rsidRDefault="008A08FA" w:rsidP="00EF6F81">
      <w:pPr>
        <w:jc w:val="center"/>
        <w:rPr>
          <w:szCs w:val="28"/>
        </w:rPr>
        <w:sectPr w:rsidR="008A08FA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A08FA" w:rsidRDefault="008A08FA" w:rsidP="00B86C1B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8A08FA" w:rsidRPr="004408E3" w:rsidRDefault="008A08FA" w:rsidP="00B86C1B">
      <w:pPr>
        <w:pStyle w:val="ListParagraph"/>
        <w:ind w:left="360"/>
        <w:jc w:val="center"/>
        <w:rPr>
          <w:b/>
          <w:sz w:val="24"/>
          <w:szCs w:val="24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8A08FA" w:rsidRDefault="008A08FA" w:rsidP="00225687">
      <w:pPr>
        <w:ind w:firstLine="709"/>
        <w:jc w:val="both"/>
      </w:pPr>
    </w:p>
    <w:p w:rsidR="008A08FA" w:rsidRDefault="008A08FA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8A08FA" w:rsidRDefault="008A08FA" w:rsidP="00582A6E">
      <w:pPr>
        <w:ind w:firstLine="709"/>
        <w:jc w:val="center"/>
        <w:rPr>
          <w:b/>
        </w:rPr>
      </w:pPr>
    </w:p>
    <w:p w:rsidR="008A08FA" w:rsidRDefault="008A08FA" w:rsidP="00582A6E">
      <w:pPr>
        <w:ind w:firstLine="709"/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8A08FA" w:rsidRDefault="008A08FA" w:rsidP="00582A6E">
      <w:pPr>
        <w:ind w:firstLine="709"/>
        <w:jc w:val="center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8A08FA" w:rsidTr="00F9512D">
        <w:tc>
          <w:tcPr>
            <w:tcW w:w="648" w:type="dxa"/>
            <w:vMerge w:val="restart"/>
            <w:vAlign w:val="center"/>
          </w:tcPr>
          <w:p w:rsidR="008A08FA" w:rsidRPr="00AC26F6" w:rsidRDefault="008A08FA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8A08FA" w:rsidRPr="00AC26F6" w:rsidRDefault="008A08F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8A08FA" w:rsidRPr="00AC26F6" w:rsidRDefault="008A08FA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8A08FA" w:rsidRPr="00AC26F6" w:rsidRDefault="008A08FA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8A08FA" w:rsidRPr="00AC26F6" w:rsidRDefault="008A08F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8A08FA" w:rsidTr="00F9512D">
        <w:tc>
          <w:tcPr>
            <w:tcW w:w="648" w:type="dxa"/>
            <w:vMerge/>
          </w:tcPr>
          <w:p w:rsidR="008A08FA" w:rsidRPr="00AC26F6" w:rsidRDefault="008A08FA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8A08FA" w:rsidRPr="00AC26F6" w:rsidRDefault="008A08FA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8A08FA" w:rsidRPr="00AC26F6" w:rsidRDefault="008A08FA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8A08FA" w:rsidRPr="00AC26F6" w:rsidRDefault="008A08FA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A08FA" w:rsidRPr="00AC26F6" w:rsidRDefault="008A08F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8A08FA" w:rsidRPr="00AC26F6" w:rsidRDefault="008A08F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8A08FA" w:rsidTr="00F9512D">
        <w:tc>
          <w:tcPr>
            <w:tcW w:w="648" w:type="dxa"/>
          </w:tcPr>
          <w:p w:rsidR="008A08FA" w:rsidRPr="00AC26F6" w:rsidRDefault="008A08FA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8A08FA" w:rsidRPr="00AC26F6" w:rsidRDefault="008A08FA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8A08FA" w:rsidRPr="00AC26F6" w:rsidRDefault="008A08FA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8A08FA" w:rsidRPr="00AC26F6" w:rsidRDefault="008A08FA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8A08FA" w:rsidRPr="00AC26F6" w:rsidRDefault="008A08FA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8A08FA" w:rsidRPr="00AC26F6" w:rsidRDefault="008A08FA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8A08FA" w:rsidTr="00F9512D">
        <w:tc>
          <w:tcPr>
            <w:tcW w:w="648" w:type="dxa"/>
          </w:tcPr>
          <w:p w:rsidR="008A08FA" w:rsidRPr="00AC26F6" w:rsidRDefault="008A08F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8A08FA" w:rsidRDefault="008A08FA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D30666">
              <w:rPr>
                <w:szCs w:val="28"/>
              </w:rPr>
              <w:t>«Совершенствование деятельности МБУ «Старотитаровский КСЦ» по предоставлению муниципальных услуг»</w:t>
            </w:r>
          </w:p>
          <w:p w:rsidR="008A08FA" w:rsidRPr="00AC26F6" w:rsidRDefault="008A08FA" w:rsidP="00F9512D">
            <w:pPr>
              <w:jc w:val="center"/>
              <w:rPr>
                <w:szCs w:val="28"/>
              </w:rPr>
            </w:pPr>
          </w:p>
        </w:tc>
      </w:tr>
      <w:tr w:rsidR="008A08FA" w:rsidTr="00F9512D">
        <w:tc>
          <w:tcPr>
            <w:tcW w:w="648" w:type="dxa"/>
            <w:vAlign w:val="center"/>
          </w:tcPr>
          <w:p w:rsidR="008A08FA" w:rsidRPr="00AC26F6" w:rsidRDefault="008A08F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8A08FA" w:rsidRPr="00C25175" w:rsidRDefault="008A08FA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выплаты заработной платы</w:t>
            </w:r>
          </w:p>
        </w:tc>
        <w:tc>
          <w:tcPr>
            <w:tcW w:w="1620" w:type="dxa"/>
            <w:vAlign w:val="center"/>
          </w:tcPr>
          <w:p w:rsidR="008A08FA" w:rsidRPr="00C25175" w:rsidRDefault="008A08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8A08FA" w:rsidRPr="00C25175" w:rsidRDefault="008A08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A08FA" w:rsidRPr="00C25175" w:rsidRDefault="008A08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8A08FA" w:rsidRPr="00877383" w:rsidRDefault="008A08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8A08FA" w:rsidTr="00F9512D">
        <w:tc>
          <w:tcPr>
            <w:tcW w:w="648" w:type="dxa"/>
            <w:vAlign w:val="center"/>
          </w:tcPr>
          <w:p w:rsidR="008A08FA" w:rsidRPr="00AC26F6" w:rsidRDefault="008A08F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8A08FA" w:rsidRPr="00C25175" w:rsidRDefault="008A08FA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оплата коммунальных услуг</w:t>
            </w:r>
          </w:p>
        </w:tc>
        <w:tc>
          <w:tcPr>
            <w:tcW w:w="1620" w:type="dxa"/>
            <w:vAlign w:val="center"/>
          </w:tcPr>
          <w:p w:rsidR="008A08FA" w:rsidRPr="00C25175" w:rsidRDefault="008A08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8A08FA" w:rsidRPr="00C25175" w:rsidRDefault="008A08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A08FA" w:rsidRPr="00C25175" w:rsidRDefault="008A08FA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8A08FA" w:rsidRPr="00877383" w:rsidRDefault="008A08FA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8A08FA" w:rsidTr="00F9512D">
        <w:tc>
          <w:tcPr>
            <w:tcW w:w="648" w:type="dxa"/>
            <w:vAlign w:val="center"/>
          </w:tcPr>
          <w:p w:rsidR="008A08FA" w:rsidRPr="00AC26F6" w:rsidRDefault="008A08F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8A08FA" w:rsidRPr="00C25175" w:rsidRDefault="008A08FA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уплата налогов</w:t>
            </w:r>
          </w:p>
        </w:tc>
        <w:tc>
          <w:tcPr>
            <w:tcW w:w="1620" w:type="dxa"/>
            <w:vAlign w:val="center"/>
          </w:tcPr>
          <w:p w:rsidR="008A08FA" w:rsidRPr="00C25175" w:rsidRDefault="008A08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8A08FA" w:rsidRPr="00C25175" w:rsidRDefault="008A08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A08FA" w:rsidRPr="00C25175" w:rsidRDefault="008A08FA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8A08FA" w:rsidRPr="00877383" w:rsidRDefault="008A08FA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8A08FA" w:rsidTr="00F9512D">
        <w:tc>
          <w:tcPr>
            <w:tcW w:w="648" w:type="dxa"/>
            <w:vAlign w:val="center"/>
          </w:tcPr>
          <w:p w:rsidR="008A08FA" w:rsidRPr="00AC26F6" w:rsidRDefault="008A08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8A08FA" w:rsidRPr="00C25175" w:rsidRDefault="008A08FA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содержание и техническое обслуживание учреждения культуры</w:t>
            </w:r>
          </w:p>
        </w:tc>
        <w:tc>
          <w:tcPr>
            <w:tcW w:w="1620" w:type="dxa"/>
            <w:vAlign w:val="center"/>
          </w:tcPr>
          <w:p w:rsidR="008A08FA" w:rsidRPr="00C25175" w:rsidRDefault="008A08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8A08FA" w:rsidRPr="00C25175" w:rsidRDefault="008A08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A08FA" w:rsidRPr="00C25175" w:rsidRDefault="008A08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8A08FA" w:rsidRPr="00C25175" w:rsidRDefault="008A08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8A08FA" w:rsidTr="00F9512D">
        <w:tc>
          <w:tcPr>
            <w:tcW w:w="648" w:type="dxa"/>
            <w:vAlign w:val="center"/>
          </w:tcPr>
          <w:p w:rsidR="008A08FA" w:rsidRPr="00AC26F6" w:rsidRDefault="008A08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8A08FA" w:rsidRPr="00AC26F6" w:rsidRDefault="008A08FA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подписка на периодические издания</w:t>
            </w:r>
          </w:p>
        </w:tc>
        <w:tc>
          <w:tcPr>
            <w:tcW w:w="1620" w:type="dxa"/>
            <w:vAlign w:val="center"/>
          </w:tcPr>
          <w:p w:rsidR="008A08FA" w:rsidRPr="00AC26F6" w:rsidRDefault="008A08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эк.</w:t>
            </w:r>
          </w:p>
        </w:tc>
        <w:tc>
          <w:tcPr>
            <w:tcW w:w="900" w:type="dxa"/>
            <w:vAlign w:val="center"/>
          </w:tcPr>
          <w:p w:rsidR="008A08FA" w:rsidRPr="00AC26F6" w:rsidRDefault="008A08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A08FA" w:rsidRPr="00AC26F6" w:rsidRDefault="008A08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1602</w:t>
            </w:r>
          </w:p>
        </w:tc>
        <w:tc>
          <w:tcPr>
            <w:tcW w:w="2160" w:type="dxa"/>
            <w:vAlign w:val="center"/>
          </w:tcPr>
          <w:p w:rsidR="008A08FA" w:rsidRPr="00AC26F6" w:rsidRDefault="008A08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1604</w:t>
            </w:r>
          </w:p>
        </w:tc>
      </w:tr>
      <w:tr w:rsidR="008A08FA" w:rsidTr="00F9512D">
        <w:tc>
          <w:tcPr>
            <w:tcW w:w="648" w:type="dxa"/>
            <w:vAlign w:val="center"/>
          </w:tcPr>
          <w:p w:rsidR="008A08FA" w:rsidRPr="00AC26F6" w:rsidRDefault="008A08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1.6</w:t>
            </w:r>
          </w:p>
        </w:tc>
        <w:tc>
          <w:tcPr>
            <w:tcW w:w="7380" w:type="dxa"/>
          </w:tcPr>
          <w:p w:rsidR="008A08FA" w:rsidRPr="00AC26F6" w:rsidRDefault="008A08FA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приобретение материальных запасов</w:t>
            </w:r>
          </w:p>
        </w:tc>
        <w:tc>
          <w:tcPr>
            <w:tcW w:w="1620" w:type="dxa"/>
            <w:vAlign w:val="center"/>
          </w:tcPr>
          <w:p w:rsidR="008A08FA" w:rsidRPr="00AC26F6" w:rsidRDefault="008A08FA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A08FA" w:rsidRPr="00AC26F6" w:rsidRDefault="008A08FA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A08FA" w:rsidRPr="00AC26F6" w:rsidRDefault="008A08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150</w:t>
            </w:r>
          </w:p>
        </w:tc>
        <w:tc>
          <w:tcPr>
            <w:tcW w:w="2160" w:type="dxa"/>
            <w:vAlign w:val="center"/>
          </w:tcPr>
          <w:p w:rsidR="008A08FA" w:rsidRPr="00AC26F6" w:rsidRDefault="008A08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168</w:t>
            </w:r>
          </w:p>
        </w:tc>
      </w:tr>
      <w:tr w:rsidR="008A08FA" w:rsidTr="00F9512D">
        <w:tc>
          <w:tcPr>
            <w:tcW w:w="648" w:type="dxa"/>
            <w:vAlign w:val="center"/>
          </w:tcPr>
          <w:p w:rsidR="008A08FA" w:rsidRPr="00AC26F6" w:rsidRDefault="008A08FA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8A08FA" w:rsidRPr="00AC26F6" w:rsidRDefault="008A08F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8A08FA" w:rsidRPr="00AC26F6" w:rsidRDefault="008A08FA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8A08FA" w:rsidRPr="00AC26F6" w:rsidRDefault="008A08FA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A08FA" w:rsidRPr="00AC26F6" w:rsidRDefault="008A08FA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8A08FA" w:rsidRPr="00AC26F6" w:rsidRDefault="008A08FA" w:rsidP="00F9512D">
            <w:pPr>
              <w:jc w:val="center"/>
              <w:rPr>
                <w:szCs w:val="28"/>
              </w:rPr>
            </w:pPr>
          </w:p>
        </w:tc>
      </w:tr>
      <w:tr w:rsidR="008A08FA" w:rsidTr="00F9512D">
        <w:tc>
          <w:tcPr>
            <w:tcW w:w="648" w:type="dxa"/>
            <w:vAlign w:val="center"/>
          </w:tcPr>
          <w:p w:rsidR="008A08FA" w:rsidRPr="00AC26F6" w:rsidRDefault="008A08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8A08FA" w:rsidRPr="00973F14" w:rsidRDefault="008A08FA" w:rsidP="00611464">
            <w:pPr>
              <w:jc w:val="center"/>
              <w:rPr>
                <w:b/>
                <w:szCs w:val="28"/>
              </w:rPr>
            </w:pPr>
            <w:r w:rsidRPr="00973F14">
              <w:rPr>
                <w:szCs w:val="28"/>
              </w:rPr>
              <w:t>Подпрограммы «</w:t>
            </w:r>
            <w:r w:rsidRPr="00973F14">
              <w:rPr>
                <w:bCs/>
                <w:szCs w:val="28"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 w:rsidRPr="00973F14">
              <w:rPr>
                <w:szCs w:val="28"/>
              </w:rPr>
              <w:t>»</w:t>
            </w:r>
          </w:p>
          <w:p w:rsidR="008A08FA" w:rsidRPr="00AC26F6" w:rsidRDefault="008A08FA" w:rsidP="00611464">
            <w:pPr>
              <w:jc w:val="center"/>
              <w:rPr>
                <w:szCs w:val="28"/>
              </w:rPr>
            </w:pPr>
          </w:p>
        </w:tc>
      </w:tr>
      <w:tr w:rsidR="008A08FA" w:rsidTr="00F9512D">
        <w:tc>
          <w:tcPr>
            <w:tcW w:w="648" w:type="dxa"/>
            <w:vAlign w:val="center"/>
          </w:tcPr>
          <w:p w:rsidR="008A08FA" w:rsidRPr="00AC26F6" w:rsidRDefault="008A08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8A08FA" w:rsidRDefault="008A08FA" w:rsidP="00BC3A0C">
            <w:pPr>
              <w:rPr>
                <w:szCs w:val="28"/>
              </w:rPr>
            </w:pPr>
            <w:r>
              <w:rPr>
                <w:szCs w:val="28"/>
              </w:rPr>
              <w:t>ч</w:t>
            </w:r>
            <w:r w:rsidRPr="001B743E">
              <w:rPr>
                <w:szCs w:val="28"/>
              </w:rPr>
              <w:t xml:space="preserve">исло получателей средств, направленных на поэтапное повышение уровня средней заработной платы работников муниципальных учреждений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8A08FA" w:rsidRPr="00C25175" w:rsidRDefault="008A08FA" w:rsidP="00BC3A0C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8A08FA" w:rsidRPr="00C25175" w:rsidRDefault="008A08FA" w:rsidP="00BC3A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A08FA" w:rsidRPr="00C25175" w:rsidRDefault="008A08FA" w:rsidP="00BC3A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A08FA" w:rsidRPr="00C25175" w:rsidRDefault="008A08FA" w:rsidP="00BC3A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</w:p>
        </w:tc>
        <w:tc>
          <w:tcPr>
            <w:tcW w:w="2160" w:type="dxa"/>
            <w:vAlign w:val="center"/>
          </w:tcPr>
          <w:p w:rsidR="008A08FA" w:rsidRPr="00877383" w:rsidRDefault="008A08FA" w:rsidP="00BC3A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</w:p>
        </w:tc>
      </w:tr>
      <w:tr w:rsidR="008A08FA" w:rsidTr="00F9512D">
        <w:tc>
          <w:tcPr>
            <w:tcW w:w="648" w:type="dxa"/>
            <w:vAlign w:val="center"/>
          </w:tcPr>
          <w:p w:rsidR="008A08FA" w:rsidRPr="00AC26F6" w:rsidRDefault="008A08FA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8A08FA" w:rsidRPr="00AC26F6" w:rsidRDefault="008A08F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8A08FA" w:rsidRPr="00AC26F6" w:rsidRDefault="008A08FA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8A08FA" w:rsidRPr="00AC26F6" w:rsidRDefault="008A08FA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A08FA" w:rsidRPr="00AC26F6" w:rsidRDefault="008A08FA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8A08FA" w:rsidRPr="00AC26F6" w:rsidRDefault="008A08FA" w:rsidP="00F9512D">
            <w:pPr>
              <w:jc w:val="center"/>
              <w:rPr>
                <w:szCs w:val="28"/>
              </w:rPr>
            </w:pPr>
          </w:p>
        </w:tc>
      </w:tr>
      <w:tr w:rsidR="008A08FA" w:rsidTr="00F9512D">
        <w:tc>
          <w:tcPr>
            <w:tcW w:w="648" w:type="dxa"/>
            <w:vAlign w:val="center"/>
          </w:tcPr>
          <w:p w:rsidR="008A08FA" w:rsidRPr="00AC26F6" w:rsidRDefault="008A08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8A08FA" w:rsidRPr="00973F14" w:rsidRDefault="008A08FA" w:rsidP="00611464">
            <w:pPr>
              <w:jc w:val="center"/>
              <w:rPr>
                <w:b/>
                <w:szCs w:val="28"/>
              </w:rPr>
            </w:pPr>
            <w:r w:rsidRPr="00973F14">
              <w:rPr>
                <w:szCs w:val="28"/>
              </w:rPr>
              <w:t>Подпрограммы «Основные направления развития культуры Старотитаровского сельского поселения Темрюкского района»</w:t>
            </w:r>
          </w:p>
          <w:p w:rsidR="008A08FA" w:rsidRPr="00AC26F6" w:rsidRDefault="008A08FA" w:rsidP="00611464">
            <w:pPr>
              <w:jc w:val="center"/>
              <w:rPr>
                <w:szCs w:val="28"/>
              </w:rPr>
            </w:pPr>
          </w:p>
        </w:tc>
      </w:tr>
      <w:tr w:rsidR="008A08FA" w:rsidTr="00F9512D">
        <w:tc>
          <w:tcPr>
            <w:tcW w:w="648" w:type="dxa"/>
            <w:vAlign w:val="center"/>
          </w:tcPr>
          <w:p w:rsidR="008A08FA" w:rsidRDefault="008A08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8A08FA" w:rsidRPr="00C25175" w:rsidRDefault="008A08FA" w:rsidP="00BC3A0C">
            <w:pPr>
              <w:rPr>
                <w:b/>
                <w:szCs w:val="28"/>
              </w:rPr>
            </w:pPr>
            <w:r>
              <w:rPr>
                <w:szCs w:val="28"/>
              </w:rPr>
              <w:t>количество проведенных культурно-массовых мероприятий</w:t>
            </w:r>
          </w:p>
        </w:tc>
        <w:tc>
          <w:tcPr>
            <w:tcW w:w="1620" w:type="dxa"/>
            <w:vAlign w:val="center"/>
          </w:tcPr>
          <w:p w:rsidR="008A08FA" w:rsidRPr="00C25175" w:rsidRDefault="008A08FA" w:rsidP="00BC3A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A08FA" w:rsidRPr="00C25175" w:rsidRDefault="008A08FA" w:rsidP="00BC3A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A08FA" w:rsidRPr="00C25175" w:rsidRDefault="008A08FA" w:rsidP="00BC3A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160</w:t>
            </w:r>
          </w:p>
        </w:tc>
        <w:tc>
          <w:tcPr>
            <w:tcW w:w="2160" w:type="dxa"/>
            <w:vAlign w:val="center"/>
          </w:tcPr>
          <w:p w:rsidR="008A08FA" w:rsidRPr="00877383" w:rsidRDefault="008A08FA" w:rsidP="00BC3A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138</w:t>
            </w:r>
          </w:p>
        </w:tc>
      </w:tr>
    </w:tbl>
    <w:p w:rsidR="008A08FA" w:rsidRPr="00A74297" w:rsidRDefault="008A08FA" w:rsidP="00225687">
      <w:pPr>
        <w:jc w:val="center"/>
        <w:rPr>
          <w:b/>
          <w:szCs w:val="28"/>
        </w:rPr>
      </w:pPr>
    </w:p>
    <w:p w:rsidR="008A08FA" w:rsidRPr="00225687" w:rsidRDefault="008A08FA">
      <w:pPr>
        <w:rPr>
          <w:sz w:val="6"/>
          <w:szCs w:val="6"/>
        </w:rPr>
      </w:pPr>
    </w:p>
    <w:p w:rsidR="008A08FA" w:rsidRDefault="008A08FA" w:rsidP="0054045D">
      <w:pPr>
        <w:pStyle w:val="ConsPlusNormal0"/>
        <w:jc w:val="center"/>
        <w:rPr>
          <w:b/>
        </w:rPr>
      </w:pPr>
    </w:p>
    <w:p w:rsidR="008A08FA" w:rsidRDefault="008A08FA" w:rsidP="0054045D">
      <w:pPr>
        <w:pStyle w:val="ConsPlusNormal0"/>
        <w:jc w:val="center"/>
        <w:rPr>
          <w:b/>
        </w:rPr>
      </w:pPr>
    </w:p>
    <w:p w:rsidR="008A08FA" w:rsidRDefault="008A08FA" w:rsidP="0054045D">
      <w:pPr>
        <w:pStyle w:val="ConsPlusNormal0"/>
        <w:jc w:val="center"/>
        <w:rPr>
          <w:b/>
        </w:rPr>
      </w:pPr>
    </w:p>
    <w:p w:rsidR="008A08FA" w:rsidRDefault="008A08FA" w:rsidP="0054045D">
      <w:pPr>
        <w:pStyle w:val="ConsPlusNormal0"/>
        <w:jc w:val="center"/>
        <w:rPr>
          <w:b/>
        </w:rPr>
      </w:pPr>
    </w:p>
    <w:p w:rsidR="008A08FA" w:rsidRDefault="008A08FA" w:rsidP="0054045D">
      <w:pPr>
        <w:pStyle w:val="ConsPlusNormal0"/>
        <w:jc w:val="center"/>
        <w:rPr>
          <w:b/>
        </w:rPr>
      </w:pPr>
    </w:p>
    <w:p w:rsidR="008A08FA" w:rsidRDefault="008A08FA" w:rsidP="0054045D">
      <w:pPr>
        <w:pStyle w:val="ConsPlusNormal0"/>
        <w:jc w:val="center"/>
        <w:rPr>
          <w:b/>
        </w:rPr>
      </w:pPr>
    </w:p>
    <w:p w:rsidR="008A08FA" w:rsidRDefault="008A08FA" w:rsidP="0054045D">
      <w:pPr>
        <w:pStyle w:val="ConsPlusNormal0"/>
        <w:jc w:val="center"/>
        <w:rPr>
          <w:b/>
        </w:rPr>
      </w:pPr>
    </w:p>
    <w:p w:rsidR="008A08FA" w:rsidRDefault="008A08FA" w:rsidP="0054045D">
      <w:pPr>
        <w:pStyle w:val="ConsPlusNormal0"/>
        <w:jc w:val="center"/>
        <w:rPr>
          <w:b/>
        </w:rPr>
      </w:pPr>
    </w:p>
    <w:p w:rsidR="008A08FA" w:rsidRDefault="008A08FA" w:rsidP="0054045D">
      <w:pPr>
        <w:pStyle w:val="ConsPlusNormal0"/>
        <w:jc w:val="center"/>
        <w:rPr>
          <w:b/>
        </w:rPr>
      </w:pPr>
    </w:p>
    <w:p w:rsidR="008A08FA" w:rsidRDefault="008A08FA" w:rsidP="0054045D">
      <w:pPr>
        <w:pStyle w:val="ConsPlusNormal0"/>
        <w:jc w:val="center"/>
        <w:rPr>
          <w:b/>
        </w:rPr>
      </w:pPr>
    </w:p>
    <w:p w:rsidR="008A08FA" w:rsidRDefault="008A08FA" w:rsidP="0054045D">
      <w:pPr>
        <w:pStyle w:val="ConsPlusNormal0"/>
        <w:jc w:val="center"/>
        <w:rPr>
          <w:b/>
        </w:rPr>
      </w:pPr>
    </w:p>
    <w:p w:rsidR="008A08FA" w:rsidRDefault="008A08FA" w:rsidP="0054045D">
      <w:pPr>
        <w:pStyle w:val="ConsPlusNormal0"/>
        <w:jc w:val="center"/>
        <w:rPr>
          <w:b/>
        </w:rPr>
      </w:pPr>
    </w:p>
    <w:p w:rsidR="008A08FA" w:rsidRDefault="008A08FA" w:rsidP="0054045D">
      <w:pPr>
        <w:pStyle w:val="ConsPlusNormal0"/>
        <w:jc w:val="center"/>
        <w:rPr>
          <w:b/>
        </w:rPr>
      </w:pPr>
    </w:p>
    <w:p w:rsidR="008A08FA" w:rsidRDefault="008A08FA" w:rsidP="0054045D">
      <w:pPr>
        <w:pStyle w:val="ConsPlusNormal0"/>
        <w:jc w:val="center"/>
        <w:rPr>
          <w:b/>
        </w:rPr>
      </w:pPr>
    </w:p>
    <w:p w:rsidR="008A08FA" w:rsidRDefault="008A08FA" w:rsidP="0054045D">
      <w:pPr>
        <w:pStyle w:val="ConsPlusNormal0"/>
        <w:jc w:val="center"/>
        <w:rPr>
          <w:b/>
        </w:rPr>
      </w:pPr>
    </w:p>
    <w:p w:rsidR="008A08FA" w:rsidRDefault="008A08FA" w:rsidP="0054045D">
      <w:pPr>
        <w:pStyle w:val="ConsPlusNormal0"/>
        <w:jc w:val="center"/>
        <w:rPr>
          <w:b/>
        </w:rPr>
      </w:pPr>
    </w:p>
    <w:p w:rsidR="008A08FA" w:rsidRDefault="008A08FA" w:rsidP="0054045D">
      <w:pPr>
        <w:pStyle w:val="ConsPlusNormal0"/>
        <w:jc w:val="center"/>
        <w:rPr>
          <w:b/>
        </w:rPr>
      </w:pPr>
    </w:p>
    <w:p w:rsidR="008A08FA" w:rsidRPr="003C75F8" w:rsidRDefault="008A08FA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8A08FA" w:rsidRPr="003C75F8" w:rsidRDefault="008A08FA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8A08FA" w:rsidRPr="004408E3" w:rsidRDefault="008A08FA" w:rsidP="00C404E0">
      <w:pPr>
        <w:pStyle w:val="ListParagraph"/>
        <w:ind w:left="360"/>
        <w:jc w:val="center"/>
        <w:rPr>
          <w:b/>
          <w:sz w:val="24"/>
          <w:szCs w:val="24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8A08FA" w:rsidRPr="003C75F8" w:rsidRDefault="008A08FA" w:rsidP="0054045D">
      <w:pPr>
        <w:pStyle w:val="ConsPlusNormal0"/>
        <w:jc w:val="center"/>
        <w:rPr>
          <w:b/>
        </w:rPr>
      </w:pPr>
    </w:p>
    <w:p w:rsidR="008A08FA" w:rsidRPr="003C75F8" w:rsidRDefault="008A08FA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8A08FA" w:rsidRPr="00C404E0" w:rsidTr="00C404E0">
        <w:tc>
          <w:tcPr>
            <w:tcW w:w="730" w:type="dxa"/>
          </w:tcPr>
          <w:p w:rsidR="008A08FA" w:rsidRPr="00C404E0" w:rsidRDefault="008A08F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8A08FA" w:rsidRPr="00C404E0" w:rsidRDefault="008A08F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8A08FA" w:rsidRPr="00C404E0" w:rsidRDefault="008A08F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8A08FA" w:rsidRPr="00C404E0" w:rsidRDefault="008A08F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8A08FA" w:rsidRPr="00C404E0" w:rsidRDefault="008A08F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8A08FA" w:rsidRPr="00C404E0" w:rsidRDefault="008A08F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8A08FA" w:rsidRPr="00C404E0" w:rsidRDefault="008A08F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8A08FA" w:rsidRPr="00C404E0" w:rsidRDefault="008A08F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8A08FA" w:rsidRPr="0054045D" w:rsidRDefault="008A08FA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8A08FA" w:rsidRPr="000B0521" w:rsidTr="00C404E0">
        <w:tc>
          <w:tcPr>
            <w:tcW w:w="726" w:type="dxa"/>
          </w:tcPr>
          <w:p w:rsidR="008A08FA" w:rsidRPr="000B0521" w:rsidRDefault="008A08F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8A08FA" w:rsidRPr="000B0521" w:rsidRDefault="008A08F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8A08FA" w:rsidRPr="000B0521" w:rsidRDefault="008A08F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8A08FA" w:rsidRPr="000B0521" w:rsidRDefault="008A08F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8A08FA" w:rsidRPr="000B0521" w:rsidRDefault="008A08F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8A08FA" w:rsidRPr="000B0521" w:rsidRDefault="008A08F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8A08FA" w:rsidRPr="000B0521" w:rsidRDefault="008A08F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8A08FA" w:rsidRPr="000B0521" w:rsidRDefault="008A08F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8A08FA" w:rsidRPr="00F945BC" w:rsidTr="00C404E0">
        <w:tc>
          <w:tcPr>
            <w:tcW w:w="726" w:type="dxa"/>
          </w:tcPr>
          <w:p w:rsidR="008A08FA" w:rsidRPr="00C404E0" w:rsidRDefault="008A08F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8A08FA" w:rsidRPr="00C374A8" w:rsidRDefault="008A08FA" w:rsidP="00C374A8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C374A8">
              <w:rPr>
                <w:sz w:val="24"/>
                <w:szCs w:val="24"/>
              </w:rPr>
              <w:t>«Совершенствование деятельности МБУ «Старотитаровский КСЦ» по предоставлению муниципальных услуг»</w:t>
            </w:r>
          </w:p>
          <w:p w:rsidR="008A08FA" w:rsidRPr="00C404E0" w:rsidRDefault="008A08FA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8A08FA" w:rsidRPr="00F945BC" w:rsidTr="00A02498">
        <w:tc>
          <w:tcPr>
            <w:tcW w:w="726" w:type="dxa"/>
          </w:tcPr>
          <w:p w:rsidR="008A08FA" w:rsidRPr="00C404E0" w:rsidRDefault="008A08F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8A08FA" w:rsidRPr="00C374A8" w:rsidRDefault="008A08FA" w:rsidP="00F9512D">
            <w:pPr>
              <w:rPr>
                <w:b/>
                <w:sz w:val="24"/>
                <w:szCs w:val="24"/>
              </w:rPr>
            </w:pPr>
            <w:r w:rsidRPr="00C374A8">
              <w:rPr>
                <w:sz w:val="24"/>
                <w:szCs w:val="24"/>
              </w:rPr>
              <w:t>выплаты заработной платы</w:t>
            </w:r>
          </w:p>
        </w:tc>
        <w:tc>
          <w:tcPr>
            <w:tcW w:w="1519" w:type="dxa"/>
            <w:vAlign w:val="center"/>
          </w:tcPr>
          <w:p w:rsidR="008A08FA" w:rsidRPr="00C404E0" w:rsidRDefault="008A08FA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8A08FA" w:rsidRPr="00B51199" w:rsidRDefault="008A08FA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A08FA" w:rsidRDefault="008A08F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8A08FA" w:rsidRDefault="008A08F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 w:rsidRPr="00AD5F7E">
              <w:rPr>
                <w:sz w:val="24"/>
                <w:szCs w:val="24"/>
              </w:rPr>
              <w:t xml:space="preserve"> = </w:t>
            </w:r>
            <w:r>
              <w:rPr>
                <w:sz w:val="24"/>
                <w:szCs w:val="24"/>
                <w:lang w:val="en-US"/>
              </w:rPr>
              <w:t>F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8A08FA" w:rsidRDefault="008A08F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– объем выплаты заработной платы;</w:t>
            </w:r>
          </w:p>
          <w:p w:rsidR="008A08FA" w:rsidRDefault="008A08F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 xml:space="preserve"> – фактически выплаченная заработная плата;</w:t>
            </w:r>
          </w:p>
          <w:p w:rsidR="008A08FA" w:rsidRPr="008553FA" w:rsidRDefault="008A08F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 xml:space="preserve"> – начисленная заработная плата</w:t>
            </w:r>
          </w:p>
        </w:tc>
        <w:tc>
          <w:tcPr>
            <w:tcW w:w="2020" w:type="dxa"/>
          </w:tcPr>
          <w:p w:rsidR="008A08FA" w:rsidRPr="00F57EFB" w:rsidRDefault="008A08F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месяцем</w:t>
            </w:r>
          </w:p>
        </w:tc>
        <w:tc>
          <w:tcPr>
            <w:tcW w:w="2018" w:type="dxa"/>
            <w:vMerge w:val="restart"/>
          </w:tcPr>
          <w:p w:rsidR="008A08FA" w:rsidRPr="00F57EFB" w:rsidRDefault="008A08F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8A08FA" w:rsidRPr="00F945BC" w:rsidRDefault="008A08FA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месячно,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месяцем</w:t>
            </w:r>
          </w:p>
        </w:tc>
      </w:tr>
      <w:tr w:rsidR="008A08FA" w:rsidRPr="00F945BC" w:rsidTr="00A02498">
        <w:tc>
          <w:tcPr>
            <w:tcW w:w="726" w:type="dxa"/>
          </w:tcPr>
          <w:p w:rsidR="008A08FA" w:rsidRPr="00C404E0" w:rsidRDefault="008A08F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8A08FA" w:rsidRPr="003B3107" w:rsidRDefault="008A08FA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оплата коммунальных услуг</w:t>
            </w:r>
          </w:p>
        </w:tc>
        <w:tc>
          <w:tcPr>
            <w:tcW w:w="1519" w:type="dxa"/>
            <w:vAlign w:val="center"/>
          </w:tcPr>
          <w:p w:rsidR="008A08FA" w:rsidRDefault="008A08FA" w:rsidP="00AD5F7E">
            <w:pPr>
              <w:jc w:val="center"/>
            </w:pPr>
            <w:r w:rsidRPr="00805238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8A08FA" w:rsidRPr="00F945BC" w:rsidRDefault="008A08FA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A08FA" w:rsidRDefault="008A08FA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8A08FA" w:rsidRDefault="008A08FA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 </w:t>
            </w:r>
            <w:r w:rsidRPr="00AD5F7E">
              <w:rPr>
                <w:sz w:val="24"/>
                <w:szCs w:val="24"/>
              </w:rPr>
              <w:t xml:space="preserve">= </w:t>
            </w:r>
            <w:r>
              <w:rPr>
                <w:sz w:val="24"/>
                <w:szCs w:val="24"/>
                <w:lang w:val="en-US"/>
              </w:rPr>
              <w:t>Y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Ny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8A08FA" w:rsidRDefault="008A08FA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объем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оплаченных коммунальных услуг;</w:t>
            </w:r>
          </w:p>
          <w:p w:rsidR="008A08FA" w:rsidRDefault="008A08FA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Y</w:t>
            </w:r>
            <w:r>
              <w:rPr>
                <w:sz w:val="24"/>
                <w:szCs w:val="24"/>
              </w:rPr>
              <w:t xml:space="preserve"> – фактически оплаченные коммунальные услуги;</w:t>
            </w:r>
          </w:p>
          <w:p w:rsidR="008A08FA" w:rsidRDefault="008A08FA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Ny</w:t>
            </w:r>
            <w:r>
              <w:rPr>
                <w:sz w:val="24"/>
                <w:szCs w:val="24"/>
              </w:rPr>
              <w:t xml:space="preserve"> – начисленные к уплате коммунальные услуги</w:t>
            </w:r>
          </w:p>
          <w:p w:rsidR="008A08FA" w:rsidRPr="00F945BC" w:rsidRDefault="008A08FA" w:rsidP="00E813D0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8A08FA" w:rsidRPr="00F945BC" w:rsidRDefault="008A08FA" w:rsidP="00F945BC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кварталом</w:t>
            </w:r>
          </w:p>
        </w:tc>
        <w:tc>
          <w:tcPr>
            <w:tcW w:w="2018" w:type="dxa"/>
            <w:vMerge/>
          </w:tcPr>
          <w:p w:rsidR="008A08FA" w:rsidRPr="00F945BC" w:rsidRDefault="008A08F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</w:tcPr>
          <w:p w:rsidR="008A08FA" w:rsidRPr="00F945BC" w:rsidRDefault="008A08FA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8A08FA" w:rsidRPr="00F945BC" w:rsidTr="00A02498">
        <w:tc>
          <w:tcPr>
            <w:tcW w:w="726" w:type="dxa"/>
          </w:tcPr>
          <w:p w:rsidR="008A08FA" w:rsidRPr="00C404E0" w:rsidRDefault="008A08F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293" w:type="dxa"/>
          </w:tcPr>
          <w:p w:rsidR="008A08FA" w:rsidRPr="003B3107" w:rsidRDefault="008A08FA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уплата налогов</w:t>
            </w:r>
          </w:p>
        </w:tc>
        <w:tc>
          <w:tcPr>
            <w:tcW w:w="1519" w:type="dxa"/>
            <w:vAlign w:val="center"/>
          </w:tcPr>
          <w:p w:rsidR="008A08FA" w:rsidRDefault="008A08FA" w:rsidP="00AD5F7E">
            <w:pPr>
              <w:jc w:val="center"/>
            </w:pPr>
            <w:r w:rsidRPr="00805238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8A08FA" w:rsidRPr="00F945BC" w:rsidRDefault="008A08FA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A08FA" w:rsidRDefault="008A08FA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8A08FA" w:rsidRDefault="008A08FA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 </w:t>
            </w:r>
            <w:r w:rsidRPr="00AD5F7E">
              <w:rPr>
                <w:sz w:val="24"/>
                <w:szCs w:val="24"/>
              </w:rPr>
              <w:t xml:space="preserve">= </w:t>
            </w:r>
            <w:r>
              <w:rPr>
                <w:sz w:val="24"/>
                <w:szCs w:val="24"/>
                <w:lang w:val="en-US"/>
              </w:rPr>
              <w:t>Fo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No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8A08FA" w:rsidRDefault="008A08FA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объем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уплаченных налогов;</w:t>
            </w:r>
          </w:p>
          <w:p w:rsidR="008A08FA" w:rsidRDefault="008A08FA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>о – фактически уплаченные налоги;</w:t>
            </w:r>
          </w:p>
          <w:p w:rsidR="008A08FA" w:rsidRPr="00F945BC" w:rsidRDefault="008A08FA" w:rsidP="005C568F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о – начисленные к уплате налоги</w:t>
            </w:r>
          </w:p>
        </w:tc>
        <w:tc>
          <w:tcPr>
            <w:tcW w:w="2020" w:type="dxa"/>
          </w:tcPr>
          <w:p w:rsidR="008A08FA" w:rsidRPr="00F945BC" w:rsidRDefault="008A08FA" w:rsidP="00F945BC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кварталом</w:t>
            </w:r>
          </w:p>
        </w:tc>
        <w:tc>
          <w:tcPr>
            <w:tcW w:w="2018" w:type="dxa"/>
            <w:vMerge/>
          </w:tcPr>
          <w:p w:rsidR="008A08FA" w:rsidRPr="00F945BC" w:rsidRDefault="008A08F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</w:tcPr>
          <w:p w:rsidR="008A08FA" w:rsidRPr="00F945BC" w:rsidRDefault="008A08FA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8A08FA" w:rsidRPr="00F945BC" w:rsidTr="00A02498">
        <w:tc>
          <w:tcPr>
            <w:tcW w:w="726" w:type="dxa"/>
          </w:tcPr>
          <w:p w:rsidR="008A08FA" w:rsidRDefault="008A08F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293" w:type="dxa"/>
          </w:tcPr>
          <w:p w:rsidR="008A08FA" w:rsidRPr="003B3107" w:rsidRDefault="008A08FA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содержание и техническое обслуживание учреждения культуры</w:t>
            </w:r>
          </w:p>
        </w:tc>
        <w:tc>
          <w:tcPr>
            <w:tcW w:w="1519" w:type="dxa"/>
            <w:vAlign w:val="center"/>
          </w:tcPr>
          <w:p w:rsidR="008A08FA" w:rsidRPr="0015544B" w:rsidRDefault="008A08FA" w:rsidP="00C404E0">
            <w:pPr>
              <w:jc w:val="center"/>
              <w:rPr>
                <w:sz w:val="24"/>
                <w:szCs w:val="24"/>
              </w:rPr>
            </w:pPr>
            <w:r w:rsidRPr="0015544B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8A08FA" w:rsidRDefault="008A08FA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A08FA" w:rsidRPr="00F57EFB" w:rsidRDefault="008A08F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8A08FA" w:rsidRPr="00F945BC" w:rsidRDefault="008A08FA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/>
          </w:tcPr>
          <w:p w:rsidR="008A08FA" w:rsidRPr="00F945BC" w:rsidRDefault="008A08F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 w:val="restart"/>
          </w:tcPr>
          <w:p w:rsidR="008A08FA" w:rsidRPr="00F945BC" w:rsidRDefault="008A08FA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8A08FA" w:rsidRPr="00F945BC" w:rsidTr="00A02498">
        <w:tc>
          <w:tcPr>
            <w:tcW w:w="726" w:type="dxa"/>
          </w:tcPr>
          <w:p w:rsidR="008A08FA" w:rsidRDefault="008A08F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8A08FA" w:rsidRPr="003B3107" w:rsidRDefault="008A08FA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подписка на периодические издания</w:t>
            </w:r>
          </w:p>
        </w:tc>
        <w:tc>
          <w:tcPr>
            <w:tcW w:w="1519" w:type="dxa"/>
            <w:vAlign w:val="center"/>
          </w:tcPr>
          <w:p w:rsidR="008A08FA" w:rsidRPr="0015544B" w:rsidRDefault="008A08FA" w:rsidP="007D09D5">
            <w:pPr>
              <w:jc w:val="center"/>
              <w:rPr>
                <w:sz w:val="24"/>
                <w:szCs w:val="24"/>
              </w:rPr>
            </w:pPr>
            <w:r w:rsidRPr="0015544B">
              <w:rPr>
                <w:sz w:val="24"/>
                <w:szCs w:val="24"/>
              </w:rPr>
              <w:t>эк.</w:t>
            </w:r>
          </w:p>
        </w:tc>
        <w:tc>
          <w:tcPr>
            <w:tcW w:w="1546" w:type="dxa"/>
          </w:tcPr>
          <w:p w:rsidR="008A08FA" w:rsidRDefault="008A08FA" w:rsidP="007D09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A08FA" w:rsidRPr="00F57EFB" w:rsidRDefault="008A08FA" w:rsidP="007D09D5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8A08FA" w:rsidRPr="00F945BC" w:rsidRDefault="008A08FA" w:rsidP="007D09D5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8A08FA" w:rsidRPr="00F945BC" w:rsidRDefault="008A08F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8A08FA" w:rsidRPr="00F945BC" w:rsidRDefault="008A08FA" w:rsidP="00F945BC">
            <w:pPr>
              <w:jc w:val="center"/>
              <w:rPr>
                <w:szCs w:val="28"/>
              </w:rPr>
            </w:pPr>
          </w:p>
        </w:tc>
      </w:tr>
      <w:tr w:rsidR="008A08FA" w:rsidRPr="00F945BC" w:rsidTr="00A02498">
        <w:tc>
          <w:tcPr>
            <w:tcW w:w="726" w:type="dxa"/>
          </w:tcPr>
          <w:p w:rsidR="008A08FA" w:rsidRPr="00C404E0" w:rsidRDefault="008A08F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2293" w:type="dxa"/>
          </w:tcPr>
          <w:p w:rsidR="008A08FA" w:rsidRPr="003B3107" w:rsidRDefault="008A08FA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приобретение материальных запасов</w:t>
            </w:r>
          </w:p>
        </w:tc>
        <w:tc>
          <w:tcPr>
            <w:tcW w:w="1519" w:type="dxa"/>
            <w:vAlign w:val="center"/>
          </w:tcPr>
          <w:p w:rsidR="008A08FA" w:rsidRPr="0015544B" w:rsidRDefault="008A08FA" w:rsidP="007D09D5">
            <w:pPr>
              <w:jc w:val="center"/>
              <w:rPr>
                <w:sz w:val="24"/>
                <w:szCs w:val="24"/>
              </w:rPr>
            </w:pPr>
            <w:r w:rsidRPr="0015544B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8A08FA" w:rsidRPr="00F945BC" w:rsidRDefault="008A08FA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A08FA" w:rsidRPr="00F945BC" w:rsidRDefault="008A08FA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8A08FA" w:rsidRPr="00F945BC" w:rsidRDefault="008A08F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8A08FA" w:rsidRPr="00F945BC" w:rsidRDefault="008A08F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8A08FA" w:rsidRPr="00F945BC" w:rsidRDefault="008A08FA" w:rsidP="00F945BC">
            <w:pPr>
              <w:jc w:val="center"/>
              <w:rPr>
                <w:szCs w:val="28"/>
              </w:rPr>
            </w:pPr>
          </w:p>
        </w:tc>
      </w:tr>
      <w:tr w:rsidR="008A08FA" w:rsidRPr="00F945BC" w:rsidTr="00C667BF">
        <w:tc>
          <w:tcPr>
            <w:tcW w:w="726" w:type="dxa"/>
          </w:tcPr>
          <w:p w:rsidR="008A08FA" w:rsidRPr="00C404E0" w:rsidRDefault="008A08F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8A08FA" w:rsidRPr="00973F14" w:rsidRDefault="008A08FA" w:rsidP="00905F60">
            <w:pPr>
              <w:jc w:val="center"/>
              <w:rPr>
                <w:b/>
                <w:sz w:val="24"/>
                <w:szCs w:val="24"/>
              </w:rPr>
            </w:pPr>
            <w:r w:rsidRPr="00973F14">
              <w:rPr>
                <w:sz w:val="24"/>
                <w:szCs w:val="24"/>
              </w:rPr>
              <w:t>Подпрограммы «</w:t>
            </w:r>
            <w:r w:rsidRPr="00973F14">
              <w:rPr>
                <w:bCs/>
                <w:sz w:val="24"/>
                <w:szCs w:val="24"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 w:rsidRPr="00973F14">
              <w:rPr>
                <w:sz w:val="24"/>
                <w:szCs w:val="24"/>
              </w:rPr>
              <w:t>»</w:t>
            </w:r>
          </w:p>
          <w:p w:rsidR="008A08FA" w:rsidRPr="00F945BC" w:rsidRDefault="008A08FA" w:rsidP="00F945BC">
            <w:pPr>
              <w:jc w:val="center"/>
              <w:rPr>
                <w:szCs w:val="28"/>
              </w:rPr>
            </w:pPr>
          </w:p>
        </w:tc>
      </w:tr>
      <w:tr w:rsidR="008A08FA" w:rsidRPr="00F945BC" w:rsidTr="00215EF9">
        <w:tc>
          <w:tcPr>
            <w:tcW w:w="726" w:type="dxa"/>
          </w:tcPr>
          <w:p w:rsidR="008A08FA" w:rsidRPr="00C404E0" w:rsidRDefault="008A08F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8A08FA" w:rsidRPr="002A2A51" w:rsidRDefault="008A08FA" w:rsidP="00BC3A0C">
            <w:pPr>
              <w:rPr>
                <w:sz w:val="24"/>
                <w:szCs w:val="24"/>
              </w:rPr>
            </w:pPr>
            <w:r w:rsidRPr="002A2A51">
              <w:rPr>
                <w:sz w:val="24"/>
                <w:szCs w:val="24"/>
              </w:rPr>
              <w:t>число получателей средств, направленных на поэтапное повышение уровня средней заработной платы работников муниципальных учреждений культуры Старотитаровского сельского поселения Темрюкского района</w:t>
            </w:r>
          </w:p>
          <w:p w:rsidR="008A08FA" w:rsidRPr="00215EF9" w:rsidRDefault="008A08FA" w:rsidP="00BC3A0C">
            <w:pPr>
              <w:rPr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8A08FA" w:rsidRPr="00C404E0" w:rsidRDefault="008A08FA" w:rsidP="00BC3A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8A08FA" w:rsidRPr="00F945BC" w:rsidRDefault="008A08FA" w:rsidP="00BC3A0C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A08FA" w:rsidRPr="00F945BC" w:rsidRDefault="008A08FA" w:rsidP="00BC3A0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8A08FA" w:rsidRPr="00F57EFB" w:rsidRDefault="008A08FA" w:rsidP="00BC3A0C">
            <w:pPr>
              <w:jc w:val="center"/>
              <w:rPr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8A08FA" w:rsidRPr="00F57EFB" w:rsidRDefault="008A08FA" w:rsidP="00BC3A0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8A08FA" w:rsidRPr="00F945BC" w:rsidRDefault="008A08FA" w:rsidP="00BC3A0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8A08FA" w:rsidRPr="00F945BC" w:rsidTr="0070794F">
        <w:tc>
          <w:tcPr>
            <w:tcW w:w="726" w:type="dxa"/>
          </w:tcPr>
          <w:p w:rsidR="008A08FA" w:rsidRPr="00C404E0" w:rsidRDefault="008A08F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8A08FA" w:rsidRPr="00973F14" w:rsidRDefault="008A08FA" w:rsidP="00215EF9">
            <w:pPr>
              <w:jc w:val="center"/>
              <w:rPr>
                <w:b/>
                <w:sz w:val="24"/>
                <w:szCs w:val="24"/>
              </w:rPr>
            </w:pPr>
            <w:r w:rsidRPr="00973F14">
              <w:rPr>
                <w:sz w:val="24"/>
                <w:szCs w:val="24"/>
              </w:rPr>
              <w:t>Подпрограммы «Основные направления развития культуры Старотитаровского сельского поселения Темрюкского района»</w:t>
            </w:r>
          </w:p>
          <w:p w:rsidR="008A08FA" w:rsidRPr="00F945BC" w:rsidRDefault="008A08FA" w:rsidP="00F9512D">
            <w:pPr>
              <w:jc w:val="center"/>
              <w:rPr>
                <w:szCs w:val="28"/>
              </w:rPr>
            </w:pPr>
          </w:p>
        </w:tc>
      </w:tr>
      <w:tr w:rsidR="008A08FA" w:rsidRPr="00F945BC" w:rsidTr="00215EF9">
        <w:tc>
          <w:tcPr>
            <w:tcW w:w="726" w:type="dxa"/>
          </w:tcPr>
          <w:p w:rsidR="008A08FA" w:rsidRDefault="008A08F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8A08FA" w:rsidRPr="00905F60" w:rsidRDefault="008A08FA" w:rsidP="00BC3A0C">
            <w:pPr>
              <w:rPr>
                <w:b/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количество проведенных культурно-массовых мероприятий</w:t>
            </w:r>
          </w:p>
        </w:tc>
        <w:tc>
          <w:tcPr>
            <w:tcW w:w="1519" w:type="dxa"/>
            <w:vAlign w:val="center"/>
          </w:tcPr>
          <w:p w:rsidR="008A08FA" w:rsidRPr="00905F60" w:rsidRDefault="008A08FA" w:rsidP="00BC3A0C">
            <w:pPr>
              <w:jc w:val="center"/>
              <w:rPr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8A08FA" w:rsidRPr="00F945BC" w:rsidRDefault="008A08FA" w:rsidP="00BC3A0C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A08FA" w:rsidRPr="00F945BC" w:rsidRDefault="008A08FA" w:rsidP="00BC3A0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8A08FA" w:rsidRPr="00905F60" w:rsidRDefault="008A08FA" w:rsidP="00BC3A0C">
            <w:pPr>
              <w:jc w:val="center"/>
              <w:rPr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8A08FA" w:rsidRPr="00F57EFB" w:rsidRDefault="008A08FA" w:rsidP="00BC3A0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8A08FA" w:rsidRPr="00F945BC" w:rsidRDefault="008A08FA" w:rsidP="00BC3A0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8A08FA" w:rsidRDefault="008A08FA" w:rsidP="00FA1A72">
      <w:pPr>
        <w:jc w:val="both"/>
        <w:rPr>
          <w:szCs w:val="28"/>
        </w:rPr>
      </w:pPr>
    </w:p>
    <w:p w:rsidR="008A08FA" w:rsidRDefault="008A08FA" w:rsidP="00FA1A72">
      <w:pPr>
        <w:jc w:val="both"/>
        <w:rPr>
          <w:szCs w:val="28"/>
        </w:rPr>
      </w:pPr>
    </w:p>
    <w:p w:rsidR="008A08FA" w:rsidRDefault="008A08FA" w:rsidP="00FA1A72">
      <w:pPr>
        <w:jc w:val="both"/>
        <w:rPr>
          <w:szCs w:val="28"/>
        </w:rPr>
      </w:pPr>
    </w:p>
    <w:p w:rsidR="008A08FA" w:rsidRDefault="008A08FA" w:rsidP="00FA1A72">
      <w:pPr>
        <w:jc w:val="both"/>
        <w:rPr>
          <w:szCs w:val="28"/>
        </w:rPr>
      </w:pPr>
    </w:p>
    <w:p w:rsidR="008A08FA" w:rsidRDefault="008A08FA" w:rsidP="00FA1A72">
      <w:pPr>
        <w:jc w:val="both"/>
        <w:rPr>
          <w:szCs w:val="28"/>
        </w:rPr>
      </w:pPr>
    </w:p>
    <w:p w:rsidR="008A08FA" w:rsidRDefault="008A08FA" w:rsidP="00FA1A72">
      <w:pPr>
        <w:jc w:val="both"/>
        <w:rPr>
          <w:szCs w:val="28"/>
        </w:rPr>
      </w:pPr>
    </w:p>
    <w:p w:rsidR="008A08FA" w:rsidRDefault="008A08FA" w:rsidP="00FA1A72">
      <w:pPr>
        <w:jc w:val="both"/>
        <w:rPr>
          <w:szCs w:val="28"/>
        </w:rPr>
      </w:pPr>
    </w:p>
    <w:p w:rsidR="008A08FA" w:rsidRDefault="008A08FA" w:rsidP="00FA1A72">
      <w:pPr>
        <w:jc w:val="both"/>
        <w:rPr>
          <w:szCs w:val="28"/>
        </w:rPr>
      </w:pPr>
    </w:p>
    <w:p w:rsidR="008A08FA" w:rsidRDefault="008A08FA" w:rsidP="00FA1A72">
      <w:pPr>
        <w:jc w:val="both"/>
        <w:rPr>
          <w:szCs w:val="28"/>
        </w:rPr>
      </w:pPr>
    </w:p>
    <w:p w:rsidR="008A08FA" w:rsidRDefault="008A08FA" w:rsidP="00FA1A72">
      <w:pPr>
        <w:jc w:val="both"/>
        <w:rPr>
          <w:szCs w:val="28"/>
        </w:rPr>
      </w:pPr>
    </w:p>
    <w:p w:rsidR="008A08FA" w:rsidRDefault="008A08FA" w:rsidP="00FA1A72">
      <w:pPr>
        <w:jc w:val="both"/>
        <w:rPr>
          <w:szCs w:val="28"/>
        </w:rPr>
      </w:pPr>
    </w:p>
    <w:p w:rsidR="008A08FA" w:rsidRDefault="008A08FA" w:rsidP="00FA1A72">
      <w:pPr>
        <w:jc w:val="both"/>
        <w:rPr>
          <w:szCs w:val="28"/>
        </w:rPr>
      </w:pPr>
    </w:p>
    <w:p w:rsidR="008A08FA" w:rsidRDefault="008A08FA" w:rsidP="00FA1A72">
      <w:pPr>
        <w:jc w:val="both"/>
        <w:rPr>
          <w:szCs w:val="28"/>
        </w:rPr>
      </w:pPr>
    </w:p>
    <w:p w:rsidR="008A08FA" w:rsidRDefault="008A08FA" w:rsidP="00FA1A72">
      <w:pPr>
        <w:jc w:val="both"/>
        <w:rPr>
          <w:szCs w:val="28"/>
        </w:rPr>
      </w:pPr>
    </w:p>
    <w:p w:rsidR="008A08FA" w:rsidRDefault="008A08FA" w:rsidP="00FA1A72">
      <w:pPr>
        <w:jc w:val="both"/>
        <w:rPr>
          <w:szCs w:val="28"/>
        </w:rPr>
      </w:pPr>
    </w:p>
    <w:p w:rsidR="008A08FA" w:rsidRDefault="008A08FA" w:rsidP="00FA1A72">
      <w:pPr>
        <w:jc w:val="both"/>
        <w:rPr>
          <w:szCs w:val="28"/>
        </w:rPr>
      </w:pPr>
    </w:p>
    <w:p w:rsidR="008A08FA" w:rsidRDefault="008A08FA" w:rsidP="00FA1A72">
      <w:pPr>
        <w:jc w:val="both"/>
        <w:rPr>
          <w:szCs w:val="28"/>
        </w:rPr>
      </w:pPr>
    </w:p>
    <w:p w:rsidR="008A08FA" w:rsidRDefault="008A08FA" w:rsidP="00FA1A72">
      <w:pPr>
        <w:jc w:val="both"/>
        <w:rPr>
          <w:szCs w:val="28"/>
        </w:rPr>
      </w:pPr>
    </w:p>
    <w:p w:rsidR="008A08FA" w:rsidRDefault="008A08FA" w:rsidP="00FA1A72">
      <w:pPr>
        <w:jc w:val="both"/>
        <w:rPr>
          <w:szCs w:val="28"/>
        </w:rPr>
      </w:pPr>
    </w:p>
    <w:p w:rsidR="008A08FA" w:rsidRDefault="008A08FA" w:rsidP="00FA1A72">
      <w:pPr>
        <w:jc w:val="both"/>
        <w:rPr>
          <w:szCs w:val="28"/>
        </w:rPr>
      </w:pPr>
    </w:p>
    <w:p w:rsidR="008A08FA" w:rsidRDefault="008A08FA" w:rsidP="00FA1A72">
      <w:pPr>
        <w:jc w:val="both"/>
        <w:rPr>
          <w:szCs w:val="28"/>
        </w:rPr>
      </w:pPr>
    </w:p>
    <w:p w:rsidR="008A08FA" w:rsidRDefault="008A08FA" w:rsidP="00FA1A72">
      <w:pPr>
        <w:jc w:val="both"/>
        <w:rPr>
          <w:szCs w:val="28"/>
        </w:rPr>
      </w:pPr>
    </w:p>
    <w:p w:rsidR="008A08FA" w:rsidRDefault="008A08FA" w:rsidP="00FA1A72">
      <w:pPr>
        <w:jc w:val="both"/>
        <w:rPr>
          <w:szCs w:val="28"/>
        </w:rPr>
      </w:pPr>
    </w:p>
    <w:p w:rsidR="008A08FA" w:rsidRDefault="008A08FA" w:rsidP="00FA1A72">
      <w:pPr>
        <w:jc w:val="both"/>
        <w:rPr>
          <w:szCs w:val="28"/>
        </w:rPr>
      </w:pPr>
    </w:p>
    <w:p w:rsidR="008A08FA" w:rsidRDefault="008A08FA" w:rsidP="00FA1A72">
      <w:pPr>
        <w:jc w:val="both"/>
        <w:rPr>
          <w:szCs w:val="28"/>
        </w:rPr>
      </w:pPr>
    </w:p>
    <w:p w:rsidR="008A08FA" w:rsidRPr="00FD34F6" w:rsidRDefault="008A08FA">
      <w:pPr>
        <w:rPr>
          <w:sz w:val="6"/>
          <w:szCs w:val="6"/>
        </w:rPr>
      </w:pPr>
    </w:p>
    <w:p w:rsidR="008A08FA" w:rsidRDefault="008A08FA" w:rsidP="00EF6F81">
      <w:pPr>
        <w:jc w:val="center"/>
        <w:rPr>
          <w:szCs w:val="28"/>
        </w:rPr>
        <w:sectPr w:rsidR="008A08FA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A08FA" w:rsidRPr="00484E94" w:rsidRDefault="008A08FA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8A08FA" w:rsidRPr="00484E94" w:rsidRDefault="008A08FA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8A08FA" w:rsidRPr="0016103B" w:rsidRDefault="008A08FA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8A08FA" w:rsidRPr="00484E94" w:rsidRDefault="008A08FA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8A08FA" w:rsidRDefault="008A08FA" w:rsidP="00484E94">
      <w:pPr>
        <w:jc w:val="both"/>
      </w:pPr>
    </w:p>
    <w:p w:rsidR="008A08FA" w:rsidRPr="00484E94" w:rsidRDefault="008A08FA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8A08FA" w:rsidRPr="00484E94" w:rsidRDefault="008A08FA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8A08FA" w:rsidRDefault="008A08FA" w:rsidP="00C34E02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8A08FA" w:rsidRDefault="008A08FA" w:rsidP="00C34E02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8A08FA" w:rsidRDefault="008A08FA" w:rsidP="00C34E02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8A08FA" w:rsidRDefault="008A08FA" w:rsidP="00C34E02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8A08FA" w:rsidRDefault="008A08FA" w:rsidP="00C34E02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8A08FA" w:rsidRDefault="008A08FA" w:rsidP="00C34E02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8A08FA" w:rsidRDefault="008A08FA" w:rsidP="00C34E02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8A08FA" w:rsidRDefault="008A08FA" w:rsidP="00C34E02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8A08FA" w:rsidRDefault="008A08FA" w:rsidP="00C34E02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8A08FA" w:rsidRDefault="008A08FA" w:rsidP="00C34E02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8A08FA" w:rsidRDefault="008A08FA" w:rsidP="00C34E02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8A08FA" w:rsidRDefault="008A08FA" w:rsidP="00C34E02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8A08FA" w:rsidRDefault="008A08FA" w:rsidP="00C34E02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8A08FA" w:rsidRDefault="008A08FA" w:rsidP="00C34E02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8A08FA" w:rsidRDefault="008A08FA" w:rsidP="00C34E02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8A08FA" w:rsidRDefault="008A08FA" w:rsidP="00C34E02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8A08FA" w:rsidRDefault="008A08FA" w:rsidP="00C34E02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8A08FA" w:rsidRDefault="008A08FA" w:rsidP="00C34E02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8A08FA" w:rsidRDefault="008A08FA" w:rsidP="00C34E02">
      <w:pPr>
        <w:pStyle w:val="ConsPlusNormal0"/>
        <w:ind w:firstLine="709"/>
        <w:jc w:val="both"/>
      </w:pPr>
      <w:r>
        <w:t>Заказчик:</w:t>
      </w:r>
    </w:p>
    <w:p w:rsidR="008A08FA" w:rsidRDefault="008A08FA" w:rsidP="00C34E02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C34E02">
          <w:rPr>
            <w:rStyle w:val="Hyperlink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8A08FA" w:rsidRDefault="008A08FA" w:rsidP="00C34E02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8A08FA" w:rsidRDefault="008A08FA" w:rsidP="00C34E02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8A08FA" w:rsidRDefault="008A08FA" w:rsidP="00C34E02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8A08FA" w:rsidRDefault="008A08FA" w:rsidP="00C34E02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8A08FA" w:rsidRDefault="008A08FA" w:rsidP="00C34E02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8A08FA" w:rsidRDefault="008A08FA" w:rsidP="00C34E02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C34E02">
          <w:rPr>
            <w:rStyle w:val="Hyperlink"/>
            <w:color w:val="auto"/>
            <w:u w:val="none"/>
          </w:rPr>
          <w:t>законом</w:t>
        </w:r>
      </w:hyperlink>
      <w:r w:rsidRPr="00C34E02">
        <w:t xml:space="preserve"> </w:t>
      </w:r>
      <w:r>
        <w:t>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8A08FA" w:rsidRDefault="008A08FA" w:rsidP="00C34E02">
      <w:pPr>
        <w:pStyle w:val="ConsPlusNormal0"/>
        <w:ind w:firstLine="709"/>
        <w:jc w:val="both"/>
      </w:pPr>
    </w:p>
    <w:p w:rsidR="008A08FA" w:rsidRDefault="008A08FA" w:rsidP="00484E94">
      <w:pPr>
        <w:ind w:firstLine="709"/>
        <w:jc w:val="both"/>
        <w:rPr>
          <w:szCs w:val="28"/>
        </w:rPr>
      </w:pPr>
    </w:p>
    <w:p w:rsidR="008A08FA" w:rsidRDefault="008A08FA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8A08FA" w:rsidRDefault="008A08FA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8A08FA" w:rsidRDefault="008A08FA" w:rsidP="00B47CC7">
      <w:pPr>
        <w:rPr>
          <w:szCs w:val="28"/>
        </w:rPr>
        <w:sectPr w:rsidR="008A08FA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Т.И. Опарина</w:t>
      </w:r>
    </w:p>
    <w:p w:rsidR="008A08FA" w:rsidRDefault="008A08FA" w:rsidP="001F5CA2">
      <w:pPr>
        <w:jc w:val="center"/>
        <w:rPr>
          <w:b/>
        </w:rPr>
      </w:pPr>
    </w:p>
    <w:sectPr w:rsidR="008A08F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08FA" w:rsidRDefault="008A08FA" w:rsidP="00EF6F81">
      <w:r>
        <w:separator/>
      </w:r>
    </w:p>
  </w:endnote>
  <w:endnote w:type="continuationSeparator" w:id="0">
    <w:p w:rsidR="008A08FA" w:rsidRDefault="008A08FA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08FA" w:rsidRDefault="008A08FA" w:rsidP="00EF6F81">
      <w:r>
        <w:separator/>
      </w:r>
    </w:p>
  </w:footnote>
  <w:footnote w:type="continuationSeparator" w:id="0">
    <w:p w:rsidR="008A08FA" w:rsidRDefault="008A08FA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8FA" w:rsidRDefault="008A08FA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8FA" w:rsidRDefault="008A08FA">
    <w:pPr>
      <w:pStyle w:val="Header"/>
      <w:jc w:val="center"/>
    </w:pPr>
  </w:p>
  <w:p w:rsidR="008A08FA" w:rsidRDefault="008A08FA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8A08FA" w:rsidRPr="00F945BC" w:rsidRDefault="008A08FA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A7D"/>
    <w:rsid w:val="00036BA0"/>
    <w:rsid w:val="00046F33"/>
    <w:rsid w:val="000520B4"/>
    <w:rsid w:val="0005300F"/>
    <w:rsid w:val="0005555B"/>
    <w:rsid w:val="000669A4"/>
    <w:rsid w:val="00067BE9"/>
    <w:rsid w:val="00067C9E"/>
    <w:rsid w:val="00073545"/>
    <w:rsid w:val="00084551"/>
    <w:rsid w:val="00084E42"/>
    <w:rsid w:val="0009591D"/>
    <w:rsid w:val="00097330"/>
    <w:rsid w:val="000A3A2B"/>
    <w:rsid w:val="000A5167"/>
    <w:rsid w:val="000B0521"/>
    <w:rsid w:val="000B4AE6"/>
    <w:rsid w:val="000C1918"/>
    <w:rsid w:val="000C3C23"/>
    <w:rsid w:val="000C3FBF"/>
    <w:rsid w:val="000D1B88"/>
    <w:rsid w:val="000D42BE"/>
    <w:rsid w:val="000D5144"/>
    <w:rsid w:val="000D7C81"/>
    <w:rsid w:val="000E5F26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35F97"/>
    <w:rsid w:val="001403D0"/>
    <w:rsid w:val="00143C57"/>
    <w:rsid w:val="00145E87"/>
    <w:rsid w:val="0015265A"/>
    <w:rsid w:val="00153625"/>
    <w:rsid w:val="0015372F"/>
    <w:rsid w:val="00154016"/>
    <w:rsid w:val="0015544B"/>
    <w:rsid w:val="0016103B"/>
    <w:rsid w:val="00162358"/>
    <w:rsid w:val="0016462B"/>
    <w:rsid w:val="001648BD"/>
    <w:rsid w:val="001658ED"/>
    <w:rsid w:val="00167C70"/>
    <w:rsid w:val="00172D6C"/>
    <w:rsid w:val="00173D9E"/>
    <w:rsid w:val="00176619"/>
    <w:rsid w:val="00177C88"/>
    <w:rsid w:val="001813B1"/>
    <w:rsid w:val="00185966"/>
    <w:rsid w:val="00190885"/>
    <w:rsid w:val="00191F96"/>
    <w:rsid w:val="0019577F"/>
    <w:rsid w:val="001A1BB4"/>
    <w:rsid w:val="001B743E"/>
    <w:rsid w:val="001B7870"/>
    <w:rsid w:val="001B7AD5"/>
    <w:rsid w:val="001D080B"/>
    <w:rsid w:val="001D1214"/>
    <w:rsid w:val="001D3418"/>
    <w:rsid w:val="001D4E9D"/>
    <w:rsid w:val="001D4F5E"/>
    <w:rsid w:val="001D7426"/>
    <w:rsid w:val="001D7910"/>
    <w:rsid w:val="001E2B12"/>
    <w:rsid w:val="001E468C"/>
    <w:rsid w:val="001E7209"/>
    <w:rsid w:val="001F5CA2"/>
    <w:rsid w:val="001F7787"/>
    <w:rsid w:val="0020737A"/>
    <w:rsid w:val="00214AAC"/>
    <w:rsid w:val="00215EF9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27B9"/>
    <w:rsid w:val="00244C9F"/>
    <w:rsid w:val="00251B76"/>
    <w:rsid w:val="00257806"/>
    <w:rsid w:val="0026226A"/>
    <w:rsid w:val="00264B7B"/>
    <w:rsid w:val="0027081A"/>
    <w:rsid w:val="002716B2"/>
    <w:rsid w:val="00273BA4"/>
    <w:rsid w:val="00273C36"/>
    <w:rsid w:val="002742FE"/>
    <w:rsid w:val="0027430B"/>
    <w:rsid w:val="002743DB"/>
    <w:rsid w:val="00277CB3"/>
    <w:rsid w:val="00280F3A"/>
    <w:rsid w:val="00284AEB"/>
    <w:rsid w:val="002937AE"/>
    <w:rsid w:val="00295EB1"/>
    <w:rsid w:val="00297869"/>
    <w:rsid w:val="002A1837"/>
    <w:rsid w:val="002A2A51"/>
    <w:rsid w:val="002A39F5"/>
    <w:rsid w:val="002A7838"/>
    <w:rsid w:val="002B24B8"/>
    <w:rsid w:val="002B34B6"/>
    <w:rsid w:val="002C031E"/>
    <w:rsid w:val="002C1B0E"/>
    <w:rsid w:val="002C7291"/>
    <w:rsid w:val="002D2249"/>
    <w:rsid w:val="002D6BB0"/>
    <w:rsid w:val="002E0318"/>
    <w:rsid w:val="002E291E"/>
    <w:rsid w:val="002E5323"/>
    <w:rsid w:val="002E62B4"/>
    <w:rsid w:val="002E6595"/>
    <w:rsid w:val="00306055"/>
    <w:rsid w:val="003160FD"/>
    <w:rsid w:val="00324FC7"/>
    <w:rsid w:val="00325B03"/>
    <w:rsid w:val="00326F04"/>
    <w:rsid w:val="00337501"/>
    <w:rsid w:val="00345A6E"/>
    <w:rsid w:val="00347A6F"/>
    <w:rsid w:val="00347F5E"/>
    <w:rsid w:val="003500CE"/>
    <w:rsid w:val="003547EA"/>
    <w:rsid w:val="003559DB"/>
    <w:rsid w:val="00357F42"/>
    <w:rsid w:val="0036781F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A62EC"/>
    <w:rsid w:val="003B019F"/>
    <w:rsid w:val="003B3107"/>
    <w:rsid w:val="003B4B63"/>
    <w:rsid w:val="003C0D75"/>
    <w:rsid w:val="003C3A47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E65C3"/>
    <w:rsid w:val="003E7778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4312B"/>
    <w:rsid w:val="00455355"/>
    <w:rsid w:val="00455F5C"/>
    <w:rsid w:val="0046097C"/>
    <w:rsid w:val="0046202F"/>
    <w:rsid w:val="00465E45"/>
    <w:rsid w:val="00467446"/>
    <w:rsid w:val="00470DA3"/>
    <w:rsid w:val="00472B1D"/>
    <w:rsid w:val="00472C1C"/>
    <w:rsid w:val="004816D5"/>
    <w:rsid w:val="00483AFB"/>
    <w:rsid w:val="00484B97"/>
    <w:rsid w:val="00484E94"/>
    <w:rsid w:val="004852C0"/>
    <w:rsid w:val="00487F47"/>
    <w:rsid w:val="00491923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E172B"/>
    <w:rsid w:val="004E184B"/>
    <w:rsid w:val="004E3B65"/>
    <w:rsid w:val="004E660F"/>
    <w:rsid w:val="004E7A76"/>
    <w:rsid w:val="004F6D70"/>
    <w:rsid w:val="004F7016"/>
    <w:rsid w:val="0050378D"/>
    <w:rsid w:val="00503DDC"/>
    <w:rsid w:val="0050519C"/>
    <w:rsid w:val="00506C43"/>
    <w:rsid w:val="0050706A"/>
    <w:rsid w:val="00510D19"/>
    <w:rsid w:val="00532D11"/>
    <w:rsid w:val="0053507E"/>
    <w:rsid w:val="0054045D"/>
    <w:rsid w:val="0054063E"/>
    <w:rsid w:val="00543A38"/>
    <w:rsid w:val="005450A9"/>
    <w:rsid w:val="0055229B"/>
    <w:rsid w:val="00553CFA"/>
    <w:rsid w:val="00565F55"/>
    <w:rsid w:val="00570A58"/>
    <w:rsid w:val="005716FF"/>
    <w:rsid w:val="00571FAC"/>
    <w:rsid w:val="005734E0"/>
    <w:rsid w:val="005750C3"/>
    <w:rsid w:val="0058240E"/>
    <w:rsid w:val="00582A6E"/>
    <w:rsid w:val="00595B9D"/>
    <w:rsid w:val="00596287"/>
    <w:rsid w:val="005A449E"/>
    <w:rsid w:val="005A684E"/>
    <w:rsid w:val="005B3967"/>
    <w:rsid w:val="005B5962"/>
    <w:rsid w:val="005B7233"/>
    <w:rsid w:val="005B786B"/>
    <w:rsid w:val="005C4D2D"/>
    <w:rsid w:val="005C568F"/>
    <w:rsid w:val="005C6C01"/>
    <w:rsid w:val="005E20DC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464"/>
    <w:rsid w:val="00611F63"/>
    <w:rsid w:val="00614039"/>
    <w:rsid w:val="00617E6B"/>
    <w:rsid w:val="00621322"/>
    <w:rsid w:val="006245C5"/>
    <w:rsid w:val="00631501"/>
    <w:rsid w:val="00631920"/>
    <w:rsid w:val="006341E7"/>
    <w:rsid w:val="00634440"/>
    <w:rsid w:val="00634F90"/>
    <w:rsid w:val="006357FC"/>
    <w:rsid w:val="00647067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14CA"/>
    <w:rsid w:val="006976D8"/>
    <w:rsid w:val="00697A60"/>
    <w:rsid w:val="006A49C4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17972"/>
    <w:rsid w:val="00721EC5"/>
    <w:rsid w:val="0072497D"/>
    <w:rsid w:val="0072626C"/>
    <w:rsid w:val="00734025"/>
    <w:rsid w:val="00734314"/>
    <w:rsid w:val="00741C5B"/>
    <w:rsid w:val="00741FA6"/>
    <w:rsid w:val="00745D1A"/>
    <w:rsid w:val="007556E6"/>
    <w:rsid w:val="00756022"/>
    <w:rsid w:val="00757B19"/>
    <w:rsid w:val="00770883"/>
    <w:rsid w:val="00777CE4"/>
    <w:rsid w:val="00782AE6"/>
    <w:rsid w:val="00783D2D"/>
    <w:rsid w:val="0078526C"/>
    <w:rsid w:val="00790847"/>
    <w:rsid w:val="007A41C0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C7970"/>
    <w:rsid w:val="007D09D5"/>
    <w:rsid w:val="007D1D37"/>
    <w:rsid w:val="007E0D6B"/>
    <w:rsid w:val="007E3119"/>
    <w:rsid w:val="007E3A7D"/>
    <w:rsid w:val="007E702A"/>
    <w:rsid w:val="007F1C06"/>
    <w:rsid w:val="007F20C1"/>
    <w:rsid w:val="007F34E4"/>
    <w:rsid w:val="00802B22"/>
    <w:rsid w:val="00805238"/>
    <w:rsid w:val="0080648B"/>
    <w:rsid w:val="00806B35"/>
    <w:rsid w:val="0081373F"/>
    <w:rsid w:val="00822341"/>
    <w:rsid w:val="00823D33"/>
    <w:rsid w:val="00823EB0"/>
    <w:rsid w:val="00824605"/>
    <w:rsid w:val="00827AAA"/>
    <w:rsid w:val="00831B7E"/>
    <w:rsid w:val="0084599C"/>
    <w:rsid w:val="00845C4E"/>
    <w:rsid w:val="00846A87"/>
    <w:rsid w:val="00855115"/>
    <w:rsid w:val="008553FA"/>
    <w:rsid w:val="00856E15"/>
    <w:rsid w:val="00871AD5"/>
    <w:rsid w:val="00876805"/>
    <w:rsid w:val="00877383"/>
    <w:rsid w:val="008825EF"/>
    <w:rsid w:val="00883BAB"/>
    <w:rsid w:val="00885C29"/>
    <w:rsid w:val="00890443"/>
    <w:rsid w:val="008924E5"/>
    <w:rsid w:val="00896A24"/>
    <w:rsid w:val="008A06FC"/>
    <w:rsid w:val="008A08FA"/>
    <w:rsid w:val="008A24E1"/>
    <w:rsid w:val="008A32AD"/>
    <w:rsid w:val="008A6FA1"/>
    <w:rsid w:val="008B08D9"/>
    <w:rsid w:val="008B2122"/>
    <w:rsid w:val="008C2B7A"/>
    <w:rsid w:val="008C7F0B"/>
    <w:rsid w:val="008D1ADA"/>
    <w:rsid w:val="008D204E"/>
    <w:rsid w:val="008D361C"/>
    <w:rsid w:val="008E229A"/>
    <w:rsid w:val="008E3869"/>
    <w:rsid w:val="008E39E4"/>
    <w:rsid w:val="008E65A9"/>
    <w:rsid w:val="008F1C38"/>
    <w:rsid w:val="009013AF"/>
    <w:rsid w:val="00904240"/>
    <w:rsid w:val="00905F60"/>
    <w:rsid w:val="00910293"/>
    <w:rsid w:val="00911DA9"/>
    <w:rsid w:val="00912399"/>
    <w:rsid w:val="0092378A"/>
    <w:rsid w:val="0092688F"/>
    <w:rsid w:val="00935988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6600F"/>
    <w:rsid w:val="00970926"/>
    <w:rsid w:val="00972A9E"/>
    <w:rsid w:val="00973F14"/>
    <w:rsid w:val="0097458B"/>
    <w:rsid w:val="009745F9"/>
    <w:rsid w:val="009838F0"/>
    <w:rsid w:val="009927A9"/>
    <w:rsid w:val="00994207"/>
    <w:rsid w:val="00994548"/>
    <w:rsid w:val="0099567A"/>
    <w:rsid w:val="009A1BB1"/>
    <w:rsid w:val="009A48D2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22D5"/>
    <w:rsid w:val="00A02498"/>
    <w:rsid w:val="00A03E7E"/>
    <w:rsid w:val="00A06F80"/>
    <w:rsid w:val="00A1507B"/>
    <w:rsid w:val="00A23046"/>
    <w:rsid w:val="00A23788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1E29"/>
    <w:rsid w:val="00A84785"/>
    <w:rsid w:val="00A96A8D"/>
    <w:rsid w:val="00AA0D84"/>
    <w:rsid w:val="00AA5C4B"/>
    <w:rsid w:val="00AA7594"/>
    <w:rsid w:val="00AB5854"/>
    <w:rsid w:val="00AC26F6"/>
    <w:rsid w:val="00AC6410"/>
    <w:rsid w:val="00AC6F55"/>
    <w:rsid w:val="00AD5F7E"/>
    <w:rsid w:val="00AD7804"/>
    <w:rsid w:val="00AD7BD4"/>
    <w:rsid w:val="00AE09CA"/>
    <w:rsid w:val="00AE7059"/>
    <w:rsid w:val="00AF0F6B"/>
    <w:rsid w:val="00AF1DE5"/>
    <w:rsid w:val="00AF3593"/>
    <w:rsid w:val="00AF35BD"/>
    <w:rsid w:val="00AF362F"/>
    <w:rsid w:val="00AF7ACB"/>
    <w:rsid w:val="00B07228"/>
    <w:rsid w:val="00B12FB3"/>
    <w:rsid w:val="00B149A9"/>
    <w:rsid w:val="00B14FE2"/>
    <w:rsid w:val="00B1619A"/>
    <w:rsid w:val="00B169D6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0358"/>
    <w:rsid w:val="00B46929"/>
    <w:rsid w:val="00B47CC7"/>
    <w:rsid w:val="00B51199"/>
    <w:rsid w:val="00B54485"/>
    <w:rsid w:val="00B562F6"/>
    <w:rsid w:val="00B56C96"/>
    <w:rsid w:val="00B57633"/>
    <w:rsid w:val="00B648BF"/>
    <w:rsid w:val="00B64B51"/>
    <w:rsid w:val="00B67874"/>
    <w:rsid w:val="00B7169A"/>
    <w:rsid w:val="00B76896"/>
    <w:rsid w:val="00B85358"/>
    <w:rsid w:val="00B86C1B"/>
    <w:rsid w:val="00B86DD3"/>
    <w:rsid w:val="00B87A68"/>
    <w:rsid w:val="00B93778"/>
    <w:rsid w:val="00B946DD"/>
    <w:rsid w:val="00B94A0C"/>
    <w:rsid w:val="00BA5003"/>
    <w:rsid w:val="00BA5B89"/>
    <w:rsid w:val="00BA76D6"/>
    <w:rsid w:val="00BA7AFB"/>
    <w:rsid w:val="00BB43B3"/>
    <w:rsid w:val="00BB769B"/>
    <w:rsid w:val="00BC3A0C"/>
    <w:rsid w:val="00BC5DC4"/>
    <w:rsid w:val="00BC5EDF"/>
    <w:rsid w:val="00BD16FB"/>
    <w:rsid w:val="00BD5F4F"/>
    <w:rsid w:val="00BD6208"/>
    <w:rsid w:val="00BE1191"/>
    <w:rsid w:val="00BE244F"/>
    <w:rsid w:val="00BE51FE"/>
    <w:rsid w:val="00BE75CB"/>
    <w:rsid w:val="00BF759C"/>
    <w:rsid w:val="00C0190C"/>
    <w:rsid w:val="00C02CE4"/>
    <w:rsid w:val="00C11F9E"/>
    <w:rsid w:val="00C1286D"/>
    <w:rsid w:val="00C138C6"/>
    <w:rsid w:val="00C1508F"/>
    <w:rsid w:val="00C23387"/>
    <w:rsid w:val="00C25175"/>
    <w:rsid w:val="00C3292C"/>
    <w:rsid w:val="00C34E02"/>
    <w:rsid w:val="00C374A8"/>
    <w:rsid w:val="00C404E0"/>
    <w:rsid w:val="00C4141F"/>
    <w:rsid w:val="00C429D2"/>
    <w:rsid w:val="00C4367C"/>
    <w:rsid w:val="00C53808"/>
    <w:rsid w:val="00C576C0"/>
    <w:rsid w:val="00C667BF"/>
    <w:rsid w:val="00C71CC2"/>
    <w:rsid w:val="00C72F57"/>
    <w:rsid w:val="00C75EAF"/>
    <w:rsid w:val="00C76645"/>
    <w:rsid w:val="00C769C5"/>
    <w:rsid w:val="00C81107"/>
    <w:rsid w:val="00C8136C"/>
    <w:rsid w:val="00CA247E"/>
    <w:rsid w:val="00CA4C8E"/>
    <w:rsid w:val="00CA61D6"/>
    <w:rsid w:val="00CA63B2"/>
    <w:rsid w:val="00CA76C1"/>
    <w:rsid w:val="00CB0457"/>
    <w:rsid w:val="00CB24FB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500C"/>
    <w:rsid w:val="00D047A4"/>
    <w:rsid w:val="00D07253"/>
    <w:rsid w:val="00D0764C"/>
    <w:rsid w:val="00D11C47"/>
    <w:rsid w:val="00D21B4F"/>
    <w:rsid w:val="00D2251E"/>
    <w:rsid w:val="00D24F59"/>
    <w:rsid w:val="00D30666"/>
    <w:rsid w:val="00D341F7"/>
    <w:rsid w:val="00D3506A"/>
    <w:rsid w:val="00D50A29"/>
    <w:rsid w:val="00D510F8"/>
    <w:rsid w:val="00D57F3E"/>
    <w:rsid w:val="00D65A5D"/>
    <w:rsid w:val="00D66DD0"/>
    <w:rsid w:val="00D67385"/>
    <w:rsid w:val="00D74072"/>
    <w:rsid w:val="00D7588E"/>
    <w:rsid w:val="00D814EC"/>
    <w:rsid w:val="00D87475"/>
    <w:rsid w:val="00D91580"/>
    <w:rsid w:val="00D9235A"/>
    <w:rsid w:val="00DA00D1"/>
    <w:rsid w:val="00DA07D9"/>
    <w:rsid w:val="00DA0DE0"/>
    <w:rsid w:val="00DA1FBD"/>
    <w:rsid w:val="00DA2C96"/>
    <w:rsid w:val="00DA4ED8"/>
    <w:rsid w:val="00DA5916"/>
    <w:rsid w:val="00DB503E"/>
    <w:rsid w:val="00DC605B"/>
    <w:rsid w:val="00DD1C2E"/>
    <w:rsid w:val="00DD2E0E"/>
    <w:rsid w:val="00DD49F6"/>
    <w:rsid w:val="00DD4EA0"/>
    <w:rsid w:val="00DD5EA2"/>
    <w:rsid w:val="00DD5F0A"/>
    <w:rsid w:val="00DE264F"/>
    <w:rsid w:val="00DE3544"/>
    <w:rsid w:val="00DE754D"/>
    <w:rsid w:val="00DF23BC"/>
    <w:rsid w:val="00DF42DA"/>
    <w:rsid w:val="00E00492"/>
    <w:rsid w:val="00E005C3"/>
    <w:rsid w:val="00E03A2A"/>
    <w:rsid w:val="00E16C14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3892"/>
    <w:rsid w:val="00E74312"/>
    <w:rsid w:val="00E746A1"/>
    <w:rsid w:val="00E77B71"/>
    <w:rsid w:val="00E803BD"/>
    <w:rsid w:val="00E813D0"/>
    <w:rsid w:val="00E823BE"/>
    <w:rsid w:val="00E824EC"/>
    <w:rsid w:val="00E84B65"/>
    <w:rsid w:val="00E87B77"/>
    <w:rsid w:val="00E96452"/>
    <w:rsid w:val="00E97A97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24CB1"/>
    <w:rsid w:val="00F268FB"/>
    <w:rsid w:val="00F31FEC"/>
    <w:rsid w:val="00F32117"/>
    <w:rsid w:val="00F36F38"/>
    <w:rsid w:val="00F43866"/>
    <w:rsid w:val="00F43926"/>
    <w:rsid w:val="00F441D3"/>
    <w:rsid w:val="00F57EFB"/>
    <w:rsid w:val="00F60E47"/>
    <w:rsid w:val="00F65DF0"/>
    <w:rsid w:val="00F677FC"/>
    <w:rsid w:val="00F67E40"/>
    <w:rsid w:val="00F67FAD"/>
    <w:rsid w:val="00F707E1"/>
    <w:rsid w:val="00F72601"/>
    <w:rsid w:val="00F73275"/>
    <w:rsid w:val="00F77F10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0B6C"/>
    <w:rsid w:val="00FA1A72"/>
    <w:rsid w:val="00FA3840"/>
    <w:rsid w:val="00FA67D3"/>
    <w:rsid w:val="00FB065A"/>
    <w:rsid w:val="00FB3C76"/>
    <w:rsid w:val="00FC2799"/>
    <w:rsid w:val="00FD34F6"/>
    <w:rsid w:val="00FD486E"/>
    <w:rsid w:val="00FD579D"/>
    <w:rsid w:val="00FE0BE3"/>
    <w:rsid w:val="00FE41F3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26282F"/>
    </w:rPr>
  </w:style>
  <w:style w:type="paragraph" w:styleId="NoSpacing">
    <w:name w:val="No Spacing"/>
    <w:uiPriority w:val="99"/>
    <w:qFormat/>
    <w:rsid w:val="001D4F5E"/>
    <w:pPr>
      <w:suppressAutoHyphens/>
    </w:pPr>
    <w:rPr>
      <w:rFonts w:ascii="Times New Roman" w:eastAsia="Times New Roman" w:hAnsi="Times New Roman"/>
      <w:kern w:val="2"/>
      <w:sz w:val="24"/>
      <w:szCs w:val="24"/>
      <w:lang w:eastAsia="zh-CN"/>
    </w:rPr>
  </w:style>
  <w:style w:type="character" w:styleId="Hyperlink">
    <w:name w:val="Hyperlink"/>
    <w:basedOn w:val="DefaultParagraphFont"/>
    <w:uiPriority w:val="99"/>
    <w:rsid w:val="00C34E0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4958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8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8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8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8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8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8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8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2518</TotalTime>
  <Pages>12</Pages>
  <Words>2028</Words>
  <Characters>11562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260</cp:revision>
  <cp:lastPrinted>2021-06-11T06:36:00Z</cp:lastPrinted>
  <dcterms:created xsi:type="dcterms:W3CDTF">2018-08-07T11:48:00Z</dcterms:created>
  <dcterms:modified xsi:type="dcterms:W3CDTF">2023-04-18T05:27:00Z</dcterms:modified>
</cp:coreProperties>
</file>