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2C4AFA" w:rsidRPr="00F945BC" w:rsidTr="00F945BC">
        <w:tc>
          <w:tcPr>
            <w:tcW w:w="8934" w:type="dxa"/>
          </w:tcPr>
          <w:p w:rsidR="002C4AFA" w:rsidRPr="00F945BC" w:rsidRDefault="002C4AF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2C4AFA" w:rsidRDefault="002C4A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2C4AFA" w:rsidRDefault="002C4A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2C4AFA" w:rsidRPr="00EE5BAC" w:rsidRDefault="002C4A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17.04.2023 № 54</w:t>
            </w:r>
          </w:p>
          <w:p w:rsidR="002C4AFA" w:rsidRPr="00EE5BAC" w:rsidRDefault="002C4AF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2C4AFA" w:rsidRPr="00EE5BAC" w:rsidRDefault="002C4A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2C4AFA" w:rsidRPr="00EE5BAC" w:rsidRDefault="002C4A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C4AFA" w:rsidRPr="00EE5BAC" w:rsidRDefault="002C4A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2C4AFA" w:rsidRDefault="002C4A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2C4AFA" w:rsidRPr="00F945BC" w:rsidRDefault="002C4A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2C4AFA" w:rsidRPr="00885C29" w:rsidRDefault="002C4AFA" w:rsidP="001157F7"/>
    <w:p w:rsidR="002C4AFA" w:rsidRDefault="002C4AF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2C4AFA" w:rsidRPr="009931E8" w:rsidRDefault="002C4AF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2C4AFA" w:rsidRDefault="002C4AFA" w:rsidP="00BB769B">
      <w:pPr>
        <w:jc w:val="center"/>
        <w:rPr>
          <w:b/>
          <w:szCs w:val="28"/>
        </w:rPr>
      </w:pPr>
    </w:p>
    <w:p w:rsidR="002C4AFA" w:rsidRPr="00950972" w:rsidRDefault="002C4AF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2C4AFA" w:rsidRPr="009931E8" w:rsidRDefault="002C4AF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2C4AFA" w:rsidRPr="00950972" w:rsidRDefault="002C4AF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Pr="00855115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2C4AFA" w:rsidRPr="0096600F" w:rsidRDefault="002C4AF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Pr="00E823BE" w:rsidRDefault="002C4AF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2C4AFA" w:rsidRPr="00E823BE" w:rsidRDefault="002C4AF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2C4AFA" w:rsidRPr="00525789" w:rsidRDefault="002C4AF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2C4AFA" w:rsidRPr="00190885" w:rsidRDefault="002C4AFA" w:rsidP="00702AAE">
            <w:pPr>
              <w:rPr>
                <w:b/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Pr="00190885" w:rsidRDefault="002C4AF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Default="002C4AF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2C4AFA" w:rsidRDefault="002C4AF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2C4AFA" w:rsidRPr="009F22D5" w:rsidRDefault="002C4AFA" w:rsidP="00F9512D">
            <w:pPr>
              <w:rPr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2C4AFA" w:rsidRDefault="002C4AF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2C4AFA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администрации);</w:t>
            </w:r>
          </w:p>
          <w:p w:rsidR="002C4AFA" w:rsidRPr="00425866" w:rsidRDefault="002C4AF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экскаватора.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C4AFA" w:rsidRPr="00A46A72" w:rsidRDefault="002C4AFA" w:rsidP="00F9512D">
            <w:pPr>
              <w:rPr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2C4AFA" w:rsidRPr="00A46A72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2C4AFA" w:rsidRPr="00190885" w:rsidRDefault="002C4AF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2C4AFA" w:rsidRPr="00190885" w:rsidRDefault="002C4A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2C4AFA" w:rsidRPr="00190885" w:rsidRDefault="002C4A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2C4AFA" w:rsidRPr="00190885" w:rsidRDefault="002C4A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2C4AFA" w:rsidRPr="00190885" w:rsidRDefault="002C4A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2C4AFA" w:rsidRPr="00190885" w:rsidRDefault="002C4A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18922,3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18922,3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C4AFA" w:rsidRPr="00190885" w:rsidRDefault="002C4AFA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18922,3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18922,3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FA" w:rsidRPr="008A6FA1" w:rsidTr="00F9512D">
        <w:tc>
          <w:tcPr>
            <w:tcW w:w="14560" w:type="dxa"/>
            <w:gridSpan w:val="6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FA" w:rsidRPr="008A6FA1" w:rsidTr="00F9512D">
        <w:tc>
          <w:tcPr>
            <w:tcW w:w="14560" w:type="dxa"/>
            <w:gridSpan w:val="6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</w:p>
        </w:tc>
      </w:tr>
      <w:tr w:rsidR="002C4AFA" w:rsidRPr="008A6FA1" w:rsidTr="00F9512D">
        <w:tc>
          <w:tcPr>
            <w:tcW w:w="6374" w:type="dxa"/>
          </w:tcPr>
          <w:p w:rsidR="002C4AFA" w:rsidRPr="00190885" w:rsidRDefault="002C4A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4AFA" w:rsidRPr="00190885" w:rsidRDefault="002C4A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4AFA" w:rsidRDefault="002C4AFA" w:rsidP="00EF6F81">
      <w:pPr>
        <w:jc w:val="center"/>
        <w:rPr>
          <w:szCs w:val="28"/>
        </w:rPr>
        <w:sectPr w:rsidR="002C4AF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C4AFA" w:rsidRDefault="002C4AF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2C4AFA" w:rsidRPr="009931E8" w:rsidRDefault="002C4AF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2C4AFA" w:rsidRDefault="002C4AFA" w:rsidP="00835F4C">
      <w:pPr>
        <w:pStyle w:val="ListParagraph"/>
        <w:ind w:left="360"/>
        <w:jc w:val="center"/>
      </w:pPr>
    </w:p>
    <w:p w:rsidR="002C4AFA" w:rsidRDefault="002C4AF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2C4AFA" w:rsidRDefault="002C4AFA" w:rsidP="00EF6F81">
      <w:pPr>
        <w:jc w:val="center"/>
        <w:rPr>
          <w:szCs w:val="28"/>
        </w:rPr>
      </w:pPr>
    </w:p>
    <w:p w:rsidR="002C4AFA" w:rsidRPr="009931E8" w:rsidRDefault="002C4AF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2C4AFA" w:rsidRPr="004408E3" w:rsidRDefault="002C4AFA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2C4AFA" w:rsidRDefault="002C4AF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2C4AFA" w:rsidTr="00F9512D">
        <w:tc>
          <w:tcPr>
            <w:tcW w:w="648" w:type="dxa"/>
            <w:vMerge w:val="restart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2C4AFA" w:rsidRPr="00AC26F6" w:rsidRDefault="002C4A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2C4AFA" w:rsidRPr="00AC26F6" w:rsidRDefault="002C4A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2C4AFA" w:rsidTr="00F9512D">
        <w:tc>
          <w:tcPr>
            <w:tcW w:w="648" w:type="dxa"/>
            <w:vMerge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2C4AFA" w:rsidRPr="00AC26F6" w:rsidRDefault="002C4A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2C4AFA" w:rsidRPr="00AC26F6" w:rsidRDefault="002C4A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2C4AFA" w:rsidTr="00F9512D">
        <w:tc>
          <w:tcPr>
            <w:tcW w:w="648" w:type="dxa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2C4AFA" w:rsidRPr="00AC26F6" w:rsidRDefault="002C4AF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2C4AFA" w:rsidTr="00F9512D">
        <w:tc>
          <w:tcPr>
            <w:tcW w:w="648" w:type="dxa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2C4AFA" w:rsidTr="009C3DF6">
        <w:tc>
          <w:tcPr>
            <w:tcW w:w="648" w:type="dxa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2C4AFA" w:rsidRPr="00C25175" w:rsidRDefault="002C4AF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2C4AFA" w:rsidRDefault="002C4AF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2C4AFA" w:rsidRPr="00C25175" w:rsidRDefault="002C4AF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2C4AFA" w:rsidRPr="00C25175" w:rsidRDefault="002C4AF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2C4AFA" w:rsidRPr="00877383" w:rsidRDefault="002C4AF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2C4AFA" w:rsidTr="00F9512D">
        <w:tc>
          <w:tcPr>
            <w:tcW w:w="648" w:type="dxa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</w:p>
        </w:tc>
      </w:tr>
      <w:tr w:rsidR="002C4AFA" w:rsidTr="00F9512D">
        <w:tc>
          <w:tcPr>
            <w:tcW w:w="648" w:type="dxa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2C4AFA" w:rsidRPr="00C25175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877383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2C4AFA" w:rsidRPr="00C25175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877383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2C4AFA" w:rsidRPr="00C25175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2C4AFA" w:rsidRPr="00AC26F6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C4AFA" w:rsidRPr="00AC26F6" w:rsidRDefault="002C4A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AC26F6" w:rsidRDefault="002C4AF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AC26F6" w:rsidRDefault="002C4AF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AC26F6" w:rsidRDefault="002C4AF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AC26F6" w:rsidRDefault="002C4AF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2C4AFA" w:rsidRPr="00B73EA7" w:rsidRDefault="002C4AF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администрации)</w:t>
            </w: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C4AFA" w:rsidRPr="00B73EA7" w:rsidRDefault="002C4AF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2C4AFA" w:rsidRPr="00B73EA7" w:rsidRDefault="002C4AFA" w:rsidP="00F9512D">
            <w:pPr>
              <w:jc w:val="center"/>
              <w:rPr>
                <w:szCs w:val="28"/>
              </w:rPr>
            </w:pPr>
          </w:p>
        </w:tc>
      </w:tr>
      <w:tr w:rsidR="002C4AFA" w:rsidTr="00F9512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2C4AFA" w:rsidRPr="0044645B" w:rsidRDefault="002C4AF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2C4AFA" w:rsidRPr="00AC26F6" w:rsidRDefault="002C4AFA" w:rsidP="00F9512D">
            <w:pPr>
              <w:jc w:val="center"/>
              <w:rPr>
                <w:szCs w:val="28"/>
              </w:rPr>
            </w:pPr>
          </w:p>
        </w:tc>
      </w:tr>
      <w:tr w:rsidR="002C4AFA" w:rsidTr="0051689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2C4AFA" w:rsidRPr="00C25175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C25175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877383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2C4AFA" w:rsidTr="0051689D">
        <w:tc>
          <w:tcPr>
            <w:tcW w:w="648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2C4AFA" w:rsidRDefault="002C4AF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2C4AFA" w:rsidRPr="00AC26F6" w:rsidRDefault="002C4A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AC26F6" w:rsidRDefault="002C4A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C4AFA" w:rsidTr="0051689D">
        <w:tc>
          <w:tcPr>
            <w:tcW w:w="648" w:type="dxa"/>
            <w:vAlign w:val="center"/>
          </w:tcPr>
          <w:p w:rsidR="002C4AFA" w:rsidRPr="00AC26F6" w:rsidRDefault="002C4AF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2C4AFA" w:rsidRDefault="002C4AF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2C4AFA" w:rsidRPr="00C25175" w:rsidRDefault="002C4AF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2C4AFA" w:rsidRDefault="002C4AF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C4AFA" w:rsidRPr="00C25175" w:rsidRDefault="002C4AF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2C4AFA" w:rsidRPr="00C25175" w:rsidRDefault="002C4AF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2C4AFA" w:rsidRPr="00877383" w:rsidRDefault="002C4AF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2C4AFA" w:rsidRPr="00A74297" w:rsidRDefault="002C4AFA" w:rsidP="00225687">
      <w:pPr>
        <w:jc w:val="center"/>
        <w:rPr>
          <w:b/>
          <w:szCs w:val="28"/>
        </w:rPr>
      </w:pPr>
    </w:p>
    <w:p w:rsidR="002C4AFA" w:rsidRPr="00225687" w:rsidRDefault="002C4AFA">
      <w:pPr>
        <w:rPr>
          <w:sz w:val="6"/>
          <w:szCs w:val="6"/>
        </w:rPr>
      </w:pPr>
    </w:p>
    <w:p w:rsidR="002C4AFA" w:rsidRDefault="002C4AFA" w:rsidP="007B66AB">
      <w:pPr>
        <w:pStyle w:val="ConsPlusNormal0"/>
        <w:rPr>
          <w:b/>
        </w:rPr>
      </w:pPr>
    </w:p>
    <w:p w:rsidR="002C4AFA" w:rsidRDefault="002C4AFA" w:rsidP="007B66AB">
      <w:pPr>
        <w:pStyle w:val="ConsPlusNormal0"/>
        <w:rPr>
          <w:b/>
        </w:rPr>
      </w:pPr>
    </w:p>
    <w:p w:rsidR="002C4AFA" w:rsidRPr="003C75F8" w:rsidRDefault="002C4AF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2C4AFA" w:rsidRPr="003C75F8" w:rsidRDefault="002C4AF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2C4AFA" w:rsidRDefault="002C4AFA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2C4AFA" w:rsidRPr="003C75F8" w:rsidRDefault="002C4AF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2C4AFA" w:rsidRPr="00C404E0" w:rsidTr="00C404E0">
        <w:tc>
          <w:tcPr>
            <w:tcW w:w="730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2C4AFA" w:rsidRPr="0054045D" w:rsidRDefault="002C4AF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2C4AFA" w:rsidRPr="000B0521" w:rsidTr="00C404E0">
        <w:tc>
          <w:tcPr>
            <w:tcW w:w="726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2C4AFA" w:rsidRPr="000B0521" w:rsidRDefault="002C4A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2C4AFA" w:rsidRPr="00C404E0" w:rsidRDefault="002C4AF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2C4AFA" w:rsidRPr="00A1444D" w:rsidRDefault="002C4AF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2C4AFA" w:rsidRPr="00C404E0" w:rsidRDefault="002C4A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B51199" w:rsidRDefault="002C4AF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57EFB" w:rsidRDefault="002C4A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2C4AFA" w:rsidRPr="00F57EFB" w:rsidRDefault="002C4A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2C4AFA" w:rsidRPr="00F57EFB" w:rsidRDefault="002C4A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2C4AFA" w:rsidRPr="00A1444D" w:rsidRDefault="002C4AF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2C4AFA" w:rsidRPr="00C404E0" w:rsidRDefault="002C4A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2C4AFA" w:rsidRPr="00A1444D" w:rsidRDefault="002C4AF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2C4AFA" w:rsidRPr="00C404E0" w:rsidRDefault="002C4AF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2C4AFA" w:rsidRPr="00A1444D" w:rsidRDefault="002C4AF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2C4AFA" w:rsidRPr="00C404E0" w:rsidRDefault="002C4A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2C4AFA" w:rsidRPr="00F945BC" w:rsidRDefault="002C4AF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2C4AFA" w:rsidRPr="00A1444D" w:rsidRDefault="002C4AF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2C4AFA" w:rsidRPr="00C404E0" w:rsidRDefault="002C4AF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945BC" w:rsidRDefault="002C4AF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2C4AFA" w:rsidRPr="006E7245" w:rsidRDefault="002C4AF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2C4AFA" w:rsidRPr="006E7245" w:rsidRDefault="002C4AF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2C4AFA" w:rsidRPr="00F945BC" w:rsidRDefault="002C4AF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945BC" w:rsidRDefault="002C4AF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2C4AFA" w:rsidRPr="006E7245" w:rsidRDefault="002C4AF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2C4AFA" w:rsidRPr="006E7245" w:rsidRDefault="002C4AF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2C4AFA" w:rsidRPr="00F945BC" w:rsidRDefault="002C4AF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2C4AFA" w:rsidRPr="006E7245" w:rsidRDefault="002C4AF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2C4AFA" w:rsidRPr="00F945BC" w:rsidRDefault="002C4AF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2C4AFA" w:rsidRPr="006E7245" w:rsidRDefault="002C4AF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2C4AFA" w:rsidRDefault="002C4AF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2C4AFA" w:rsidRPr="006E7245" w:rsidRDefault="002C4AF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2C4AFA" w:rsidRPr="00F945BC" w:rsidRDefault="002C4AF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404E0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2C4AFA" w:rsidRPr="00671089" w:rsidRDefault="002C4AFA" w:rsidP="00C01CD8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2C4AFA" w:rsidRPr="00F945BC" w:rsidRDefault="002C4AF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</w:p>
        </w:tc>
      </w:tr>
      <w:tr w:rsidR="002C4AFA" w:rsidRPr="00F945BC" w:rsidTr="00C667BF">
        <w:tc>
          <w:tcPr>
            <w:tcW w:w="726" w:type="dxa"/>
          </w:tcPr>
          <w:p w:rsidR="002C4AFA" w:rsidRPr="00C404E0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2C4AFA" w:rsidRPr="00F945BC" w:rsidRDefault="002C4AF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2C4AFA" w:rsidRPr="00F945BC" w:rsidTr="001F298F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2C4AFA" w:rsidRPr="00164A97" w:rsidRDefault="002C4AF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2C4AFA" w:rsidRPr="00F57EFB" w:rsidRDefault="002C4AF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2C4AFA" w:rsidRPr="00F57EFB" w:rsidRDefault="002C4AF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C4AFA" w:rsidRPr="00F945BC" w:rsidTr="00215EF9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2C4AFA" w:rsidRPr="00164A97" w:rsidRDefault="002C4AF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2C4AFA" w:rsidRPr="00F945BC" w:rsidRDefault="002C4AF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Default="002C4AF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</w:tr>
      <w:tr w:rsidR="002C4AFA" w:rsidRPr="00F945BC" w:rsidTr="001F298F">
        <w:tc>
          <w:tcPr>
            <w:tcW w:w="726" w:type="dxa"/>
          </w:tcPr>
          <w:p w:rsidR="002C4AFA" w:rsidRDefault="002C4AF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2C4AFA" w:rsidRPr="00164A97" w:rsidRDefault="002C4AF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2C4AFA" w:rsidRPr="00164A97" w:rsidRDefault="002C4AF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C4AFA" w:rsidRPr="00F945BC" w:rsidRDefault="002C4AF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F945BC" w:rsidRDefault="002C4AF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</w:p>
        </w:tc>
      </w:tr>
      <w:tr w:rsidR="002C4AFA" w:rsidRPr="00F945BC" w:rsidTr="0004509A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2C4AFA" w:rsidRPr="003265A6" w:rsidRDefault="002C4AF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2C4AFA" w:rsidRPr="00F945BC" w:rsidTr="001F298F">
        <w:tc>
          <w:tcPr>
            <w:tcW w:w="726" w:type="dxa"/>
          </w:tcPr>
          <w:p w:rsidR="002C4AFA" w:rsidRDefault="002C4A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2C4AFA" w:rsidRPr="003265A6" w:rsidRDefault="002C4AF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2C4AFA" w:rsidRPr="003265A6" w:rsidRDefault="002C4AF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2C4AFA" w:rsidRPr="00F945BC" w:rsidRDefault="002C4AF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C4AFA" w:rsidRPr="00B853B0" w:rsidRDefault="002C4AF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2C4AFA" w:rsidRPr="0016103B" w:rsidRDefault="002C4AF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2C4AFA" w:rsidRPr="00FD664C" w:rsidRDefault="002C4AF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2C4AFA" w:rsidRPr="00B853B0" w:rsidRDefault="002C4AF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2C4AFA" w:rsidRPr="00F945BC" w:rsidRDefault="002C4AF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2C4AFA" w:rsidRPr="00F945BC" w:rsidRDefault="002C4AF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2C4AFA" w:rsidRPr="00F57EFB" w:rsidRDefault="002C4AF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C4AFA" w:rsidRPr="00F945BC" w:rsidRDefault="002C4AF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FA1A72">
      <w:pPr>
        <w:jc w:val="both"/>
        <w:rPr>
          <w:szCs w:val="28"/>
        </w:rPr>
      </w:pPr>
    </w:p>
    <w:p w:rsidR="002C4AFA" w:rsidRDefault="002C4AFA" w:rsidP="00EF6F81">
      <w:pPr>
        <w:jc w:val="center"/>
        <w:rPr>
          <w:szCs w:val="28"/>
        </w:rPr>
        <w:sectPr w:rsidR="002C4AF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C4AFA" w:rsidRDefault="002C4A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4AFA" w:rsidRPr="00484E94" w:rsidRDefault="002C4A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2C4AFA" w:rsidRPr="00484E94" w:rsidRDefault="002C4A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2C4AFA" w:rsidRPr="0016103B" w:rsidRDefault="002C4AF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2C4AFA" w:rsidRPr="00484E94" w:rsidRDefault="002C4AF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2C4AFA" w:rsidRDefault="002C4AFA" w:rsidP="00484E94">
      <w:pPr>
        <w:jc w:val="both"/>
      </w:pPr>
    </w:p>
    <w:p w:rsidR="002C4AFA" w:rsidRPr="00484E94" w:rsidRDefault="002C4AF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2C4AFA" w:rsidRPr="00484E94" w:rsidRDefault="002C4A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2C4AFA" w:rsidRDefault="002C4AF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2C4AFA" w:rsidRDefault="002C4AF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2C4AFA" w:rsidRDefault="002C4AF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2C4AFA" w:rsidRDefault="002C4AF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2C4AFA" w:rsidRDefault="002C4AF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2C4AFA" w:rsidRDefault="002C4AF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2C4AFA" w:rsidRDefault="002C4AF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2C4AFA" w:rsidRDefault="002C4AF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2C4AFA" w:rsidRDefault="002C4AF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2C4AFA" w:rsidRDefault="002C4AF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2C4AFA" w:rsidRDefault="002C4AF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2C4AFA" w:rsidRDefault="002C4AF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2C4AFA" w:rsidRDefault="002C4AFA" w:rsidP="00E54AFA">
      <w:pPr>
        <w:pStyle w:val="ConsPlusNormal0"/>
        <w:ind w:firstLine="709"/>
        <w:jc w:val="both"/>
      </w:pPr>
      <w:r>
        <w:t>Заказчик:</w:t>
      </w:r>
    </w:p>
    <w:p w:rsidR="002C4AFA" w:rsidRDefault="002C4AF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C4AFA" w:rsidRDefault="002C4AF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2C4AFA" w:rsidRDefault="002C4AF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2C4AFA" w:rsidRDefault="002C4AF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2C4AFA" w:rsidRDefault="002C4AF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2C4AFA" w:rsidRDefault="002C4AF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2C4AFA" w:rsidRDefault="002C4AF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2C4AFA" w:rsidRDefault="002C4AFA" w:rsidP="00E54AFA">
      <w:pPr>
        <w:pStyle w:val="ConsPlusNormal0"/>
        <w:ind w:firstLine="709"/>
        <w:jc w:val="both"/>
      </w:pPr>
    </w:p>
    <w:p w:rsidR="002C4AFA" w:rsidRDefault="002C4AF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C4AFA" w:rsidRDefault="002C4AF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C4AFA" w:rsidRDefault="002C4AFA" w:rsidP="00B47CC7">
      <w:pPr>
        <w:rPr>
          <w:szCs w:val="28"/>
        </w:rPr>
        <w:sectPr w:rsidR="002C4AF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2C4AFA" w:rsidRDefault="002C4AFA" w:rsidP="001F5CA2">
      <w:pPr>
        <w:jc w:val="center"/>
        <w:rPr>
          <w:b/>
        </w:rPr>
      </w:pPr>
    </w:p>
    <w:sectPr w:rsidR="002C4AF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AFA" w:rsidRDefault="002C4AFA" w:rsidP="00EF6F81">
      <w:r>
        <w:separator/>
      </w:r>
    </w:p>
  </w:endnote>
  <w:endnote w:type="continuationSeparator" w:id="0">
    <w:p w:rsidR="002C4AFA" w:rsidRDefault="002C4AF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AFA" w:rsidRDefault="002C4AFA" w:rsidP="00EF6F81">
      <w:r>
        <w:separator/>
      </w:r>
    </w:p>
  </w:footnote>
  <w:footnote w:type="continuationSeparator" w:id="0">
    <w:p w:rsidR="002C4AFA" w:rsidRDefault="002C4AF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AFA" w:rsidRDefault="002C4AF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AFA" w:rsidRDefault="002C4AFA">
    <w:pPr>
      <w:pStyle w:val="Header"/>
      <w:jc w:val="center"/>
    </w:pPr>
  </w:p>
  <w:p w:rsidR="002C4AFA" w:rsidRDefault="002C4AF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4AFA" w:rsidRPr="00F945BC" w:rsidRDefault="002C4AF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663B"/>
    <w:rsid w:val="00017FA2"/>
    <w:rsid w:val="00023F4D"/>
    <w:rsid w:val="00031DF9"/>
    <w:rsid w:val="00032C29"/>
    <w:rsid w:val="000348BC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87030"/>
    <w:rsid w:val="00190885"/>
    <w:rsid w:val="0019577F"/>
    <w:rsid w:val="001A18A0"/>
    <w:rsid w:val="001A1BB4"/>
    <w:rsid w:val="001B4B7A"/>
    <w:rsid w:val="001B7870"/>
    <w:rsid w:val="001B7AD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2B3E"/>
    <w:rsid w:val="0038326C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0067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671C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5015"/>
    <w:rsid w:val="00716222"/>
    <w:rsid w:val="00734314"/>
    <w:rsid w:val="00741C5B"/>
    <w:rsid w:val="00741FA6"/>
    <w:rsid w:val="00745D1A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530"/>
    <w:rsid w:val="00911DA9"/>
    <w:rsid w:val="00921A11"/>
    <w:rsid w:val="0092369B"/>
    <w:rsid w:val="0092378A"/>
    <w:rsid w:val="00923EF4"/>
    <w:rsid w:val="0092688F"/>
    <w:rsid w:val="00937318"/>
    <w:rsid w:val="0094099E"/>
    <w:rsid w:val="00940B0C"/>
    <w:rsid w:val="00944B19"/>
    <w:rsid w:val="00944C39"/>
    <w:rsid w:val="00950972"/>
    <w:rsid w:val="00950F83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5003"/>
    <w:rsid w:val="00BA5B89"/>
    <w:rsid w:val="00BA661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259"/>
    <w:rsid w:val="00C53808"/>
    <w:rsid w:val="00C576C0"/>
    <w:rsid w:val="00C655B1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A247E"/>
    <w:rsid w:val="00CA61D6"/>
    <w:rsid w:val="00CA63B2"/>
    <w:rsid w:val="00CA76C1"/>
    <w:rsid w:val="00CB24FB"/>
    <w:rsid w:val="00CB2627"/>
    <w:rsid w:val="00CB280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62D9"/>
    <w:rsid w:val="00D91580"/>
    <w:rsid w:val="00D9235A"/>
    <w:rsid w:val="00DA00D1"/>
    <w:rsid w:val="00DA07D9"/>
    <w:rsid w:val="00DA0DE0"/>
    <w:rsid w:val="00DA2C96"/>
    <w:rsid w:val="00DA408C"/>
    <w:rsid w:val="00DA4ED8"/>
    <w:rsid w:val="00DA510A"/>
    <w:rsid w:val="00DA5916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173"/>
    <w:rsid w:val="00F23492"/>
    <w:rsid w:val="00F24CB1"/>
    <w:rsid w:val="00F2640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4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2620</TotalTime>
  <Pages>13</Pages>
  <Words>2241</Words>
  <Characters>12774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312</cp:revision>
  <cp:lastPrinted>2023-03-23T06:23:00Z</cp:lastPrinted>
  <dcterms:created xsi:type="dcterms:W3CDTF">2018-08-07T11:48:00Z</dcterms:created>
  <dcterms:modified xsi:type="dcterms:W3CDTF">2023-04-17T13:00:00Z</dcterms:modified>
</cp:coreProperties>
</file>