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F078A1" w:rsidRPr="00F945BC" w:rsidTr="00F945BC">
        <w:tc>
          <w:tcPr>
            <w:tcW w:w="8934" w:type="dxa"/>
          </w:tcPr>
          <w:p w:rsidR="00F078A1" w:rsidRPr="00F945BC" w:rsidRDefault="00F078A1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F078A1" w:rsidRDefault="00F078A1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F078A1" w:rsidRPr="00EE5BAC" w:rsidRDefault="00F078A1" w:rsidP="001A365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78A1" w:rsidRDefault="00F078A1" w:rsidP="001A365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 xml:space="preserve">а </w:t>
            </w:r>
          </w:p>
          <w:p w:rsidR="00F078A1" w:rsidRDefault="00F078A1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17.04.2023 № 53</w:t>
            </w:r>
          </w:p>
          <w:p w:rsidR="00F078A1" w:rsidRDefault="00F078A1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F078A1" w:rsidRPr="00EE5BAC" w:rsidRDefault="00F078A1" w:rsidP="001A365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F078A1" w:rsidRPr="00EE5BAC" w:rsidRDefault="00F078A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F078A1" w:rsidRPr="00EE5BAC" w:rsidRDefault="00F078A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F078A1" w:rsidRPr="00EE5BAC" w:rsidRDefault="00F078A1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F078A1" w:rsidRDefault="00F078A1" w:rsidP="002E4AD6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2070</w:t>
            </w:r>
          </w:p>
          <w:p w:rsidR="00F078A1" w:rsidRPr="00F945BC" w:rsidRDefault="00F078A1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F078A1" w:rsidRDefault="00F078A1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F078A1" w:rsidRPr="00F032F5" w:rsidRDefault="00F078A1" w:rsidP="00221E58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p w:rsidR="00F078A1" w:rsidRDefault="00F078A1" w:rsidP="00221E58">
      <w:pPr>
        <w:jc w:val="center"/>
        <w:rPr>
          <w:b/>
          <w:szCs w:val="28"/>
        </w:rPr>
      </w:pPr>
      <w:r>
        <w:rPr>
          <w:szCs w:val="28"/>
        </w:rPr>
        <w:t xml:space="preserve"> </w:t>
      </w:r>
    </w:p>
    <w:p w:rsidR="00F078A1" w:rsidRPr="00950972" w:rsidRDefault="00F078A1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F078A1" w:rsidRPr="00F032F5" w:rsidRDefault="00F078A1" w:rsidP="00221E58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bCs/>
          <w:szCs w:val="28"/>
        </w:rPr>
        <w:t xml:space="preserve"> </w:t>
      </w:r>
      <w:r w:rsidRPr="00F032F5">
        <w:rPr>
          <w:b/>
          <w:szCs w:val="28"/>
        </w:rPr>
        <w:t>«Развитие информационного общества в Старотитаровском сельском поселении Темрюкского райо</w:t>
      </w:r>
      <w:r>
        <w:rPr>
          <w:b/>
          <w:szCs w:val="28"/>
        </w:rPr>
        <w:t xml:space="preserve">на»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F078A1" w:rsidRPr="00855115" w:rsidRDefault="00F078A1" w:rsidP="00F9512D">
            <w:pPr>
              <w:rPr>
                <w:szCs w:val="28"/>
              </w:rPr>
            </w:pPr>
          </w:p>
        </w:tc>
      </w:tr>
      <w:tr w:rsidR="00F078A1" w:rsidRPr="008A6FA1" w:rsidTr="00C054B2">
        <w:trPr>
          <w:trHeight w:val="517"/>
        </w:trPr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F078A1" w:rsidRDefault="00F078A1" w:rsidP="00221E5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F078A1" w:rsidRPr="0096600F" w:rsidRDefault="00F078A1" w:rsidP="00221E58">
            <w:pPr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F078A1" w:rsidRPr="00190885" w:rsidRDefault="00F078A1" w:rsidP="00F9512D">
            <w:pPr>
              <w:rPr>
                <w:b/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Pr="00E823BE" w:rsidRDefault="00F078A1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«Развитие, эксплуатация и обслуживание информационно - коммуникационных технологий  Старотитаровского сельского поселения Темрюкский район»</w:t>
            </w:r>
            <w:r w:rsidRPr="00E823BE">
              <w:rPr>
                <w:szCs w:val="28"/>
              </w:rPr>
              <w:t>;</w:t>
            </w:r>
          </w:p>
          <w:p w:rsidR="00F078A1" w:rsidRPr="00E823BE" w:rsidRDefault="00F078A1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221E58">
              <w:rPr>
                <w:szCs w:val="28"/>
              </w:rPr>
              <w:t>«Обеспечение информационного освещения деятельности  Старотитаровского сельского поселения Темрюкского района»</w:t>
            </w:r>
          </w:p>
          <w:p w:rsidR="00F078A1" w:rsidRPr="00190885" w:rsidRDefault="00F078A1" w:rsidP="00221E58">
            <w:pPr>
              <w:rPr>
                <w:b/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221E58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ф</w:t>
            </w:r>
            <w:r w:rsidRPr="00221E58">
              <w:rPr>
                <w:szCs w:val="28"/>
              </w:rPr>
              <w:t>ормирование и развитие информационного общества в Старотитаровском сельском поселении Темрюкского района</w:t>
            </w:r>
          </w:p>
          <w:p w:rsidR="00F078A1" w:rsidRPr="00221E58" w:rsidRDefault="00F078A1" w:rsidP="00221E58">
            <w:pPr>
              <w:contextualSpacing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A3694D">
            <w:pPr>
              <w:pStyle w:val="ConsPlusNormal0"/>
              <w:widowControl/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551202">
              <w:rPr>
                <w:szCs w:val="28"/>
              </w:rPr>
              <w:t>овышение эффективности использования</w:t>
            </w:r>
            <w:r w:rsidRPr="002C0137">
              <w:rPr>
                <w:b/>
                <w:szCs w:val="28"/>
              </w:rPr>
              <w:t xml:space="preserve"> </w:t>
            </w:r>
            <w:r w:rsidRPr="00001F8B">
              <w:rPr>
                <w:szCs w:val="28"/>
              </w:rPr>
              <w:t xml:space="preserve">информационно - коммуникационных технологий </w:t>
            </w:r>
            <w:r w:rsidRPr="00551202">
              <w:rPr>
                <w:szCs w:val="28"/>
              </w:rPr>
              <w:t xml:space="preserve">для обеспечения информационного взаимодействия органов местного самоуправления с организациями </w:t>
            </w:r>
            <w:r>
              <w:rPr>
                <w:szCs w:val="28"/>
              </w:rPr>
              <w:t>Темрюкского района и Краснодарского края</w:t>
            </w:r>
            <w:r w:rsidRPr="00551202">
              <w:rPr>
                <w:szCs w:val="28"/>
              </w:rPr>
              <w:t xml:space="preserve"> путем выполнения мероприятий по дальнейшему совершенствованию муниципальной информационной системы и обеспечение качественного и бесперебойного ее функционирования</w:t>
            </w:r>
            <w:r>
              <w:rPr>
                <w:szCs w:val="28"/>
              </w:rPr>
              <w:t>;</w:t>
            </w:r>
          </w:p>
          <w:p w:rsidR="00F078A1" w:rsidRDefault="00F078A1" w:rsidP="00A3694D">
            <w:pPr>
              <w:contextualSpacing/>
            </w:pPr>
            <w:r>
              <w:t xml:space="preserve">- </w:t>
            </w:r>
            <w:r w:rsidRPr="000F0BCA">
              <w:t>обеспечение доступа к информации о деятельности органов местного самоуправления</w:t>
            </w:r>
            <w:r>
              <w:t xml:space="preserve"> Старотитаровского сельского поселения Темрюкского района</w:t>
            </w:r>
          </w:p>
          <w:p w:rsidR="00F078A1" w:rsidRPr="009F22D5" w:rsidRDefault="00F078A1" w:rsidP="00A3694D">
            <w:pPr>
              <w:contextualSpacing/>
              <w:rPr>
                <w:szCs w:val="28"/>
              </w:rPr>
            </w:pPr>
          </w:p>
        </w:tc>
      </w:tr>
      <w:tr w:rsidR="00F078A1" w:rsidRPr="008A6FA1" w:rsidTr="00C054B2">
        <w:trPr>
          <w:trHeight w:val="1599"/>
        </w:trPr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>- заправка картриджей;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>- закупка картриджей;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>- к</w:t>
            </w:r>
            <w:r w:rsidRPr="008964F0">
              <w:rPr>
                <w:szCs w:val="28"/>
              </w:rPr>
              <w:t xml:space="preserve">оличество </w:t>
            </w:r>
            <w:r>
              <w:rPr>
                <w:szCs w:val="28"/>
              </w:rPr>
              <w:t xml:space="preserve">обслуживаемых </w:t>
            </w:r>
            <w:r w:rsidRPr="008964F0">
              <w:rPr>
                <w:szCs w:val="28"/>
              </w:rPr>
              <w:t>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>приобретение основных средств</w:t>
            </w:r>
            <w:r>
              <w:rPr>
                <w:szCs w:val="28"/>
              </w:rPr>
              <w:t>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9E6C09">
              <w:rPr>
                <w:szCs w:val="28"/>
              </w:rPr>
              <w:t xml:space="preserve"> приобретение расходных материалов для принтеров, МФУ и копировальных аппаратов, запасных частей для вычислительной техники</w:t>
            </w:r>
            <w:r>
              <w:rPr>
                <w:szCs w:val="28"/>
              </w:rPr>
              <w:t>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 xml:space="preserve">оказание услуг по информационному </w:t>
            </w:r>
            <w:r>
              <w:rPr>
                <w:szCs w:val="28"/>
              </w:rPr>
              <w:t>и</w:t>
            </w:r>
            <w:r w:rsidRPr="00770CDB">
              <w:rPr>
                <w:szCs w:val="28"/>
              </w:rPr>
              <w:t xml:space="preserve"> техническому обслуживанию официального сайта</w:t>
            </w:r>
            <w:r>
              <w:rPr>
                <w:szCs w:val="28"/>
              </w:rPr>
              <w:t>;</w:t>
            </w:r>
          </w:p>
          <w:p w:rsidR="00F078A1" w:rsidRDefault="00F078A1" w:rsidP="003C1DA5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70CDB">
              <w:rPr>
                <w:szCs w:val="28"/>
              </w:rPr>
              <w:t>осуществление информационного освещения нормативно - правовых актов в газете «Станичная газета»</w:t>
            </w:r>
          </w:p>
          <w:p w:rsidR="00F078A1" w:rsidRPr="000C3C23" w:rsidRDefault="00F078A1" w:rsidP="003C1DA5">
            <w:pPr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F078A1" w:rsidRPr="00A46A72" w:rsidRDefault="00F078A1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F078A1" w:rsidRPr="00A46A72" w:rsidRDefault="00F078A1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F078A1" w:rsidRPr="00190885" w:rsidRDefault="00F078A1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F078A1" w:rsidRPr="00190885" w:rsidRDefault="00F078A1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405,9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B253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405,9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78A1" w:rsidRPr="00190885" w:rsidRDefault="00F078A1" w:rsidP="00B2539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405,9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B2539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405,9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14560" w:type="dxa"/>
            <w:gridSpan w:val="6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14560" w:type="dxa"/>
            <w:gridSpan w:val="6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078A1" w:rsidRDefault="00F078A1" w:rsidP="004A76B5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</w:p>
          <w:p w:rsidR="00F078A1" w:rsidRPr="00190885" w:rsidRDefault="00F078A1" w:rsidP="004A76B5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</w:p>
        </w:tc>
      </w:tr>
      <w:tr w:rsidR="00F078A1" w:rsidRPr="008A6FA1" w:rsidTr="00F9512D">
        <w:tc>
          <w:tcPr>
            <w:tcW w:w="6374" w:type="dxa"/>
          </w:tcPr>
          <w:p w:rsidR="00F078A1" w:rsidRPr="00190885" w:rsidRDefault="00F078A1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078A1" w:rsidRPr="00190885" w:rsidRDefault="00F078A1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078A1" w:rsidRDefault="00F078A1" w:rsidP="00C054B2">
      <w:pPr>
        <w:rPr>
          <w:szCs w:val="28"/>
        </w:rPr>
      </w:pPr>
    </w:p>
    <w:p w:rsidR="00F078A1" w:rsidRDefault="00F078A1" w:rsidP="00C054B2">
      <w:pPr>
        <w:rPr>
          <w:szCs w:val="28"/>
        </w:rPr>
      </w:pPr>
      <w:r>
        <w:rPr>
          <w:szCs w:val="28"/>
        </w:rPr>
        <w:t>Заместитель главы Старотитаровского сельского</w:t>
      </w:r>
    </w:p>
    <w:p w:rsidR="00F078A1" w:rsidRDefault="00F078A1" w:rsidP="00C054B2">
      <w:pPr>
        <w:rPr>
          <w:szCs w:val="28"/>
        </w:rPr>
      </w:pPr>
    </w:p>
    <w:p w:rsidR="00F078A1" w:rsidRDefault="00F078A1" w:rsidP="00C054B2">
      <w:pPr>
        <w:rPr>
          <w:szCs w:val="28"/>
        </w:rPr>
        <w:sectPr w:rsidR="00F078A1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  <w:r>
        <w:rPr>
          <w:szCs w:val="28"/>
        </w:rPr>
        <w:t>поселения Темрюкского района                                                                                                                 Т.И. Опарина</w:t>
      </w:r>
    </w:p>
    <w:p w:rsidR="00F078A1" w:rsidRDefault="00F078A1" w:rsidP="001F5CA2">
      <w:pPr>
        <w:jc w:val="center"/>
        <w:rPr>
          <w:b/>
        </w:rPr>
      </w:pPr>
    </w:p>
    <w:sectPr w:rsidR="00F078A1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078A1" w:rsidRDefault="00F078A1" w:rsidP="00EF6F81">
      <w:r>
        <w:separator/>
      </w:r>
    </w:p>
  </w:endnote>
  <w:endnote w:type="continuationSeparator" w:id="0">
    <w:p w:rsidR="00F078A1" w:rsidRDefault="00F078A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078A1" w:rsidRDefault="00F078A1" w:rsidP="00EF6F81">
      <w:r>
        <w:separator/>
      </w:r>
    </w:p>
  </w:footnote>
  <w:footnote w:type="continuationSeparator" w:id="0">
    <w:p w:rsidR="00F078A1" w:rsidRDefault="00F078A1" w:rsidP="00EF6F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A22"/>
    <w:rsid w:val="00001F8B"/>
    <w:rsid w:val="000020DB"/>
    <w:rsid w:val="00002E86"/>
    <w:rsid w:val="00004796"/>
    <w:rsid w:val="00010261"/>
    <w:rsid w:val="00017FA2"/>
    <w:rsid w:val="00023F4D"/>
    <w:rsid w:val="00027459"/>
    <w:rsid w:val="00031DF9"/>
    <w:rsid w:val="000348BC"/>
    <w:rsid w:val="0003562F"/>
    <w:rsid w:val="00036BA0"/>
    <w:rsid w:val="00046F33"/>
    <w:rsid w:val="000519D6"/>
    <w:rsid w:val="000520B4"/>
    <w:rsid w:val="0005300F"/>
    <w:rsid w:val="0005555B"/>
    <w:rsid w:val="000669A4"/>
    <w:rsid w:val="00067C9E"/>
    <w:rsid w:val="00073545"/>
    <w:rsid w:val="00073E42"/>
    <w:rsid w:val="00084E42"/>
    <w:rsid w:val="000A3A2B"/>
    <w:rsid w:val="000A5167"/>
    <w:rsid w:val="000B0521"/>
    <w:rsid w:val="000B1D2D"/>
    <w:rsid w:val="000B4AE6"/>
    <w:rsid w:val="000B717C"/>
    <w:rsid w:val="000C1918"/>
    <w:rsid w:val="000C3C23"/>
    <w:rsid w:val="000C3FBF"/>
    <w:rsid w:val="000D0544"/>
    <w:rsid w:val="000D1B88"/>
    <w:rsid w:val="000D1CE8"/>
    <w:rsid w:val="000D42BE"/>
    <w:rsid w:val="000D5144"/>
    <w:rsid w:val="000E5F26"/>
    <w:rsid w:val="000F0BCA"/>
    <w:rsid w:val="000F3C67"/>
    <w:rsid w:val="000F5130"/>
    <w:rsid w:val="000F5E70"/>
    <w:rsid w:val="000F72CE"/>
    <w:rsid w:val="000F75F0"/>
    <w:rsid w:val="000F7C02"/>
    <w:rsid w:val="0010064A"/>
    <w:rsid w:val="00103E05"/>
    <w:rsid w:val="00107AF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2780"/>
    <w:rsid w:val="00143C57"/>
    <w:rsid w:val="00145E87"/>
    <w:rsid w:val="0015063B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A3658"/>
    <w:rsid w:val="001A7E31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07A71"/>
    <w:rsid w:val="00210D35"/>
    <w:rsid w:val="00214AAC"/>
    <w:rsid w:val="00215EF9"/>
    <w:rsid w:val="00216964"/>
    <w:rsid w:val="00217311"/>
    <w:rsid w:val="002175EF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6BB0"/>
    <w:rsid w:val="002E291E"/>
    <w:rsid w:val="002E4AD6"/>
    <w:rsid w:val="002E5323"/>
    <w:rsid w:val="002E62B4"/>
    <w:rsid w:val="00306055"/>
    <w:rsid w:val="00324FC7"/>
    <w:rsid w:val="00325B03"/>
    <w:rsid w:val="00326F04"/>
    <w:rsid w:val="003365E5"/>
    <w:rsid w:val="00337501"/>
    <w:rsid w:val="00340DA5"/>
    <w:rsid w:val="00345A6E"/>
    <w:rsid w:val="00347A6F"/>
    <w:rsid w:val="003547EA"/>
    <w:rsid w:val="003559DB"/>
    <w:rsid w:val="00357F42"/>
    <w:rsid w:val="00370F0E"/>
    <w:rsid w:val="003724CA"/>
    <w:rsid w:val="003729A4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34A69"/>
    <w:rsid w:val="004408E3"/>
    <w:rsid w:val="0044102D"/>
    <w:rsid w:val="00441A14"/>
    <w:rsid w:val="00441B89"/>
    <w:rsid w:val="004454BA"/>
    <w:rsid w:val="00445AD0"/>
    <w:rsid w:val="00447A5E"/>
    <w:rsid w:val="00455355"/>
    <w:rsid w:val="00455F5C"/>
    <w:rsid w:val="0046097C"/>
    <w:rsid w:val="0046202F"/>
    <w:rsid w:val="00465E45"/>
    <w:rsid w:val="00467446"/>
    <w:rsid w:val="00470DA3"/>
    <w:rsid w:val="00471711"/>
    <w:rsid w:val="00472B1D"/>
    <w:rsid w:val="0047791A"/>
    <w:rsid w:val="004816D5"/>
    <w:rsid w:val="00484E94"/>
    <w:rsid w:val="00485130"/>
    <w:rsid w:val="004852C0"/>
    <w:rsid w:val="00487F47"/>
    <w:rsid w:val="00491923"/>
    <w:rsid w:val="00494A1C"/>
    <w:rsid w:val="004A2815"/>
    <w:rsid w:val="004A51A1"/>
    <w:rsid w:val="004A76B5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50378D"/>
    <w:rsid w:val="0050519C"/>
    <w:rsid w:val="00506C43"/>
    <w:rsid w:val="00510D19"/>
    <w:rsid w:val="0052022D"/>
    <w:rsid w:val="0053507E"/>
    <w:rsid w:val="0054045D"/>
    <w:rsid w:val="0054063E"/>
    <w:rsid w:val="005450A9"/>
    <w:rsid w:val="00547264"/>
    <w:rsid w:val="00551202"/>
    <w:rsid w:val="0055229B"/>
    <w:rsid w:val="00553CFA"/>
    <w:rsid w:val="00565F55"/>
    <w:rsid w:val="005716FF"/>
    <w:rsid w:val="00571FAC"/>
    <w:rsid w:val="005734E0"/>
    <w:rsid w:val="005750C3"/>
    <w:rsid w:val="0058240E"/>
    <w:rsid w:val="00584029"/>
    <w:rsid w:val="00595B9D"/>
    <w:rsid w:val="005A449E"/>
    <w:rsid w:val="005A575D"/>
    <w:rsid w:val="005A684E"/>
    <w:rsid w:val="005B3967"/>
    <w:rsid w:val="005B5962"/>
    <w:rsid w:val="005B7233"/>
    <w:rsid w:val="005B786B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4134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1CDE"/>
    <w:rsid w:val="006E70C7"/>
    <w:rsid w:val="006E7EDC"/>
    <w:rsid w:val="006F0022"/>
    <w:rsid w:val="006F3B7F"/>
    <w:rsid w:val="006F3DF6"/>
    <w:rsid w:val="006F435E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0CDB"/>
    <w:rsid w:val="00782AE6"/>
    <w:rsid w:val="00783D2D"/>
    <w:rsid w:val="0078526C"/>
    <w:rsid w:val="00787BEA"/>
    <w:rsid w:val="007927F1"/>
    <w:rsid w:val="007A263C"/>
    <w:rsid w:val="007A41C0"/>
    <w:rsid w:val="007A48F1"/>
    <w:rsid w:val="007A4F64"/>
    <w:rsid w:val="007A6F08"/>
    <w:rsid w:val="007A7144"/>
    <w:rsid w:val="007B0CAA"/>
    <w:rsid w:val="007B1928"/>
    <w:rsid w:val="007B4A7E"/>
    <w:rsid w:val="007B5053"/>
    <w:rsid w:val="007B77BF"/>
    <w:rsid w:val="007C014B"/>
    <w:rsid w:val="007C0819"/>
    <w:rsid w:val="007C0D6D"/>
    <w:rsid w:val="007C1B1B"/>
    <w:rsid w:val="007D1D37"/>
    <w:rsid w:val="007E0D6B"/>
    <w:rsid w:val="007E2BF0"/>
    <w:rsid w:val="007E3A7D"/>
    <w:rsid w:val="007E702A"/>
    <w:rsid w:val="007F1C06"/>
    <w:rsid w:val="007F20C1"/>
    <w:rsid w:val="007F34E4"/>
    <w:rsid w:val="008014DB"/>
    <w:rsid w:val="00802B22"/>
    <w:rsid w:val="0080648B"/>
    <w:rsid w:val="00806B35"/>
    <w:rsid w:val="0080761B"/>
    <w:rsid w:val="0081373F"/>
    <w:rsid w:val="00823D33"/>
    <w:rsid w:val="00824605"/>
    <w:rsid w:val="00827AAA"/>
    <w:rsid w:val="00831B7E"/>
    <w:rsid w:val="00832CDF"/>
    <w:rsid w:val="00836863"/>
    <w:rsid w:val="0084599C"/>
    <w:rsid w:val="00845C4E"/>
    <w:rsid w:val="00846A87"/>
    <w:rsid w:val="00855115"/>
    <w:rsid w:val="00864CE4"/>
    <w:rsid w:val="00876805"/>
    <w:rsid w:val="00877383"/>
    <w:rsid w:val="00882881"/>
    <w:rsid w:val="00883BAB"/>
    <w:rsid w:val="00885C29"/>
    <w:rsid w:val="00890443"/>
    <w:rsid w:val="008924E5"/>
    <w:rsid w:val="008964F0"/>
    <w:rsid w:val="00896A24"/>
    <w:rsid w:val="008A038F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35FFA"/>
    <w:rsid w:val="00937318"/>
    <w:rsid w:val="00944B19"/>
    <w:rsid w:val="00944C39"/>
    <w:rsid w:val="00950972"/>
    <w:rsid w:val="00950F83"/>
    <w:rsid w:val="00952A03"/>
    <w:rsid w:val="00953D8F"/>
    <w:rsid w:val="009569AD"/>
    <w:rsid w:val="00956FDA"/>
    <w:rsid w:val="00963C18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37BE"/>
    <w:rsid w:val="009B4C82"/>
    <w:rsid w:val="009B6578"/>
    <w:rsid w:val="009C0A30"/>
    <w:rsid w:val="009C3754"/>
    <w:rsid w:val="009C54AB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1625C"/>
    <w:rsid w:val="00A23788"/>
    <w:rsid w:val="00A30B42"/>
    <w:rsid w:val="00A30FFE"/>
    <w:rsid w:val="00A35B08"/>
    <w:rsid w:val="00A3694D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21F1"/>
    <w:rsid w:val="00A84785"/>
    <w:rsid w:val="00A96A8D"/>
    <w:rsid w:val="00AA0D84"/>
    <w:rsid w:val="00AA5C4B"/>
    <w:rsid w:val="00AA7594"/>
    <w:rsid w:val="00AB1FCC"/>
    <w:rsid w:val="00AB39FD"/>
    <w:rsid w:val="00AB5854"/>
    <w:rsid w:val="00AC26F6"/>
    <w:rsid w:val="00AC6410"/>
    <w:rsid w:val="00AC6F55"/>
    <w:rsid w:val="00AD4892"/>
    <w:rsid w:val="00AD68E7"/>
    <w:rsid w:val="00AD7804"/>
    <w:rsid w:val="00AE09C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5390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76896"/>
    <w:rsid w:val="00B85358"/>
    <w:rsid w:val="00B869D2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054B2"/>
    <w:rsid w:val="00C11F9E"/>
    <w:rsid w:val="00C1286D"/>
    <w:rsid w:val="00C138C6"/>
    <w:rsid w:val="00C23387"/>
    <w:rsid w:val="00C25175"/>
    <w:rsid w:val="00C3292C"/>
    <w:rsid w:val="00C404E0"/>
    <w:rsid w:val="00C4141F"/>
    <w:rsid w:val="00C429D2"/>
    <w:rsid w:val="00C476A4"/>
    <w:rsid w:val="00C5289E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17B6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14CA0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2372"/>
    <w:rsid w:val="00D74072"/>
    <w:rsid w:val="00D7588E"/>
    <w:rsid w:val="00D814EC"/>
    <w:rsid w:val="00D83507"/>
    <w:rsid w:val="00D91580"/>
    <w:rsid w:val="00D9235A"/>
    <w:rsid w:val="00D9320D"/>
    <w:rsid w:val="00DA00D1"/>
    <w:rsid w:val="00DA07D9"/>
    <w:rsid w:val="00DA0CA9"/>
    <w:rsid w:val="00DA0DE0"/>
    <w:rsid w:val="00DA2C96"/>
    <w:rsid w:val="00DA4ED8"/>
    <w:rsid w:val="00DA5916"/>
    <w:rsid w:val="00DC605B"/>
    <w:rsid w:val="00DD19BF"/>
    <w:rsid w:val="00DD1C2E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23BE"/>
    <w:rsid w:val="00E84B65"/>
    <w:rsid w:val="00E87B77"/>
    <w:rsid w:val="00E95026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5421"/>
    <w:rsid w:val="00ED65F3"/>
    <w:rsid w:val="00ED6AB3"/>
    <w:rsid w:val="00ED794E"/>
    <w:rsid w:val="00EE15A0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078A1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97D42"/>
    <w:rsid w:val="00FA166B"/>
    <w:rsid w:val="00FA1A72"/>
    <w:rsid w:val="00FA3840"/>
    <w:rsid w:val="00FA3DD5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character" w:styleId="Hyperlink">
    <w:name w:val="Hyperlink"/>
    <w:basedOn w:val="DefaultParagraphFont"/>
    <w:uiPriority w:val="99"/>
    <w:rsid w:val="00F97D42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9728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2494</TotalTime>
  <Pages>4</Pages>
  <Words>489</Words>
  <Characters>2788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237</cp:revision>
  <cp:lastPrinted>2022-10-19T06:55:00Z</cp:lastPrinted>
  <dcterms:created xsi:type="dcterms:W3CDTF">2018-08-07T11:48:00Z</dcterms:created>
  <dcterms:modified xsi:type="dcterms:W3CDTF">2023-04-17T13:15:00Z</dcterms:modified>
</cp:coreProperties>
</file>