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7052A" w:rsidRPr="00F945BC" w:rsidTr="00F945BC">
        <w:tc>
          <w:tcPr>
            <w:tcW w:w="8934" w:type="dxa"/>
          </w:tcPr>
          <w:p w:rsidR="0017052A" w:rsidRPr="00F945BC" w:rsidRDefault="0017052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7052A" w:rsidRPr="00EE5BAC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03.07.2023 № 98</w:t>
            </w:r>
          </w:p>
          <w:p w:rsidR="0017052A" w:rsidRPr="00EE5BAC" w:rsidRDefault="0017052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7052A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7052A" w:rsidRPr="00F945BC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7052A" w:rsidRPr="00885C29" w:rsidRDefault="0017052A" w:rsidP="001157F7"/>
    <w:p w:rsidR="0017052A" w:rsidRDefault="0017052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7052A" w:rsidRPr="009931E8" w:rsidRDefault="0017052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BB769B">
      <w:pPr>
        <w:jc w:val="center"/>
        <w:rPr>
          <w:b/>
          <w:szCs w:val="28"/>
        </w:rPr>
      </w:pPr>
    </w:p>
    <w:p w:rsidR="0017052A" w:rsidRPr="00950972" w:rsidRDefault="0017052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7052A" w:rsidRPr="009931E8" w:rsidRDefault="0017052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950972" w:rsidRDefault="0017052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855115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7052A" w:rsidRPr="0096600F" w:rsidRDefault="0017052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E823BE" w:rsidRDefault="0017052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7052A" w:rsidRPr="00E823BE" w:rsidRDefault="0017052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7052A" w:rsidRPr="00525789" w:rsidRDefault="0017052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190885" w:rsidRDefault="0017052A" w:rsidP="00702AAE">
            <w:pPr>
              <w:rPr>
                <w:b/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7052A" w:rsidRDefault="0017052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7052A" w:rsidRPr="009F22D5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17052A" w:rsidRPr="00425866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7052A" w:rsidRPr="00A46A72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A46A72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7052A" w:rsidRPr="00190885" w:rsidRDefault="0017052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30092,7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30092,7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30092,7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30092,7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7052A" w:rsidRDefault="0017052A" w:rsidP="00EF6F81">
      <w:pPr>
        <w:jc w:val="center"/>
        <w:rPr>
          <w:szCs w:val="28"/>
        </w:rPr>
        <w:sectPr w:rsidR="0017052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7052A" w:rsidRPr="009931E8" w:rsidRDefault="0017052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835F4C">
      <w:pPr>
        <w:pStyle w:val="ListParagraph"/>
        <w:ind w:left="360"/>
        <w:jc w:val="center"/>
      </w:pPr>
    </w:p>
    <w:p w:rsidR="0017052A" w:rsidRDefault="0017052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7052A" w:rsidRDefault="0017052A" w:rsidP="00EF6F81">
      <w:pPr>
        <w:jc w:val="center"/>
        <w:rPr>
          <w:szCs w:val="28"/>
        </w:rPr>
      </w:pPr>
    </w:p>
    <w:p w:rsidR="0017052A" w:rsidRPr="009931E8" w:rsidRDefault="0017052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4408E3" w:rsidRDefault="0017052A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17052A" w:rsidRDefault="0017052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7052A" w:rsidTr="001B4EF7">
        <w:tc>
          <w:tcPr>
            <w:tcW w:w="808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7052A" w:rsidTr="001B4EF7">
        <w:tc>
          <w:tcPr>
            <w:tcW w:w="808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7052A" w:rsidRPr="00C25175" w:rsidRDefault="0017052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7052A" w:rsidRDefault="0017052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7052A" w:rsidRPr="00877383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Pr="00B73EA7" w:rsidRDefault="0017052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3.12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3.13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296920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7052A" w:rsidRPr="0044645B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7052A" w:rsidRPr="00C25175" w:rsidRDefault="0017052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7052A" w:rsidRPr="00A74297" w:rsidRDefault="0017052A" w:rsidP="00225687">
      <w:pPr>
        <w:jc w:val="center"/>
        <w:rPr>
          <w:b/>
          <w:szCs w:val="28"/>
        </w:rPr>
      </w:pPr>
    </w:p>
    <w:p w:rsidR="0017052A" w:rsidRPr="00225687" w:rsidRDefault="0017052A">
      <w:pPr>
        <w:rPr>
          <w:sz w:val="6"/>
          <w:szCs w:val="6"/>
        </w:rPr>
      </w:pPr>
    </w:p>
    <w:p w:rsidR="0017052A" w:rsidRPr="003C75F8" w:rsidRDefault="0017052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7052A" w:rsidRPr="003C75F8" w:rsidRDefault="0017052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7052A" w:rsidRPr="00C658F7" w:rsidRDefault="0017052A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7052A" w:rsidRPr="00C404E0" w:rsidTr="00C404E0">
        <w:tc>
          <w:tcPr>
            <w:tcW w:w="73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7052A" w:rsidRPr="0054045D" w:rsidRDefault="0017052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7052A" w:rsidRPr="000B0521" w:rsidTr="00C404E0">
        <w:tc>
          <w:tcPr>
            <w:tcW w:w="72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7052A" w:rsidRPr="00A1444D" w:rsidRDefault="0017052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B51199" w:rsidRDefault="0017052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7052A" w:rsidRPr="00A1444D" w:rsidRDefault="0017052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7052A" w:rsidRPr="006E7245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7052A" w:rsidRPr="006E7245" w:rsidRDefault="0017052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Default="0017052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6E7245" w:rsidRDefault="0017052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671089" w:rsidRDefault="0017052A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671089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7052A" w:rsidRPr="00A6179B" w:rsidRDefault="0017052A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17052A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17052A" w:rsidRPr="00E0742C" w:rsidRDefault="0017052A" w:rsidP="00C01CD8">
            <w:pPr>
              <w:rPr>
                <w:sz w:val="24"/>
                <w:szCs w:val="24"/>
              </w:rPr>
            </w:pPr>
            <w:r w:rsidRPr="00E0742C">
              <w:rPr>
                <w:sz w:val="24"/>
                <w:szCs w:val="24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667BF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215EF9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164A97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04509A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7052A" w:rsidRPr="003265A6" w:rsidRDefault="0017052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7052A" w:rsidRPr="003265A6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7052A" w:rsidRPr="003265A6" w:rsidRDefault="0017052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7052A" w:rsidRPr="0016103B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7052A" w:rsidRPr="00FD664C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7052A" w:rsidRPr="00F945BC" w:rsidRDefault="0017052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7052A" w:rsidRPr="00F57EFB" w:rsidRDefault="0017052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EF6F81">
      <w:pPr>
        <w:jc w:val="center"/>
        <w:rPr>
          <w:szCs w:val="28"/>
        </w:rPr>
        <w:sectPr w:rsidR="0017052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052A" w:rsidRPr="00484E94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7052A" w:rsidRPr="0016103B" w:rsidRDefault="0017052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7052A" w:rsidRPr="00484E94" w:rsidRDefault="0017052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7052A" w:rsidRDefault="0017052A" w:rsidP="00484E94">
      <w:pPr>
        <w:jc w:val="both"/>
      </w:pPr>
    </w:p>
    <w:p w:rsidR="0017052A" w:rsidRPr="00484E94" w:rsidRDefault="0017052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7052A" w:rsidRDefault="0017052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7052A" w:rsidRDefault="0017052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Заказчик: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7052A" w:rsidRDefault="0017052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7052A" w:rsidRDefault="0017052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7052A" w:rsidRDefault="0017052A" w:rsidP="00E54AFA">
      <w:pPr>
        <w:pStyle w:val="ConsPlusNormal0"/>
        <w:ind w:firstLine="709"/>
        <w:jc w:val="both"/>
      </w:pP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7052A" w:rsidRDefault="0017052A" w:rsidP="00B47CC7">
      <w:pPr>
        <w:rPr>
          <w:szCs w:val="28"/>
        </w:rPr>
        <w:sectPr w:rsidR="0017052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Т.И. Опарина</w:t>
      </w:r>
    </w:p>
    <w:p w:rsidR="0017052A" w:rsidRDefault="0017052A" w:rsidP="001F5CA2">
      <w:pPr>
        <w:jc w:val="center"/>
        <w:rPr>
          <w:b/>
        </w:rPr>
      </w:pPr>
    </w:p>
    <w:sectPr w:rsidR="0017052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52A" w:rsidRDefault="0017052A" w:rsidP="00EF6F81">
      <w:r>
        <w:separator/>
      </w:r>
    </w:p>
  </w:endnote>
  <w:endnote w:type="continuationSeparator" w:id="0">
    <w:p w:rsidR="0017052A" w:rsidRDefault="0017052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52A" w:rsidRDefault="0017052A" w:rsidP="00EF6F81">
      <w:r>
        <w:separator/>
      </w:r>
    </w:p>
  </w:footnote>
  <w:footnote w:type="continuationSeparator" w:id="0">
    <w:p w:rsidR="0017052A" w:rsidRDefault="0017052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52A" w:rsidRDefault="0017052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52A" w:rsidRDefault="0017052A">
    <w:pPr>
      <w:pStyle w:val="Header"/>
      <w:jc w:val="center"/>
    </w:pPr>
  </w:p>
  <w:p w:rsidR="0017052A" w:rsidRDefault="0017052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7052A" w:rsidRPr="00F945BC" w:rsidRDefault="0017052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74B6E"/>
    <w:rsid w:val="00084E42"/>
    <w:rsid w:val="00086407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2B4"/>
    <w:rsid w:val="00164A97"/>
    <w:rsid w:val="001658ED"/>
    <w:rsid w:val="00167C70"/>
    <w:rsid w:val="0017052A"/>
    <w:rsid w:val="00172D6C"/>
    <w:rsid w:val="00173D9E"/>
    <w:rsid w:val="00176619"/>
    <w:rsid w:val="001813B1"/>
    <w:rsid w:val="00185966"/>
    <w:rsid w:val="00187030"/>
    <w:rsid w:val="00190885"/>
    <w:rsid w:val="0019577F"/>
    <w:rsid w:val="001A18A0"/>
    <w:rsid w:val="001A1BB4"/>
    <w:rsid w:val="001B4B7A"/>
    <w:rsid w:val="001B4EF7"/>
    <w:rsid w:val="001B5067"/>
    <w:rsid w:val="001B7870"/>
    <w:rsid w:val="001B7AD5"/>
    <w:rsid w:val="001C317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2839"/>
    <w:rsid w:val="00214AAC"/>
    <w:rsid w:val="00215EF9"/>
    <w:rsid w:val="00216964"/>
    <w:rsid w:val="00217152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7214"/>
    <w:rsid w:val="00251B76"/>
    <w:rsid w:val="00252AA3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920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82B3E"/>
    <w:rsid w:val="0038326C"/>
    <w:rsid w:val="00385F3F"/>
    <w:rsid w:val="00391653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2F47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4AB"/>
    <w:rsid w:val="004F4CE7"/>
    <w:rsid w:val="00503674"/>
    <w:rsid w:val="0050378D"/>
    <w:rsid w:val="00503DDC"/>
    <w:rsid w:val="0050519C"/>
    <w:rsid w:val="00506C43"/>
    <w:rsid w:val="00510A00"/>
    <w:rsid w:val="00510D19"/>
    <w:rsid w:val="0051689D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35F4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2510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8FC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20EDD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4869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2DF7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207B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09E5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89E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5003"/>
    <w:rsid w:val="00BA5B89"/>
    <w:rsid w:val="00BA6619"/>
    <w:rsid w:val="00BA76D6"/>
    <w:rsid w:val="00BA7AFB"/>
    <w:rsid w:val="00BA7F49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21A1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B3B18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0742C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081C"/>
    <w:rsid w:val="00F23173"/>
    <w:rsid w:val="00F23492"/>
    <w:rsid w:val="00F24CB1"/>
    <w:rsid w:val="00F26409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2673</TotalTime>
  <Pages>14</Pages>
  <Words>2493</Words>
  <Characters>14212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344</cp:revision>
  <cp:lastPrinted>2023-05-31T06:46:00Z</cp:lastPrinted>
  <dcterms:created xsi:type="dcterms:W3CDTF">2018-08-07T11:48:00Z</dcterms:created>
  <dcterms:modified xsi:type="dcterms:W3CDTF">2023-07-04T05:33:00Z</dcterms:modified>
</cp:coreProperties>
</file>