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91CF3" w:rsidRPr="00F945BC" w:rsidTr="00F945BC">
        <w:tc>
          <w:tcPr>
            <w:tcW w:w="8934" w:type="dxa"/>
          </w:tcPr>
          <w:p w:rsidR="00E91CF3" w:rsidRPr="00F945BC" w:rsidRDefault="00E91CF3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91CF3" w:rsidRDefault="00E91CF3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E91CF3" w:rsidRDefault="00E91CF3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91CF3" w:rsidRPr="00EE5BAC" w:rsidRDefault="00E91CF3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15.05.2023 № 73</w:t>
            </w:r>
          </w:p>
          <w:p w:rsidR="00E91CF3" w:rsidRPr="00EE5BAC" w:rsidRDefault="00E91CF3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E91CF3" w:rsidRPr="00EE5BAC" w:rsidRDefault="00E91CF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91CF3" w:rsidRPr="00EE5BAC" w:rsidRDefault="00E91CF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91CF3" w:rsidRPr="00EE5BAC" w:rsidRDefault="00E91CF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91CF3" w:rsidRDefault="00E91CF3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E91CF3" w:rsidRPr="00F945BC" w:rsidRDefault="00E91CF3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91CF3" w:rsidRPr="00885C29" w:rsidRDefault="00E91CF3" w:rsidP="001157F7"/>
    <w:p w:rsidR="00E91CF3" w:rsidRDefault="00E91CF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91CF3" w:rsidRPr="009931E8" w:rsidRDefault="00E91CF3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E91CF3" w:rsidRDefault="00E91CF3" w:rsidP="00BB769B">
      <w:pPr>
        <w:jc w:val="center"/>
        <w:rPr>
          <w:b/>
          <w:szCs w:val="28"/>
        </w:rPr>
      </w:pPr>
    </w:p>
    <w:p w:rsidR="00E91CF3" w:rsidRPr="00950972" w:rsidRDefault="00E91CF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91CF3" w:rsidRPr="009931E8" w:rsidRDefault="00E91CF3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E91CF3" w:rsidRPr="00950972" w:rsidRDefault="00E91CF3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91CF3" w:rsidRPr="00855115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91CF3" w:rsidRPr="0096600F" w:rsidRDefault="00E91CF3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91CF3" w:rsidRPr="00E823BE" w:rsidRDefault="00E91CF3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E91CF3" w:rsidRPr="00E823BE" w:rsidRDefault="00E91CF3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E91CF3" w:rsidRPr="00525789" w:rsidRDefault="00E91CF3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E91CF3" w:rsidRPr="00190885" w:rsidRDefault="00E91CF3" w:rsidP="00702AAE">
            <w:pPr>
              <w:rPr>
                <w:b/>
                <w:szCs w:val="28"/>
              </w:rPr>
            </w:pP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91CF3" w:rsidRPr="00190885" w:rsidRDefault="00E91CF3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91CF3" w:rsidRDefault="00E91CF3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91CF3" w:rsidRDefault="00E91CF3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E91CF3" w:rsidRDefault="00E91CF3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E91CF3" w:rsidRPr="009F22D5" w:rsidRDefault="00E91CF3" w:rsidP="00F9512D">
            <w:pPr>
              <w:rPr>
                <w:szCs w:val="28"/>
              </w:rPr>
            </w:pP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E91CF3" w:rsidRDefault="00E91CF3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E91CF3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E91CF3" w:rsidRPr="00425866" w:rsidRDefault="00E91CF3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91CF3" w:rsidRPr="00A46A72" w:rsidRDefault="00E91CF3" w:rsidP="00F9512D">
            <w:pPr>
              <w:rPr>
                <w:szCs w:val="28"/>
              </w:rPr>
            </w:pP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91CF3" w:rsidRPr="00A46A72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91CF3" w:rsidRPr="00190885" w:rsidRDefault="00E91CF3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91CF3" w:rsidRPr="00190885" w:rsidRDefault="00E91CF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91CF3" w:rsidRPr="00190885" w:rsidRDefault="00E91CF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91CF3" w:rsidRPr="00190885" w:rsidRDefault="00E91CF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91CF3" w:rsidRPr="00190885" w:rsidRDefault="00E91CF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91CF3" w:rsidRPr="00190885" w:rsidRDefault="00E91CF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25006,6</w:t>
            </w:r>
          </w:p>
        </w:tc>
        <w:tc>
          <w:tcPr>
            <w:tcW w:w="1842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91CF3" w:rsidRPr="00190885" w:rsidRDefault="00E91CF3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25006,6</w:t>
            </w:r>
          </w:p>
        </w:tc>
        <w:tc>
          <w:tcPr>
            <w:tcW w:w="201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91CF3" w:rsidRPr="00190885" w:rsidRDefault="00E91CF3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25006,6</w:t>
            </w:r>
          </w:p>
        </w:tc>
        <w:tc>
          <w:tcPr>
            <w:tcW w:w="1842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91CF3" w:rsidRPr="00190885" w:rsidRDefault="00E91CF3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25006,6</w:t>
            </w:r>
          </w:p>
        </w:tc>
        <w:tc>
          <w:tcPr>
            <w:tcW w:w="201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CF3" w:rsidRPr="008A6FA1" w:rsidTr="00F9512D">
        <w:tc>
          <w:tcPr>
            <w:tcW w:w="14560" w:type="dxa"/>
            <w:gridSpan w:val="6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CF3" w:rsidRPr="008A6FA1" w:rsidTr="00F9512D">
        <w:tc>
          <w:tcPr>
            <w:tcW w:w="14560" w:type="dxa"/>
            <w:gridSpan w:val="6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</w:p>
        </w:tc>
      </w:tr>
      <w:tr w:rsidR="00E91CF3" w:rsidRPr="008A6FA1" w:rsidTr="00F9512D">
        <w:tc>
          <w:tcPr>
            <w:tcW w:w="6374" w:type="dxa"/>
          </w:tcPr>
          <w:p w:rsidR="00E91CF3" w:rsidRPr="00190885" w:rsidRDefault="00E91CF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91CF3" w:rsidRPr="00190885" w:rsidRDefault="00E91CF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91CF3" w:rsidRDefault="00E91CF3" w:rsidP="00EF6F81">
      <w:pPr>
        <w:jc w:val="center"/>
        <w:rPr>
          <w:szCs w:val="28"/>
        </w:rPr>
        <w:sectPr w:rsidR="00E91CF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91CF3" w:rsidRDefault="00E91CF3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91CF3" w:rsidRPr="009931E8" w:rsidRDefault="00E91CF3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E91CF3" w:rsidRDefault="00E91CF3" w:rsidP="00835F4C">
      <w:pPr>
        <w:pStyle w:val="ListParagraph"/>
        <w:ind w:left="360"/>
        <w:jc w:val="center"/>
      </w:pPr>
    </w:p>
    <w:p w:rsidR="00E91CF3" w:rsidRDefault="00E91CF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1CF3" w:rsidRDefault="00E91CF3" w:rsidP="00EF6F81">
      <w:pPr>
        <w:jc w:val="center"/>
        <w:rPr>
          <w:szCs w:val="28"/>
        </w:rPr>
      </w:pPr>
    </w:p>
    <w:p w:rsidR="00E91CF3" w:rsidRPr="009931E8" w:rsidRDefault="00E91CF3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E91CF3" w:rsidRPr="004408E3" w:rsidRDefault="00E91CF3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E91CF3" w:rsidRDefault="00E91CF3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E91CF3" w:rsidTr="00F9512D">
        <w:tc>
          <w:tcPr>
            <w:tcW w:w="648" w:type="dxa"/>
            <w:vMerge w:val="restart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E91CF3" w:rsidRPr="00AC26F6" w:rsidRDefault="00E91CF3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91CF3" w:rsidRPr="00AC26F6" w:rsidRDefault="00E91CF3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91CF3" w:rsidTr="00F9512D">
        <w:tc>
          <w:tcPr>
            <w:tcW w:w="648" w:type="dxa"/>
            <w:vMerge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E91CF3" w:rsidRPr="00AC26F6" w:rsidRDefault="00E91CF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91CF3" w:rsidRPr="00AC26F6" w:rsidRDefault="00E91CF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91CF3" w:rsidTr="00F9512D">
        <w:tc>
          <w:tcPr>
            <w:tcW w:w="648" w:type="dxa"/>
          </w:tcPr>
          <w:p w:rsidR="00E91CF3" w:rsidRPr="00AC26F6" w:rsidRDefault="00E91CF3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91CF3" w:rsidRPr="00AC26F6" w:rsidRDefault="00E91CF3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E91CF3" w:rsidRPr="00AC26F6" w:rsidRDefault="00E91CF3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91CF3" w:rsidRPr="00AC26F6" w:rsidRDefault="00E91CF3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E91CF3" w:rsidRPr="00AC26F6" w:rsidRDefault="00E91CF3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E91CF3" w:rsidRPr="00AC26F6" w:rsidRDefault="00E91CF3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91CF3" w:rsidTr="00F9512D">
        <w:tc>
          <w:tcPr>
            <w:tcW w:w="648" w:type="dxa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E91CF3" w:rsidTr="009C3DF6">
        <w:tc>
          <w:tcPr>
            <w:tcW w:w="648" w:type="dxa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E91CF3" w:rsidRPr="00C25175" w:rsidRDefault="00E91CF3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E91CF3" w:rsidRDefault="00E91CF3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E91CF3" w:rsidRPr="00C25175" w:rsidRDefault="00E91CF3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E91CF3" w:rsidRPr="00C25175" w:rsidRDefault="00E91CF3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E91CF3" w:rsidRPr="00877383" w:rsidRDefault="00E91CF3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E91CF3" w:rsidTr="00F9512D">
        <w:tc>
          <w:tcPr>
            <w:tcW w:w="648" w:type="dxa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</w:p>
        </w:tc>
      </w:tr>
      <w:tr w:rsidR="00E91CF3" w:rsidTr="00F9512D">
        <w:tc>
          <w:tcPr>
            <w:tcW w:w="648" w:type="dxa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E91CF3" w:rsidRPr="00AC26F6" w:rsidRDefault="00E91CF3" w:rsidP="00F9512D">
            <w:pPr>
              <w:jc w:val="center"/>
              <w:rPr>
                <w:szCs w:val="28"/>
              </w:rPr>
            </w:pP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E91CF3" w:rsidRPr="00C25175" w:rsidRDefault="00E91CF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87738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E91CF3" w:rsidRPr="00C25175" w:rsidRDefault="00E91CF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87738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E91CF3" w:rsidRPr="00C25175" w:rsidRDefault="00E91CF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E91CF3" w:rsidRPr="00AC26F6" w:rsidRDefault="00E91CF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E91CF3" w:rsidRPr="00AC26F6" w:rsidRDefault="00E91CF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AC26F6" w:rsidRDefault="00E91CF3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AC26F6" w:rsidRDefault="00E91CF3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AC26F6" w:rsidRDefault="00E91CF3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AC26F6" w:rsidRDefault="00E91CF3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E91CF3" w:rsidRPr="00B73EA7" w:rsidRDefault="00E91CF3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E91CF3" w:rsidRPr="00B73EA7" w:rsidRDefault="00E91CF3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администрации, здание Дома культуры)</w:t>
            </w:r>
          </w:p>
        </w:tc>
        <w:tc>
          <w:tcPr>
            <w:tcW w:w="1620" w:type="dxa"/>
            <w:gridSpan w:val="3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E91CF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</w:t>
            </w: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B73EA7" w:rsidRDefault="00E91CF3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3.10 </w:t>
            </w: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светодиодной панели</w:t>
            </w: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B73EA7" w:rsidRDefault="00E91CF3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91CF3" w:rsidRPr="00B73EA7" w:rsidRDefault="00E91CF3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E91CF3" w:rsidRPr="00B73EA7" w:rsidRDefault="00E91CF3" w:rsidP="00F9512D">
            <w:pPr>
              <w:jc w:val="center"/>
              <w:rPr>
                <w:szCs w:val="28"/>
              </w:rPr>
            </w:pPr>
          </w:p>
        </w:tc>
      </w:tr>
      <w:tr w:rsidR="00E91CF3" w:rsidTr="00F9512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E91CF3" w:rsidRPr="0044645B" w:rsidRDefault="00E91CF3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E91CF3" w:rsidRPr="00AC26F6" w:rsidRDefault="00E91CF3" w:rsidP="00F9512D">
            <w:pPr>
              <w:jc w:val="center"/>
              <w:rPr>
                <w:szCs w:val="28"/>
              </w:rPr>
            </w:pPr>
          </w:p>
        </w:tc>
      </w:tr>
      <w:tr w:rsidR="00E91CF3" w:rsidTr="0051689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E91CF3" w:rsidRPr="00C25175" w:rsidRDefault="00E91CF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E91CF3" w:rsidRDefault="00E91CF3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C25175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877383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E91CF3" w:rsidTr="0051689D">
        <w:tc>
          <w:tcPr>
            <w:tcW w:w="648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E91CF3" w:rsidRDefault="00E91CF3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E91CF3" w:rsidRPr="00AC26F6" w:rsidRDefault="00E91CF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E91CF3" w:rsidRDefault="00E91CF3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AC26F6" w:rsidRDefault="00E91C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91CF3" w:rsidTr="0051689D">
        <w:tc>
          <w:tcPr>
            <w:tcW w:w="648" w:type="dxa"/>
            <w:vAlign w:val="center"/>
          </w:tcPr>
          <w:p w:rsidR="00E91CF3" w:rsidRPr="00AC26F6" w:rsidRDefault="00E91CF3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E91CF3" w:rsidRDefault="00E91CF3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E91CF3" w:rsidRPr="00C25175" w:rsidRDefault="00E91CF3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E91CF3" w:rsidRDefault="00E91CF3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91CF3" w:rsidRPr="00C25175" w:rsidRDefault="00E91CF3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E91CF3" w:rsidRPr="00C25175" w:rsidRDefault="00E91CF3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E91CF3" w:rsidRPr="00877383" w:rsidRDefault="00E91CF3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E91CF3" w:rsidRPr="00A74297" w:rsidRDefault="00E91CF3" w:rsidP="00225687">
      <w:pPr>
        <w:jc w:val="center"/>
        <w:rPr>
          <w:b/>
          <w:szCs w:val="28"/>
        </w:rPr>
      </w:pPr>
    </w:p>
    <w:p w:rsidR="00E91CF3" w:rsidRPr="00225687" w:rsidRDefault="00E91CF3">
      <w:pPr>
        <w:rPr>
          <w:sz w:val="6"/>
          <w:szCs w:val="6"/>
        </w:rPr>
      </w:pPr>
    </w:p>
    <w:p w:rsidR="00E91CF3" w:rsidRPr="003C75F8" w:rsidRDefault="00E91CF3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91CF3" w:rsidRPr="003C75F8" w:rsidRDefault="00E91CF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91CF3" w:rsidRDefault="00E91CF3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E91CF3" w:rsidRPr="003C75F8" w:rsidRDefault="00E91CF3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91CF3" w:rsidRPr="00C404E0" w:rsidTr="00C404E0">
        <w:tc>
          <w:tcPr>
            <w:tcW w:w="730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91CF3" w:rsidRPr="0054045D" w:rsidRDefault="00E91CF3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91CF3" w:rsidRPr="000B0521" w:rsidTr="00C404E0">
        <w:tc>
          <w:tcPr>
            <w:tcW w:w="726" w:type="dxa"/>
          </w:tcPr>
          <w:p w:rsidR="00E91CF3" w:rsidRPr="000B0521" w:rsidRDefault="00E91CF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91CF3" w:rsidRPr="000B0521" w:rsidRDefault="00E91CF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91CF3" w:rsidRPr="000B0521" w:rsidRDefault="00E91CF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91CF3" w:rsidRPr="000B0521" w:rsidRDefault="00E91CF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91CF3" w:rsidRPr="000B0521" w:rsidRDefault="00E91CF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91CF3" w:rsidRPr="000B0521" w:rsidRDefault="00E91CF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91CF3" w:rsidRPr="000B0521" w:rsidRDefault="00E91CF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91CF3" w:rsidRPr="000B0521" w:rsidRDefault="00E91CF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91CF3" w:rsidRPr="00C404E0" w:rsidRDefault="00E91CF3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91CF3" w:rsidRPr="00A1444D" w:rsidRDefault="00E91CF3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E91CF3" w:rsidRPr="00C404E0" w:rsidRDefault="00E91CF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91CF3" w:rsidRPr="00B51199" w:rsidRDefault="00E91CF3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Pr="00F57EFB" w:rsidRDefault="00E91CF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E91CF3" w:rsidRPr="00F57EFB" w:rsidRDefault="00E91CF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91CF3" w:rsidRPr="00F57EFB" w:rsidRDefault="00E91CF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91CF3" w:rsidRPr="00A1444D" w:rsidRDefault="00E91CF3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E91CF3" w:rsidRPr="00C404E0" w:rsidRDefault="00E91CF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91CF3" w:rsidRPr="00F945BC" w:rsidRDefault="00E91CF3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91CF3" w:rsidRPr="00A1444D" w:rsidRDefault="00E91CF3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E91CF3" w:rsidRPr="00C404E0" w:rsidRDefault="00E91CF3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91CF3" w:rsidRPr="00F945BC" w:rsidRDefault="00E91CF3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Pr="00F945BC" w:rsidRDefault="00E91CF3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E91CF3" w:rsidRPr="00A1444D" w:rsidRDefault="00E91CF3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E91CF3" w:rsidRPr="00C404E0" w:rsidRDefault="00E91CF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E91CF3" w:rsidRPr="00F945BC" w:rsidRDefault="00E91CF3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E91CF3" w:rsidRPr="00A1444D" w:rsidRDefault="00E91CF3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E91CF3" w:rsidRPr="00C404E0" w:rsidRDefault="00E91CF3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91CF3" w:rsidRPr="00F945BC" w:rsidRDefault="00E91CF3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Pr="00F945BC" w:rsidRDefault="00E91CF3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E91CF3" w:rsidRPr="006E7245" w:rsidRDefault="00E91CF3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E91CF3" w:rsidRPr="006E7245" w:rsidRDefault="00E91CF3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E91CF3" w:rsidRPr="00F945BC" w:rsidRDefault="00E91CF3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Pr="00F945BC" w:rsidRDefault="00E91CF3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E91CF3" w:rsidRPr="006E7245" w:rsidRDefault="00E91CF3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91CF3" w:rsidRPr="00F945BC" w:rsidRDefault="00E91CF3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E91CF3" w:rsidRPr="006E7245" w:rsidRDefault="00E91CF3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E91CF3" w:rsidRPr="00F945BC" w:rsidRDefault="00E91CF3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E91CF3" w:rsidRPr="006E7245" w:rsidRDefault="00E91CF3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E91CF3" w:rsidRPr="00F945BC" w:rsidRDefault="00E91CF3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E91CF3" w:rsidRPr="006E7245" w:rsidRDefault="00E91CF3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E91CF3" w:rsidRDefault="00E91CF3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91CF3" w:rsidRPr="006E7245" w:rsidRDefault="00E91CF3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E91CF3" w:rsidRPr="00F945BC" w:rsidRDefault="00E91CF3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91CF3" w:rsidRPr="00671089" w:rsidRDefault="00E91CF3" w:rsidP="00FF0522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E91CF3" w:rsidRPr="00F945BC" w:rsidRDefault="00E91CF3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E91CF3" w:rsidRPr="00671089" w:rsidRDefault="00E91CF3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71089">
              <w:rPr>
                <w:sz w:val="24"/>
                <w:szCs w:val="24"/>
              </w:rPr>
              <w:t>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E91CF3" w:rsidRPr="00F945BC" w:rsidRDefault="00E91CF3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404E0">
        <w:tc>
          <w:tcPr>
            <w:tcW w:w="726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E91CF3" w:rsidRPr="00A6179B" w:rsidRDefault="00E91CF3" w:rsidP="00C01CD8">
            <w:pPr>
              <w:rPr>
                <w:sz w:val="24"/>
                <w:szCs w:val="24"/>
              </w:rPr>
            </w:pPr>
            <w:r w:rsidRPr="00A6179B">
              <w:rPr>
                <w:sz w:val="24"/>
                <w:szCs w:val="24"/>
              </w:rPr>
              <w:t>приобретение светодиодной панели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91CF3" w:rsidRPr="00F945BC" w:rsidRDefault="00E91CF3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</w:p>
        </w:tc>
      </w:tr>
      <w:tr w:rsidR="00E91CF3" w:rsidRPr="00F945BC" w:rsidTr="00C667BF">
        <w:tc>
          <w:tcPr>
            <w:tcW w:w="726" w:type="dxa"/>
          </w:tcPr>
          <w:p w:rsidR="00E91CF3" w:rsidRPr="00C404E0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91CF3" w:rsidRPr="00F945BC" w:rsidRDefault="00E91CF3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E91CF3" w:rsidRPr="00F945BC" w:rsidTr="001F298F">
        <w:tc>
          <w:tcPr>
            <w:tcW w:w="726" w:type="dxa"/>
          </w:tcPr>
          <w:p w:rsidR="00E91CF3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91CF3" w:rsidRPr="00164A97" w:rsidRDefault="00E91CF3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91CF3" w:rsidRPr="00F945BC" w:rsidRDefault="00E91CF3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E91CF3" w:rsidRPr="00F57EFB" w:rsidRDefault="00E91CF3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91CF3" w:rsidRPr="00F57EFB" w:rsidRDefault="00E91CF3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91CF3" w:rsidRPr="00F945BC" w:rsidRDefault="00E91CF3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91CF3" w:rsidRPr="00F945BC" w:rsidTr="00215EF9">
        <w:tc>
          <w:tcPr>
            <w:tcW w:w="726" w:type="dxa"/>
          </w:tcPr>
          <w:p w:rsidR="00E91CF3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91CF3" w:rsidRPr="00164A97" w:rsidRDefault="00E91CF3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E91CF3" w:rsidRPr="00F945BC" w:rsidRDefault="00E91CF3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Default="00E91CF3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C01CD8">
            <w:pPr>
              <w:jc w:val="center"/>
              <w:rPr>
                <w:szCs w:val="28"/>
              </w:rPr>
            </w:pPr>
          </w:p>
        </w:tc>
      </w:tr>
      <w:tr w:rsidR="00E91CF3" w:rsidRPr="00F945BC" w:rsidTr="001F298F">
        <w:tc>
          <w:tcPr>
            <w:tcW w:w="726" w:type="dxa"/>
          </w:tcPr>
          <w:p w:rsidR="00E91CF3" w:rsidRDefault="00E91CF3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E91CF3" w:rsidRPr="00164A97" w:rsidRDefault="00E91CF3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E91CF3" w:rsidRPr="00164A97" w:rsidRDefault="00E91CF3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91CF3" w:rsidRPr="00F945BC" w:rsidRDefault="00E91CF3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Pr="00F945BC" w:rsidRDefault="00E91CF3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91CF3" w:rsidRPr="00F945BC" w:rsidRDefault="00E91CF3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91CF3" w:rsidRPr="00F945BC" w:rsidRDefault="00E91CF3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91CF3" w:rsidRPr="00F945BC" w:rsidRDefault="00E91CF3" w:rsidP="00C01CD8">
            <w:pPr>
              <w:jc w:val="center"/>
              <w:rPr>
                <w:szCs w:val="28"/>
              </w:rPr>
            </w:pPr>
          </w:p>
        </w:tc>
      </w:tr>
      <w:tr w:rsidR="00E91CF3" w:rsidRPr="00F945BC" w:rsidTr="0004509A">
        <w:tc>
          <w:tcPr>
            <w:tcW w:w="726" w:type="dxa"/>
          </w:tcPr>
          <w:p w:rsidR="00E91CF3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91CF3" w:rsidRPr="003265A6" w:rsidRDefault="00E91CF3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E91CF3" w:rsidRPr="00F945BC" w:rsidTr="001F298F">
        <w:tc>
          <w:tcPr>
            <w:tcW w:w="726" w:type="dxa"/>
          </w:tcPr>
          <w:p w:rsidR="00E91CF3" w:rsidRDefault="00E91CF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E91CF3" w:rsidRPr="003265A6" w:rsidRDefault="00E91CF3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E91CF3" w:rsidRPr="003265A6" w:rsidRDefault="00E91CF3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E91CF3" w:rsidRPr="00F945BC" w:rsidRDefault="00E91CF3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91CF3" w:rsidRPr="00B853B0" w:rsidRDefault="00E91CF3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E91CF3" w:rsidRPr="0016103B" w:rsidRDefault="00E91CF3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E91CF3" w:rsidRPr="00FD664C" w:rsidRDefault="00E91CF3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E91CF3" w:rsidRPr="00B853B0" w:rsidRDefault="00E91CF3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E91CF3" w:rsidRPr="00F945BC" w:rsidRDefault="00E91CF3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E91CF3" w:rsidRPr="00F945BC" w:rsidRDefault="00E91CF3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E91CF3" w:rsidRPr="00F57EFB" w:rsidRDefault="00E91CF3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91CF3" w:rsidRPr="00F945BC" w:rsidRDefault="00E91CF3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E91CF3" w:rsidRDefault="00E91CF3" w:rsidP="00FA1A72">
      <w:pPr>
        <w:jc w:val="both"/>
        <w:rPr>
          <w:szCs w:val="28"/>
        </w:rPr>
      </w:pPr>
    </w:p>
    <w:p w:rsidR="00E91CF3" w:rsidRDefault="00E91CF3" w:rsidP="00FA1A72">
      <w:pPr>
        <w:jc w:val="both"/>
        <w:rPr>
          <w:szCs w:val="28"/>
        </w:rPr>
      </w:pPr>
    </w:p>
    <w:p w:rsidR="00E91CF3" w:rsidRDefault="00E91CF3" w:rsidP="00FA1A72">
      <w:pPr>
        <w:jc w:val="both"/>
        <w:rPr>
          <w:szCs w:val="28"/>
        </w:rPr>
      </w:pPr>
    </w:p>
    <w:p w:rsidR="00E91CF3" w:rsidRDefault="00E91CF3" w:rsidP="00FA1A72">
      <w:pPr>
        <w:jc w:val="both"/>
        <w:rPr>
          <w:szCs w:val="28"/>
        </w:rPr>
      </w:pPr>
    </w:p>
    <w:p w:rsidR="00E91CF3" w:rsidRDefault="00E91CF3" w:rsidP="00FA1A72">
      <w:pPr>
        <w:jc w:val="both"/>
        <w:rPr>
          <w:szCs w:val="28"/>
        </w:rPr>
      </w:pPr>
    </w:p>
    <w:p w:rsidR="00E91CF3" w:rsidRDefault="00E91CF3" w:rsidP="00FA1A72">
      <w:pPr>
        <w:jc w:val="both"/>
        <w:rPr>
          <w:szCs w:val="28"/>
        </w:rPr>
      </w:pPr>
    </w:p>
    <w:p w:rsidR="00E91CF3" w:rsidRDefault="00E91CF3" w:rsidP="00FA1A72">
      <w:pPr>
        <w:jc w:val="both"/>
        <w:rPr>
          <w:szCs w:val="28"/>
        </w:rPr>
      </w:pPr>
    </w:p>
    <w:p w:rsidR="00E91CF3" w:rsidRDefault="00E91CF3" w:rsidP="00EF6F81">
      <w:pPr>
        <w:jc w:val="center"/>
        <w:rPr>
          <w:szCs w:val="28"/>
        </w:rPr>
        <w:sectPr w:rsidR="00E91CF3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91CF3" w:rsidRDefault="00E91CF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91CF3" w:rsidRPr="00484E94" w:rsidRDefault="00E91CF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91CF3" w:rsidRPr="00484E94" w:rsidRDefault="00E91CF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91CF3" w:rsidRPr="0016103B" w:rsidRDefault="00E91CF3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91CF3" w:rsidRPr="00484E94" w:rsidRDefault="00E91CF3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91CF3" w:rsidRDefault="00E91CF3" w:rsidP="00484E94">
      <w:pPr>
        <w:jc w:val="both"/>
      </w:pPr>
    </w:p>
    <w:p w:rsidR="00E91CF3" w:rsidRPr="00484E94" w:rsidRDefault="00E91CF3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91CF3" w:rsidRPr="00484E94" w:rsidRDefault="00E91CF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91CF3" w:rsidRDefault="00E91CF3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91CF3" w:rsidRDefault="00E91CF3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91CF3" w:rsidRDefault="00E91CF3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91CF3" w:rsidRDefault="00E91CF3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1CF3" w:rsidRDefault="00E91CF3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91CF3" w:rsidRDefault="00E91CF3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91CF3" w:rsidRDefault="00E91CF3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1CF3" w:rsidRDefault="00E91CF3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1CF3" w:rsidRDefault="00E91CF3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1CF3" w:rsidRDefault="00E91CF3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91CF3" w:rsidRDefault="00E91CF3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1CF3" w:rsidRDefault="00E91CF3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91CF3" w:rsidRDefault="00E91CF3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91CF3" w:rsidRDefault="00E91CF3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91CF3" w:rsidRDefault="00E91CF3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91CF3" w:rsidRDefault="00E91CF3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91CF3" w:rsidRDefault="00E91CF3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1CF3" w:rsidRDefault="00E91CF3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91CF3" w:rsidRDefault="00E91CF3" w:rsidP="00E54AFA">
      <w:pPr>
        <w:pStyle w:val="ConsPlusNormal0"/>
        <w:ind w:firstLine="709"/>
        <w:jc w:val="both"/>
      </w:pPr>
      <w:r>
        <w:t>Заказчик:</w:t>
      </w:r>
    </w:p>
    <w:p w:rsidR="00E91CF3" w:rsidRDefault="00E91CF3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1CF3" w:rsidRDefault="00E91CF3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91CF3" w:rsidRDefault="00E91CF3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91CF3" w:rsidRDefault="00E91CF3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1CF3" w:rsidRDefault="00E91CF3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1CF3" w:rsidRDefault="00E91CF3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1CF3" w:rsidRDefault="00E91CF3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1CF3" w:rsidRDefault="00E91CF3" w:rsidP="00E54AFA">
      <w:pPr>
        <w:pStyle w:val="ConsPlusNormal0"/>
        <w:ind w:firstLine="709"/>
        <w:jc w:val="both"/>
      </w:pPr>
    </w:p>
    <w:p w:rsidR="00E91CF3" w:rsidRDefault="00E91CF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91CF3" w:rsidRDefault="00E91CF3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91CF3" w:rsidRDefault="00E91CF3" w:rsidP="00B47CC7">
      <w:pPr>
        <w:rPr>
          <w:szCs w:val="28"/>
        </w:rPr>
        <w:sectPr w:rsidR="00E91CF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E91CF3" w:rsidRDefault="00E91CF3" w:rsidP="001F5CA2">
      <w:pPr>
        <w:jc w:val="center"/>
        <w:rPr>
          <w:b/>
        </w:rPr>
      </w:pPr>
    </w:p>
    <w:sectPr w:rsidR="00E91C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CF3" w:rsidRDefault="00E91CF3" w:rsidP="00EF6F81">
      <w:r>
        <w:separator/>
      </w:r>
    </w:p>
  </w:endnote>
  <w:endnote w:type="continuationSeparator" w:id="0">
    <w:p w:rsidR="00E91CF3" w:rsidRDefault="00E91CF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CF3" w:rsidRDefault="00E91CF3" w:rsidP="00EF6F81">
      <w:r>
        <w:separator/>
      </w:r>
    </w:p>
  </w:footnote>
  <w:footnote w:type="continuationSeparator" w:id="0">
    <w:p w:rsidR="00E91CF3" w:rsidRDefault="00E91CF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CF3" w:rsidRDefault="00E91CF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CF3" w:rsidRDefault="00E91CF3">
    <w:pPr>
      <w:pStyle w:val="Header"/>
      <w:jc w:val="center"/>
    </w:pPr>
  </w:p>
  <w:p w:rsidR="00E91CF3" w:rsidRDefault="00E91CF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91CF3" w:rsidRPr="00F945BC" w:rsidRDefault="00E91CF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663B"/>
    <w:rsid w:val="00017FA2"/>
    <w:rsid w:val="00023F4D"/>
    <w:rsid w:val="00031DF9"/>
    <w:rsid w:val="00032C29"/>
    <w:rsid w:val="000348BC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84E42"/>
    <w:rsid w:val="00086407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87030"/>
    <w:rsid w:val="00190885"/>
    <w:rsid w:val="0019577F"/>
    <w:rsid w:val="001A18A0"/>
    <w:rsid w:val="001A1BB4"/>
    <w:rsid w:val="001B4B7A"/>
    <w:rsid w:val="001B5067"/>
    <w:rsid w:val="001B7870"/>
    <w:rsid w:val="001B7AD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2B3E"/>
    <w:rsid w:val="0038326C"/>
    <w:rsid w:val="00385F3F"/>
    <w:rsid w:val="00391653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2D6F"/>
    <w:rsid w:val="003D359A"/>
    <w:rsid w:val="003D61CD"/>
    <w:rsid w:val="003D7675"/>
    <w:rsid w:val="003E0EC0"/>
    <w:rsid w:val="003E2B65"/>
    <w:rsid w:val="003E500C"/>
    <w:rsid w:val="003E51DA"/>
    <w:rsid w:val="003E6B7E"/>
    <w:rsid w:val="003F64AD"/>
    <w:rsid w:val="003F7719"/>
    <w:rsid w:val="003F7884"/>
    <w:rsid w:val="00400EC9"/>
    <w:rsid w:val="004019AF"/>
    <w:rsid w:val="00401C77"/>
    <w:rsid w:val="004058C3"/>
    <w:rsid w:val="00405F4C"/>
    <w:rsid w:val="00410067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55355"/>
    <w:rsid w:val="00455F5C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A576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16FF"/>
    <w:rsid w:val="00571D74"/>
    <w:rsid w:val="00571FAC"/>
    <w:rsid w:val="00572DB1"/>
    <w:rsid w:val="005734E0"/>
    <w:rsid w:val="005750C3"/>
    <w:rsid w:val="0058240E"/>
    <w:rsid w:val="00595731"/>
    <w:rsid w:val="00595B9D"/>
    <w:rsid w:val="005A1295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5563"/>
    <w:rsid w:val="0066671C"/>
    <w:rsid w:val="006705A4"/>
    <w:rsid w:val="00671089"/>
    <w:rsid w:val="00672510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5015"/>
    <w:rsid w:val="00716222"/>
    <w:rsid w:val="00734314"/>
    <w:rsid w:val="00741C5B"/>
    <w:rsid w:val="00741FA6"/>
    <w:rsid w:val="00745D1A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530"/>
    <w:rsid w:val="00911DA9"/>
    <w:rsid w:val="00921A11"/>
    <w:rsid w:val="0092369B"/>
    <w:rsid w:val="0092378A"/>
    <w:rsid w:val="00923EF4"/>
    <w:rsid w:val="00925405"/>
    <w:rsid w:val="0092688F"/>
    <w:rsid w:val="00937318"/>
    <w:rsid w:val="0094099E"/>
    <w:rsid w:val="00940B0C"/>
    <w:rsid w:val="00944B19"/>
    <w:rsid w:val="00944C39"/>
    <w:rsid w:val="0094665A"/>
    <w:rsid w:val="00950972"/>
    <w:rsid w:val="00950F83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F2245"/>
    <w:rsid w:val="009F22D5"/>
    <w:rsid w:val="009F4E2C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179B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52B2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5003"/>
    <w:rsid w:val="00BA5B89"/>
    <w:rsid w:val="00BA661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1511"/>
    <w:rsid w:val="00C429D2"/>
    <w:rsid w:val="00C52E5E"/>
    <w:rsid w:val="00C53259"/>
    <w:rsid w:val="00C53808"/>
    <w:rsid w:val="00C576C0"/>
    <w:rsid w:val="00C655B1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A247E"/>
    <w:rsid w:val="00CA5BEE"/>
    <w:rsid w:val="00CA61D6"/>
    <w:rsid w:val="00CA63B2"/>
    <w:rsid w:val="00CA76C1"/>
    <w:rsid w:val="00CB24FB"/>
    <w:rsid w:val="00CB2627"/>
    <w:rsid w:val="00CB280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02EF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62D9"/>
    <w:rsid w:val="00D91580"/>
    <w:rsid w:val="00D9235A"/>
    <w:rsid w:val="00DA00D1"/>
    <w:rsid w:val="00DA07D9"/>
    <w:rsid w:val="00DA0DE0"/>
    <w:rsid w:val="00DA2C96"/>
    <w:rsid w:val="00DA408C"/>
    <w:rsid w:val="00DA4ED8"/>
    <w:rsid w:val="00DA510A"/>
    <w:rsid w:val="00DA5916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1CF3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2AB7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173"/>
    <w:rsid w:val="00F23492"/>
    <w:rsid w:val="00F24CB1"/>
    <w:rsid w:val="00F26409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70CCE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0522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7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2632</TotalTime>
  <Pages>13</Pages>
  <Words>2344</Words>
  <Characters>13361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318</cp:revision>
  <cp:lastPrinted>2023-03-23T06:23:00Z</cp:lastPrinted>
  <dcterms:created xsi:type="dcterms:W3CDTF">2018-08-07T11:48:00Z</dcterms:created>
  <dcterms:modified xsi:type="dcterms:W3CDTF">2023-05-16T06:49:00Z</dcterms:modified>
</cp:coreProperties>
</file>