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4417F4" w:rsidRPr="00F945BC" w:rsidTr="00F945BC">
        <w:tc>
          <w:tcPr>
            <w:tcW w:w="8934" w:type="dxa"/>
          </w:tcPr>
          <w:p w:rsidR="004417F4" w:rsidRPr="00F945BC" w:rsidRDefault="004417F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15.05.2023 № 70</w:t>
            </w:r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4417F4" w:rsidRPr="00EE5BAC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417F4" w:rsidRPr="00EE5BAC" w:rsidRDefault="004417F4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417F4" w:rsidRDefault="004417F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211</w:t>
            </w:r>
          </w:p>
          <w:p w:rsidR="004417F4" w:rsidRPr="00F945BC" w:rsidRDefault="004417F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417F4" w:rsidRDefault="004417F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417F4" w:rsidRDefault="004417F4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BB769B">
      <w:pPr>
        <w:jc w:val="center"/>
        <w:rPr>
          <w:b/>
          <w:szCs w:val="28"/>
        </w:rPr>
      </w:pPr>
    </w:p>
    <w:p w:rsidR="004417F4" w:rsidRPr="00950972" w:rsidRDefault="004417F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417F4" w:rsidRDefault="004417F4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Pr="00950972" w:rsidRDefault="004417F4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855115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417F4" w:rsidRPr="0096600F" w:rsidRDefault="004417F4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4417F4" w:rsidRPr="0019088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E823BE" w:rsidRDefault="004417F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4417F4" w:rsidRPr="00DB503E" w:rsidRDefault="004417F4" w:rsidP="00F9512D">
            <w:pPr>
              <w:rPr>
                <w:szCs w:val="28"/>
              </w:rPr>
            </w:pPr>
            <w:r w:rsidRPr="00DB503E">
              <w:rPr>
                <w:szCs w:val="28"/>
              </w:rPr>
              <w:t>2. Подпрограмма «</w:t>
            </w:r>
            <w:r w:rsidRPr="00DB503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B503E">
              <w:rPr>
                <w:szCs w:val="28"/>
              </w:rPr>
              <w:t>»;</w:t>
            </w:r>
          </w:p>
          <w:p w:rsidR="004417F4" w:rsidRPr="00DB503E" w:rsidRDefault="004417F4" w:rsidP="00DB503E">
            <w:pPr>
              <w:rPr>
                <w:szCs w:val="28"/>
              </w:rPr>
            </w:pPr>
            <w:r w:rsidRPr="00DB503E">
              <w:rPr>
                <w:szCs w:val="28"/>
              </w:rPr>
              <w:t>3. Подпрограмма «Основные направления развития культуры Старотитаровского сельского поселения Темрюкского района»</w:t>
            </w:r>
          </w:p>
          <w:p w:rsidR="004417F4" w:rsidRPr="00190885" w:rsidRDefault="004417F4" w:rsidP="00DB503E">
            <w:pPr>
              <w:rPr>
                <w:b/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190885" w:rsidRDefault="004417F4" w:rsidP="00FA67D3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4417F4" w:rsidRDefault="004417F4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4417F4" w:rsidRPr="001D4F5E" w:rsidRDefault="004417F4" w:rsidP="001D4F5E">
            <w:pPr>
              <w:pStyle w:val="NoSpacing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4417F4" w:rsidRPr="009F22D5" w:rsidRDefault="004417F4" w:rsidP="00F9512D">
            <w:pPr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4417F4" w:rsidRDefault="004417F4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4417F4" w:rsidRPr="00E64AB4" w:rsidRDefault="004417F4" w:rsidP="007D09D5">
            <w:pPr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417F4" w:rsidRPr="00A46A72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A46A72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417F4" w:rsidRPr="00190885" w:rsidRDefault="004417F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14 537,6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0A6B0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14 537,6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417F4" w:rsidRPr="00190885" w:rsidRDefault="004417F4" w:rsidP="000A6B0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14 537,6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0A6B0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14 537,6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14560" w:type="dxa"/>
            <w:gridSpan w:val="6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14560" w:type="dxa"/>
            <w:gridSpan w:val="6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417F4" w:rsidRDefault="004417F4" w:rsidP="00EF6F81">
      <w:pPr>
        <w:jc w:val="center"/>
        <w:rPr>
          <w:szCs w:val="28"/>
        </w:rPr>
        <w:sectPr w:rsidR="004417F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417F4" w:rsidRDefault="004417F4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417F4" w:rsidRPr="004408E3" w:rsidRDefault="004417F4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225687">
      <w:pPr>
        <w:ind w:firstLine="709"/>
        <w:jc w:val="both"/>
      </w:pPr>
    </w:p>
    <w:p w:rsidR="004417F4" w:rsidRDefault="004417F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417F4" w:rsidRDefault="004417F4" w:rsidP="00582A6E">
      <w:pPr>
        <w:ind w:firstLine="709"/>
        <w:jc w:val="center"/>
        <w:rPr>
          <w:b/>
        </w:rPr>
      </w:pPr>
    </w:p>
    <w:p w:rsidR="004417F4" w:rsidRDefault="004417F4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4417F4" w:rsidTr="00F9512D">
        <w:tc>
          <w:tcPr>
            <w:tcW w:w="648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417F4" w:rsidTr="00F9512D">
        <w:tc>
          <w:tcPr>
            <w:tcW w:w="648" w:type="dxa"/>
            <w:vMerge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417F4" w:rsidTr="00F9512D">
        <w:tc>
          <w:tcPr>
            <w:tcW w:w="648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417F4" w:rsidTr="00F9512D">
        <w:tc>
          <w:tcPr>
            <w:tcW w:w="648" w:type="dxa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4417F4" w:rsidRDefault="004417F4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4417F4" w:rsidRPr="00AC26F6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AC26F6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4417F4" w:rsidRPr="00973F14" w:rsidRDefault="004417F4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</w:t>
            </w:r>
            <w:r w:rsidRPr="00973F14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Cs w:val="28"/>
              </w:rPr>
              <w:t>»</w:t>
            </w:r>
          </w:p>
          <w:p w:rsidR="004417F4" w:rsidRPr="00AC26F6" w:rsidRDefault="004417F4" w:rsidP="00611464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4417F4" w:rsidRDefault="004417F4" w:rsidP="00BC3A0C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4417F4" w:rsidRPr="00C25175" w:rsidRDefault="004417F4" w:rsidP="00BC3A0C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4417F4" w:rsidRPr="00973F14" w:rsidRDefault="004417F4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4417F4" w:rsidRPr="00AC26F6" w:rsidRDefault="004417F4" w:rsidP="00611464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4417F4" w:rsidRPr="00C25175" w:rsidRDefault="004417F4" w:rsidP="00BC3A0C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</w:tbl>
    <w:p w:rsidR="004417F4" w:rsidRPr="00A74297" w:rsidRDefault="004417F4" w:rsidP="00225687">
      <w:pPr>
        <w:jc w:val="center"/>
        <w:rPr>
          <w:b/>
          <w:szCs w:val="28"/>
        </w:rPr>
      </w:pPr>
    </w:p>
    <w:p w:rsidR="004417F4" w:rsidRPr="00225687" w:rsidRDefault="004417F4">
      <w:pPr>
        <w:rPr>
          <w:sz w:val="6"/>
          <w:szCs w:val="6"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Pr="003C75F8" w:rsidRDefault="004417F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4417F4" w:rsidRPr="003C75F8" w:rsidRDefault="004417F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417F4" w:rsidRPr="004408E3" w:rsidRDefault="004417F4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Pr="003C75F8" w:rsidRDefault="004417F4" w:rsidP="0054045D">
      <w:pPr>
        <w:pStyle w:val="ConsPlusNormal0"/>
        <w:jc w:val="center"/>
        <w:rPr>
          <w:b/>
        </w:rPr>
      </w:pPr>
    </w:p>
    <w:p w:rsidR="004417F4" w:rsidRPr="003C75F8" w:rsidRDefault="004417F4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4417F4" w:rsidRPr="00C404E0" w:rsidTr="00C404E0">
        <w:tc>
          <w:tcPr>
            <w:tcW w:w="73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4417F4" w:rsidRPr="0054045D" w:rsidRDefault="004417F4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4417F4" w:rsidRPr="000B0521" w:rsidTr="00C404E0">
        <w:tc>
          <w:tcPr>
            <w:tcW w:w="726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4417F4" w:rsidRPr="00F945BC" w:rsidTr="00C404E0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4417F4" w:rsidRPr="00C374A8" w:rsidRDefault="004417F4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4417F4" w:rsidRPr="00C404E0" w:rsidRDefault="004417F4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4417F4" w:rsidRPr="00C374A8" w:rsidRDefault="004417F4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4417F4" w:rsidRPr="00C404E0" w:rsidRDefault="004417F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B51199" w:rsidRDefault="004417F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4417F4" w:rsidRPr="008553FA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4417F4" w:rsidRDefault="004417F4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  <w:p w:rsidR="004417F4" w:rsidRPr="00F945BC" w:rsidRDefault="004417F4" w:rsidP="00E813D0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4417F4" w:rsidRDefault="004417F4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4417F4" w:rsidRPr="00F945BC" w:rsidRDefault="004417F4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4417F4" w:rsidRDefault="004417F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4417F4" w:rsidRDefault="004417F4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57EFB" w:rsidRDefault="004417F4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17F4" w:rsidRPr="00F945BC" w:rsidRDefault="004417F4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C667BF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4417F4" w:rsidRPr="00973F14" w:rsidRDefault="004417F4" w:rsidP="00905F60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</w:t>
            </w:r>
            <w:r w:rsidRPr="00973F14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 w:val="24"/>
                <w:szCs w:val="24"/>
              </w:rPr>
              <w:t>»</w:t>
            </w:r>
          </w:p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215EF9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4417F4" w:rsidRPr="002A2A51" w:rsidRDefault="004417F4" w:rsidP="00BC3A0C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4417F4" w:rsidRPr="00215EF9" w:rsidRDefault="004417F4" w:rsidP="00BC3A0C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417F4" w:rsidRPr="00C404E0" w:rsidRDefault="004417F4" w:rsidP="00BC3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417F4" w:rsidRPr="00F945BC" w:rsidTr="0070794F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4417F4" w:rsidRPr="00973F14" w:rsidRDefault="004417F4" w:rsidP="00215EF9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4417F4" w:rsidRPr="00F945BC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RPr="00F945BC" w:rsidTr="00215EF9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4417F4" w:rsidRPr="00905F60" w:rsidRDefault="004417F4" w:rsidP="00BC3A0C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4417F4" w:rsidRPr="00905F60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4417F4" w:rsidRPr="00905F60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Pr="00FD34F6" w:rsidRDefault="004417F4">
      <w:pPr>
        <w:rPr>
          <w:sz w:val="6"/>
          <w:szCs w:val="6"/>
        </w:rPr>
      </w:pPr>
    </w:p>
    <w:p w:rsidR="004417F4" w:rsidRDefault="004417F4" w:rsidP="00EF6F81">
      <w:pPr>
        <w:jc w:val="center"/>
        <w:rPr>
          <w:szCs w:val="28"/>
        </w:rPr>
        <w:sectPr w:rsidR="004417F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417F4" w:rsidRPr="00484E94" w:rsidRDefault="004417F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417F4" w:rsidRPr="00484E94" w:rsidRDefault="004417F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417F4" w:rsidRPr="0016103B" w:rsidRDefault="004417F4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417F4" w:rsidRPr="00484E94" w:rsidRDefault="004417F4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417F4" w:rsidRDefault="004417F4" w:rsidP="00484E94">
      <w:pPr>
        <w:jc w:val="both"/>
      </w:pPr>
    </w:p>
    <w:p w:rsidR="004417F4" w:rsidRPr="00484E94" w:rsidRDefault="004417F4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417F4" w:rsidRPr="00484E94" w:rsidRDefault="004417F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417F4" w:rsidRDefault="004417F4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4417F4" w:rsidRDefault="004417F4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4417F4" w:rsidRDefault="004417F4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4417F4" w:rsidRDefault="004417F4" w:rsidP="00C34E0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4417F4" w:rsidRDefault="004417F4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4417F4" w:rsidRDefault="004417F4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4417F4" w:rsidRDefault="004417F4" w:rsidP="00C34E02">
      <w:pPr>
        <w:pStyle w:val="ConsPlusNormal0"/>
        <w:ind w:firstLine="709"/>
        <w:jc w:val="both"/>
      </w:pPr>
      <w:r>
        <w:t>Заказчик:</w:t>
      </w:r>
    </w:p>
    <w:p w:rsidR="004417F4" w:rsidRDefault="004417F4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417F4" w:rsidRDefault="004417F4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4417F4" w:rsidRDefault="004417F4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4417F4" w:rsidRDefault="004417F4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4417F4" w:rsidRDefault="004417F4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417F4" w:rsidRDefault="004417F4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Hyperlink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4417F4" w:rsidRDefault="004417F4" w:rsidP="00C34E02">
      <w:pPr>
        <w:pStyle w:val="ConsPlusNormal0"/>
        <w:ind w:firstLine="709"/>
        <w:jc w:val="both"/>
      </w:pPr>
    </w:p>
    <w:p w:rsidR="004417F4" w:rsidRDefault="004417F4" w:rsidP="00484E94">
      <w:pPr>
        <w:ind w:firstLine="709"/>
        <w:jc w:val="both"/>
        <w:rPr>
          <w:szCs w:val="28"/>
        </w:rPr>
      </w:pPr>
    </w:p>
    <w:p w:rsidR="004417F4" w:rsidRDefault="004417F4" w:rsidP="00B47CC7">
      <w:pPr>
        <w:rPr>
          <w:szCs w:val="28"/>
        </w:rPr>
      </w:pPr>
      <w:bookmarkStart w:id="0" w:name="_GoBack"/>
      <w:bookmarkEnd w:id="0"/>
      <w:r>
        <w:rPr>
          <w:szCs w:val="28"/>
        </w:rPr>
        <w:t>Глава Старотитаровского сельского</w:t>
      </w:r>
    </w:p>
    <w:p w:rsidR="004417F4" w:rsidRDefault="004417F4" w:rsidP="00B47CC7">
      <w:pPr>
        <w:rPr>
          <w:szCs w:val="28"/>
        </w:rPr>
        <w:sectPr w:rsidR="004417F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А.Г. Титаренко</w:t>
      </w:r>
    </w:p>
    <w:p w:rsidR="004417F4" w:rsidRDefault="004417F4" w:rsidP="001F5CA2">
      <w:pPr>
        <w:jc w:val="center"/>
        <w:rPr>
          <w:b/>
        </w:rPr>
      </w:pPr>
    </w:p>
    <w:sectPr w:rsidR="004417F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7F4" w:rsidRDefault="004417F4" w:rsidP="00EF6F81">
      <w:r>
        <w:separator/>
      </w:r>
    </w:p>
  </w:endnote>
  <w:endnote w:type="continuationSeparator" w:id="0">
    <w:p w:rsidR="004417F4" w:rsidRDefault="004417F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7F4" w:rsidRDefault="004417F4" w:rsidP="00EF6F81">
      <w:r>
        <w:separator/>
      </w:r>
    </w:p>
  </w:footnote>
  <w:footnote w:type="continuationSeparator" w:id="0">
    <w:p w:rsidR="004417F4" w:rsidRDefault="004417F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7F4" w:rsidRDefault="004417F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7F4" w:rsidRDefault="004417F4">
    <w:pPr>
      <w:pStyle w:val="Header"/>
      <w:jc w:val="center"/>
    </w:pPr>
  </w:p>
  <w:p w:rsidR="004417F4" w:rsidRDefault="004417F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417F4" w:rsidRPr="00F945BC" w:rsidRDefault="004417F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995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6742"/>
    <w:rsid w:val="00097330"/>
    <w:rsid w:val="000A3A2B"/>
    <w:rsid w:val="000A5167"/>
    <w:rsid w:val="000A6B01"/>
    <w:rsid w:val="000B0521"/>
    <w:rsid w:val="000B4AE6"/>
    <w:rsid w:val="000C1918"/>
    <w:rsid w:val="000C3C23"/>
    <w:rsid w:val="000C3FBF"/>
    <w:rsid w:val="000D1B88"/>
    <w:rsid w:val="000D42BE"/>
    <w:rsid w:val="000D4E9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4F7B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462B"/>
    <w:rsid w:val="001648BD"/>
    <w:rsid w:val="001658ED"/>
    <w:rsid w:val="00167C70"/>
    <w:rsid w:val="00172D6C"/>
    <w:rsid w:val="00173D9E"/>
    <w:rsid w:val="00176619"/>
    <w:rsid w:val="00177C88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0F3A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0318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47F5E"/>
    <w:rsid w:val="003500CE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3A47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65C3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7F4"/>
    <w:rsid w:val="00441A14"/>
    <w:rsid w:val="00441B89"/>
    <w:rsid w:val="0044312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3AFB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E7A76"/>
    <w:rsid w:val="004F6D70"/>
    <w:rsid w:val="004F7016"/>
    <w:rsid w:val="0050378D"/>
    <w:rsid w:val="00503DDC"/>
    <w:rsid w:val="0050519C"/>
    <w:rsid w:val="00506C43"/>
    <w:rsid w:val="0050706A"/>
    <w:rsid w:val="00510D19"/>
    <w:rsid w:val="00532D11"/>
    <w:rsid w:val="0053507E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75C62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464"/>
    <w:rsid w:val="00611F63"/>
    <w:rsid w:val="00614039"/>
    <w:rsid w:val="00617E6B"/>
    <w:rsid w:val="00621322"/>
    <w:rsid w:val="006245C5"/>
    <w:rsid w:val="00631501"/>
    <w:rsid w:val="00631920"/>
    <w:rsid w:val="006341E7"/>
    <w:rsid w:val="00634440"/>
    <w:rsid w:val="00634F90"/>
    <w:rsid w:val="006357FC"/>
    <w:rsid w:val="00647067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4CA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7972"/>
    <w:rsid w:val="00721EC5"/>
    <w:rsid w:val="0072497D"/>
    <w:rsid w:val="0072626C"/>
    <w:rsid w:val="00734025"/>
    <w:rsid w:val="00734314"/>
    <w:rsid w:val="00741C5B"/>
    <w:rsid w:val="00741FA6"/>
    <w:rsid w:val="00745D1A"/>
    <w:rsid w:val="007556E6"/>
    <w:rsid w:val="00756022"/>
    <w:rsid w:val="00757B19"/>
    <w:rsid w:val="00770883"/>
    <w:rsid w:val="00777CE4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60D9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1AD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08FA"/>
    <w:rsid w:val="008A24E1"/>
    <w:rsid w:val="008A32AD"/>
    <w:rsid w:val="008A6FA1"/>
    <w:rsid w:val="008B08D9"/>
    <w:rsid w:val="008B2122"/>
    <w:rsid w:val="008C2B7A"/>
    <w:rsid w:val="008C7F0B"/>
    <w:rsid w:val="008D1ADA"/>
    <w:rsid w:val="008D204E"/>
    <w:rsid w:val="008D361C"/>
    <w:rsid w:val="008E229A"/>
    <w:rsid w:val="008E3869"/>
    <w:rsid w:val="008E39E4"/>
    <w:rsid w:val="008E65A9"/>
    <w:rsid w:val="008E774B"/>
    <w:rsid w:val="008F1C38"/>
    <w:rsid w:val="009013AF"/>
    <w:rsid w:val="00904240"/>
    <w:rsid w:val="00905F60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F14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0F6B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1770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169A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61AC"/>
    <w:rsid w:val="00BB769B"/>
    <w:rsid w:val="00BC3A0C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BF759C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4E02"/>
    <w:rsid w:val="00C374A8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4C8E"/>
    <w:rsid w:val="00CA61D6"/>
    <w:rsid w:val="00CA63B2"/>
    <w:rsid w:val="00CA76C1"/>
    <w:rsid w:val="00CB0457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0FA"/>
    <w:rsid w:val="00D047A4"/>
    <w:rsid w:val="00D07253"/>
    <w:rsid w:val="00D0764C"/>
    <w:rsid w:val="00D11C47"/>
    <w:rsid w:val="00D21B4F"/>
    <w:rsid w:val="00D2251E"/>
    <w:rsid w:val="00D24F59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B503E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28FE"/>
    <w:rsid w:val="00F57EFB"/>
    <w:rsid w:val="00F60E47"/>
    <w:rsid w:val="00F65DF0"/>
    <w:rsid w:val="00F677FC"/>
    <w:rsid w:val="00F67E40"/>
    <w:rsid w:val="00F67FAD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23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2525</TotalTime>
  <Pages>12</Pages>
  <Words>2026</Words>
  <Characters>11553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263</cp:revision>
  <cp:lastPrinted>2021-06-11T06:36:00Z</cp:lastPrinted>
  <dcterms:created xsi:type="dcterms:W3CDTF">2018-08-07T11:48:00Z</dcterms:created>
  <dcterms:modified xsi:type="dcterms:W3CDTF">2023-05-15T10:34:00Z</dcterms:modified>
</cp:coreProperties>
</file>