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26.10.2022 г. № 193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84CD8" w:rsidRDefault="00C84CD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№294</w:t>
      </w:r>
    </w:p>
    <w:p w:rsidR="00C84CD8" w:rsidRDefault="00C84CD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Default="00C84CD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Pr="00D737C3" w:rsidRDefault="00C84CD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Default="00C84CD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84CD8" w:rsidRPr="00D737C3" w:rsidRDefault="00C84CD8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C84CD8" w:rsidRDefault="00C84CD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Pr="00D737C3" w:rsidRDefault="00C84CD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84CD8" w:rsidRPr="006069E5">
        <w:tc>
          <w:tcPr>
            <w:tcW w:w="1162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84CD8" w:rsidRPr="006069E5">
        <w:tc>
          <w:tcPr>
            <w:tcW w:w="1162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4CD8" w:rsidRPr="006069E5" w:rsidRDefault="00C84C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84CD8" w:rsidRPr="0064236D" w:rsidRDefault="00C84CD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84CD8" w:rsidRPr="006069E5">
        <w:trPr>
          <w:tblHeader/>
        </w:trPr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C84CD8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C84CD8" w:rsidRPr="00BB20F0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4CD8" w:rsidRPr="006069E5" w:rsidRDefault="00C84CD8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C84CD8" w:rsidRPr="006069E5" w:rsidRDefault="00C84CD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C84CD8" w:rsidRPr="006069E5" w:rsidRDefault="00C84CD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1867,8</w:t>
            </w:r>
          </w:p>
        </w:tc>
        <w:tc>
          <w:tcPr>
            <w:tcW w:w="1080" w:type="dxa"/>
          </w:tcPr>
          <w:p w:rsidR="00C84CD8" w:rsidRPr="006069E5" w:rsidRDefault="00C84CD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2466,0</w:t>
            </w:r>
          </w:p>
        </w:tc>
        <w:tc>
          <w:tcPr>
            <w:tcW w:w="1080" w:type="dxa"/>
          </w:tcPr>
          <w:p w:rsidR="00C84CD8" w:rsidRPr="006069E5" w:rsidRDefault="00C84CD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2509,7</w:t>
            </w:r>
          </w:p>
        </w:tc>
        <w:tc>
          <w:tcPr>
            <w:tcW w:w="1134" w:type="dxa"/>
          </w:tcPr>
          <w:p w:rsidR="00C84CD8" w:rsidRPr="006069E5" w:rsidRDefault="00C84CD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4691,9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4CD8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4CD8" w:rsidRPr="00580DF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C84CD8" w:rsidRPr="007A5CB9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24685E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4CD8" w:rsidRPr="007A5CB9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84CD8" w:rsidRPr="006069E5" w:rsidRDefault="00C84CD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24685E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C84CD8" w:rsidRDefault="00C84CD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C84CD8" w:rsidRPr="00A47476" w:rsidRDefault="00C84CD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C84CD8" w:rsidRPr="006069E5" w:rsidRDefault="00C84CD8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84CD8" w:rsidRPr="007A5CB9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C84CD8" w:rsidRPr="006069E5" w:rsidRDefault="00C84CD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573,1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758,1</w:t>
            </w:r>
          </w:p>
        </w:tc>
        <w:tc>
          <w:tcPr>
            <w:tcW w:w="1134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1239,8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4CD8" w:rsidRDefault="00C84CD8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4CD8" w:rsidRPr="00580DF5" w:rsidRDefault="00C84CD8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C84CD8" w:rsidRPr="007A5CB9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24685E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4CD8" w:rsidRPr="007A5CB9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84CD8" w:rsidRPr="006069E5" w:rsidRDefault="00C84CD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24685E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C84CD8" w:rsidRDefault="00C84CD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C84CD8" w:rsidRPr="002B73E5" w:rsidRDefault="00C84CD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C84CD8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84CD8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C84CD8" w:rsidRPr="007A5CB9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080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1134" w:type="dxa"/>
          </w:tcPr>
          <w:p w:rsidR="00C84CD8" w:rsidRPr="006069E5" w:rsidRDefault="00C84C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298,3</w:t>
            </w:r>
          </w:p>
        </w:tc>
      </w:tr>
      <w:tr w:rsidR="00C84CD8" w:rsidRPr="006069E5">
        <w:tc>
          <w:tcPr>
            <w:tcW w:w="1151" w:type="dxa"/>
          </w:tcPr>
          <w:p w:rsidR="00C84CD8" w:rsidRPr="006069E5" w:rsidRDefault="00C84C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84CD8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C84CD8" w:rsidRPr="00580DF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C84CD8" w:rsidRPr="007A5CB9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84CD8" w:rsidRPr="006069E5" w:rsidRDefault="00C84CD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84CD8" w:rsidRPr="00BB20F0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C84CD8" w:rsidRPr="006069E5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84CD8" w:rsidRPr="0024685E" w:rsidRDefault="00C84CD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84CD8" w:rsidRPr="006069E5" w:rsidRDefault="00C84CD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C84CD8" w:rsidRDefault="00C84C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Default="00C84C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Default="00C84C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CD8" w:rsidRDefault="00C84CD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84CD8" w:rsidRDefault="00C84CD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84CD8" w:rsidRPr="0064236D" w:rsidRDefault="00C84CD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C84CD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CD8" w:rsidRDefault="00C84CD8" w:rsidP="007D6942">
      <w:r>
        <w:separator/>
      </w:r>
    </w:p>
  </w:endnote>
  <w:endnote w:type="continuationSeparator" w:id="0">
    <w:p w:rsidR="00C84CD8" w:rsidRDefault="00C84CD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CD8" w:rsidRDefault="00C84CD8" w:rsidP="007D6942">
      <w:r>
        <w:separator/>
      </w:r>
    </w:p>
  </w:footnote>
  <w:footnote w:type="continuationSeparator" w:id="0">
    <w:p w:rsidR="00C84CD8" w:rsidRDefault="00C84CD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CD8" w:rsidRDefault="00C84CD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84CD8" w:rsidRPr="00A80EF1" w:rsidRDefault="00C84CD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91953"/>
    <w:rsid w:val="001B7323"/>
    <w:rsid w:val="001C73EF"/>
    <w:rsid w:val="001D011F"/>
    <w:rsid w:val="001E7088"/>
    <w:rsid w:val="001F2603"/>
    <w:rsid w:val="00206D5E"/>
    <w:rsid w:val="00212251"/>
    <w:rsid w:val="00240DF8"/>
    <w:rsid w:val="0024456C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E1B"/>
    <w:rsid w:val="003C7B36"/>
    <w:rsid w:val="003D747F"/>
    <w:rsid w:val="003E6794"/>
    <w:rsid w:val="003F2D98"/>
    <w:rsid w:val="004227BB"/>
    <w:rsid w:val="004335C1"/>
    <w:rsid w:val="00452B4E"/>
    <w:rsid w:val="00465EA3"/>
    <w:rsid w:val="004677B8"/>
    <w:rsid w:val="00472DFB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06568"/>
    <w:rsid w:val="00511A7C"/>
    <w:rsid w:val="00516583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77D9F"/>
    <w:rsid w:val="00780C3B"/>
    <w:rsid w:val="007A5CB9"/>
    <w:rsid w:val="007B7FD7"/>
    <w:rsid w:val="007C140F"/>
    <w:rsid w:val="007D6942"/>
    <w:rsid w:val="007F7199"/>
    <w:rsid w:val="0080164D"/>
    <w:rsid w:val="0081247D"/>
    <w:rsid w:val="00816CCD"/>
    <w:rsid w:val="00833765"/>
    <w:rsid w:val="0085108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67F4F"/>
    <w:rsid w:val="009D2659"/>
    <w:rsid w:val="009D2952"/>
    <w:rsid w:val="009D37BC"/>
    <w:rsid w:val="00A0201C"/>
    <w:rsid w:val="00A10279"/>
    <w:rsid w:val="00A24EA6"/>
    <w:rsid w:val="00A41751"/>
    <w:rsid w:val="00A417F1"/>
    <w:rsid w:val="00A47476"/>
    <w:rsid w:val="00A50BED"/>
    <w:rsid w:val="00A63C9E"/>
    <w:rsid w:val="00A80EF1"/>
    <w:rsid w:val="00A9268B"/>
    <w:rsid w:val="00AC03D6"/>
    <w:rsid w:val="00AC272C"/>
    <w:rsid w:val="00AC4B7D"/>
    <w:rsid w:val="00AD3966"/>
    <w:rsid w:val="00AD7EE9"/>
    <w:rsid w:val="00AE1814"/>
    <w:rsid w:val="00AF3ADF"/>
    <w:rsid w:val="00B150A3"/>
    <w:rsid w:val="00B46DC0"/>
    <w:rsid w:val="00B47DD0"/>
    <w:rsid w:val="00B60BA1"/>
    <w:rsid w:val="00B61A06"/>
    <w:rsid w:val="00B75B97"/>
    <w:rsid w:val="00BB20F0"/>
    <w:rsid w:val="00BD7666"/>
    <w:rsid w:val="00BE1046"/>
    <w:rsid w:val="00BF6D41"/>
    <w:rsid w:val="00C21AED"/>
    <w:rsid w:val="00C35E09"/>
    <w:rsid w:val="00C400CB"/>
    <w:rsid w:val="00C470DB"/>
    <w:rsid w:val="00C71732"/>
    <w:rsid w:val="00C74FCF"/>
    <w:rsid w:val="00C7581D"/>
    <w:rsid w:val="00C7608E"/>
    <w:rsid w:val="00C82799"/>
    <w:rsid w:val="00C84CD8"/>
    <w:rsid w:val="00C97234"/>
    <w:rsid w:val="00CB5623"/>
    <w:rsid w:val="00CB64CE"/>
    <w:rsid w:val="00CC0F3B"/>
    <w:rsid w:val="00CD39C5"/>
    <w:rsid w:val="00CD76E3"/>
    <w:rsid w:val="00CF7ABA"/>
    <w:rsid w:val="00D02369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E01366"/>
    <w:rsid w:val="00E3318F"/>
    <w:rsid w:val="00E57E39"/>
    <w:rsid w:val="00E67030"/>
    <w:rsid w:val="00E73D5F"/>
    <w:rsid w:val="00E8140E"/>
    <w:rsid w:val="00EA194C"/>
    <w:rsid w:val="00F10576"/>
    <w:rsid w:val="00F20843"/>
    <w:rsid w:val="00F233BB"/>
    <w:rsid w:val="00F2569A"/>
    <w:rsid w:val="00F25940"/>
    <w:rsid w:val="00F27FC1"/>
    <w:rsid w:val="00F352F4"/>
    <w:rsid w:val="00F40D21"/>
    <w:rsid w:val="00F4487B"/>
    <w:rsid w:val="00F45EA5"/>
    <w:rsid w:val="00F522C8"/>
    <w:rsid w:val="00F54678"/>
    <w:rsid w:val="00F673CC"/>
    <w:rsid w:val="00F8232B"/>
    <w:rsid w:val="00FC4C64"/>
    <w:rsid w:val="00FD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18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746</TotalTime>
  <Pages>4</Pages>
  <Words>515</Words>
  <Characters>2941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120</cp:revision>
  <cp:lastPrinted>2021-07-05T12:26:00Z</cp:lastPrinted>
  <dcterms:created xsi:type="dcterms:W3CDTF">2021-05-31T11:19:00Z</dcterms:created>
  <dcterms:modified xsi:type="dcterms:W3CDTF">2022-10-27T12:16:00Z</dcterms:modified>
</cp:coreProperties>
</file>