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AD5" w:rsidRDefault="00390AD5" w:rsidP="00BE5B1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390AD5" w:rsidRDefault="00390AD5" w:rsidP="00BE5B1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390AD5" w:rsidRDefault="00390AD5" w:rsidP="00BE5B1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Старотитаровского сельского поселения </w:t>
      </w:r>
    </w:p>
    <w:p w:rsidR="00390AD5" w:rsidRDefault="00390AD5" w:rsidP="00BE5B1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390AD5" w:rsidRDefault="00390AD5" w:rsidP="00BE5B1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26.10 </w:t>
      </w:r>
      <w:smartTag w:uri="urn:schemas-microsoft-com:office:smarttags" w:element="metricconverter">
        <w:smartTagPr>
          <w:attr w:name="ProductID" w:val="2022 г"/>
        </w:smartTagPr>
        <w:r>
          <w:rPr>
            <w:rFonts w:ascii="Times New Roman" w:hAnsi="Times New Roman" w:cs="Times New Roman"/>
            <w:sz w:val="28"/>
            <w:szCs w:val="28"/>
          </w:rPr>
          <w:t>2022 г</w:t>
        </w:r>
      </w:smartTag>
      <w:r>
        <w:rPr>
          <w:rFonts w:ascii="Times New Roman" w:hAnsi="Times New Roman" w:cs="Times New Roman"/>
          <w:sz w:val="28"/>
          <w:szCs w:val="28"/>
        </w:rPr>
        <w:t>. № 191</w:t>
      </w:r>
    </w:p>
    <w:p w:rsidR="00390AD5" w:rsidRDefault="00390AD5" w:rsidP="00BE5B1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90AD5" w:rsidRDefault="00390AD5" w:rsidP="00BE5B1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390AD5" w:rsidRDefault="00390AD5" w:rsidP="00BE5B1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Старотитаровского</w:t>
      </w:r>
    </w:p>
    <w:p w:rsidR="00390AD5" w:rsidRDefault="00390AD5" w:rsidP="00BE5B1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390AD5" w:rsidRDefault="00390AD5" w:rsidP="00BE5B1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28.12.2021 №286</w:t>
      </w:r>
    </w:p>
    <w:p w:rsidR="00390AD5" w:rsidRPr="00B9521B" w:rsidRDefault="00390AD5" w:rsidP="00B9521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90AD5" w:rsidRPr="00D737C3" w:rsidRDefault="00390AD5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390AD5" w:rsidRDefault="00390AD5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390AD5" w:rsidRPr="00B9521B" w:rsidRDefault="00390AD5" w:rsidP="00B9521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00BD">
        <w:rPr>
          <w:rFonts w:ascii="Times New Roman" w:hAnsi="Times New Roman" w:cs="Times New Roman"/>
          <w:b/>
          <w:bCs/>
          <w:sz w:val="28"/>
          <w:szCs w:val="28"/>
        </w:rPr>
        <w:t>муниципальной программы</w:t>
      </w:r>
      <w:r w:rsidRPr="00B9521B">
        <w:rPr>
          <w:b/>
          <w:bCs/>
        </w:rPr>
        <w:t xml:space="preserve"> </w:t>
      </w:r>
      <w:r w:rsidRPr="00B9521B">
        <w:rPr>
          <w:rFonts w:ascii="Times New Roman" w:hAnsi="Times New Roman" w:cs="Times New Roman"/>
          <w:b/>
          <w:bCs/>
          <w:sz w:val="28"/>
          <w:szCs w:val="28"/>
        </w:rPr>
        <w:t>«Развитие физической культуры и массового спорта на территории Старотитаровского сельского поселения Темрюкского района» на 2022 год</w:t>
      </w:r>
    </w:p>
    <w:p w:rsidR="00390AD5" w:rsidRDefault="00390AD5" w:rsidP="00B9521B">
      <w:pPr>
        <w:jc w:val="center"/>
        <w:rPr>
          <w:b/>
          <w:bCs/>
        </w:rPr>
      </w:pPr>
    </w:p>
    <w:p w:rsidR="00390AD5" w:rsidRPr="003500BD" w:rsidRDefault="00390AD5" w:rsidP="00B9521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390AD5" w:rsidRPr="006069E5">
        <w:tc>
          <w:tcPr>
            <w:tcW w:w="1162" w:type="dxa"/>
            <w:vMerge w:val="restart"/>
          </w:tcPr>
          <w:p w:rsidR="00390AD5" w:rsidRPr="006069E5" w:rsidRDefault="00390A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390AD5" w:rsidRPr="006069E5" w:rsidRDefault="00390A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390AD5" w:rsidRPr="006069E5" w:rsidRDefault="00390A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390AD5" w:rsidRPr="006069E5" w:rsidRDefault="00390A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390AD5" w:rsidRPr="006069E5" w:rsidRDefault="00390A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390AD5" w:rsidRPr="006069E5" w:rsidRDefault="00390A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390AD5" w:rsidRPr="006069E5" w:rsidRDefault="00390A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390AD5" w:rsidRPr="006069E5">
        <w:tc>
          <w:tcPr>
            <w:tcW w:w="1162" w:type="dxa"/>
            <w:vMerge/>
          </w:tcPr>
          <w:p w:rsidR="00390AD5" w:rsidRPr="006069E5" w:rsidRDefault="00390A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390AD5" w:rsidRPr="006069E5" w:rsidRDefault="00390A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390AD5" w:rsidRPr="006069E5" w:rsidRDefault="00390A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390AD5" w:rsidRPr="006069E5" w:rsidRDefault="00390A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390AD5" w:rsidRPr="006069E5" w:rsidRDefault="00390A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390AD5" w:rsidRPr="006069E5" w:rsidRDefault="00390A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390AD5" w:rsidRPr="006069E5" w:rsidRDefault="00390AD5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390AD5" w:rsidRPr="006069E5" w:rsidRDefault="00390AD5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390AD5" w:rsidRPr="006069E5" w:rsidRDefault="00390AD5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390AD5" w:rsidRPr="006069E5" w:rsidRDefault="00390AD5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390AD5" w:rsidRPr="0064236D" w:rsidRDefault="00390AD5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51"/>
        <w:gridCol w:w="2516"/>
        <w:gridCol w:w="941"/>
        <w:gridCol w:w="1980"/>
        <w:gridCol w:w="1620"/>
        <w:gridCol w:w="1800"/>
        <w:gridCol w:w="1260"/>
        <w:gridCol w:w="1080"/>
        <w:gridCol w:w="1080"/>
        <w:gridCol w:w="1134"/>
      </w:tblGrid>
      <w:tr w:rsidR="00390AD5" w:rsidRPr="006069E5">
        <w:trPr>
          <w:tblHeader/>
        </w:trPr>
        <w:tc>
          <w:tcPr>
            <w:tcW w:w="1151" w:type="dxa"/>
          </w:tcPr>
          <w:p w:rsidR="00390AD5" w:rsidRPr="006069E5" w:rsidRDefault="00390A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390AD5" w:rsidRPr="006069E5" w:rsidRDefault="00390A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</w:tcPr>
          <w:p w:rsidR="00390AD5" w:rsidRPr="006069E5" w:rsidRDefault="00390A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390AD5" w:rsidRPr="006069E5" w:rsidRDefault="00390A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390AD5" w:rsidRPr="006069E5" w:rsidRDefault="00390A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390AD5" w:rsidRPr="006069E5" w:rsidRDefault="00390A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390AD5" w:rsidRPr="006069E5" w:rsidRDefault="00390A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390AD5" w:rsidRPr="006069E5" w:rsidRDefault="00390A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390AD5" w:rsidRPr="006069E5" w:rsidRDefault="00390A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390AD5" w:rsidRPr="006069E5" w:rsidRDefault="00390A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390AD5" w:rsidRPr="006069E5">
        <w:tc>
          <w:tcPr>
            <w:tcW w:w="1151" w:type="dxa"/>
          </w:tcPr>
          <w:p w:rsidR="00390AD5" w:rsidRPr="006069E5" w:rsidRDefault="00390AD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3411" w:type="dxa"/>
            <w:gridSpan w:val="9"/>
          </w:tcPr>
          <w:p w:rsidR="00390AD5" w:rsidRDefault="00390AD5" w:rsidP="00B9521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9521B">
              <w:rPr>
                <w:rFonts w:ascii="Times New Roman" w:hAnsi="Times New Roman" w:cs="Times New Roman"/>
              </w:rPr>
              <w:t>Подпрограмм</w:t>
            </w:r>
            <w:bookmarkStart w:id="0" w:name="_GoBack"/>
            <w:bookmarkEnd w:id="0"/>
            <w:r w:rsidRPr="00B9521B">
              <w:rPr>
                <w:rFonts w:ascii="Times New Roman" w:hAnsi="Times New Roman" w:cs="Times New Roman"/>
              </w:rPr>
              <w:t>а «Совершенствование деятельности МБУ «ФОСК «Виктория» по предоставлению муниципальных услуг»</w:t>
            </w:r>
          </w:p>
          <w:p w:rsidR="00390AD5" w:rsidRPr="00B9521B" w:rsidRDefault="00390AD5" w:rsidP="00B9521B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D5" w:rsidRPr="006069E5">
        <w:tc>
          <w:tcPr>
            <w:tcW w:w="1151" w:type="dxa"/>
          </w:tcPr>
          <w:p w:rsidR="00390AD5" w:rsidRPr="006069E5" w:rsidRDefault="00390AD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16" w:type="dxa"/>
          </w:tcPr>
          <w:p w:rsidR="00390AD5" w:rsidRPr="006069E5" w:rsidRDefault="00390AD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390AD5" w:rsidRPr="006069E5" w:rsidRDefault="00390AD5" w:rsidP="0000646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D3C2C">
              <w:rPr>
                <w:rFonts w:ascii="Times New Roman" w:hAnsi="Times New Roman" w:cs="Times New Roman"/>
                <w:kern w:val="1"/>
              </w:rPr>
              <w:t>Обеспечение деятельности</w:t>
            </w:r>
            <w:r>
              <w:rPr>
                <w:kern w:val="1"/>
              </w:rPr>
              <w:t xml:space="preserve"> </w:t>
            </w:r>
            <w:r w:rsidRPr="008D3C2C">
              <w:rPr>
                <w:rFonts w:ascii="Times New Roman" w:hAnsi="Times New Roman" w:cs="Times New Roman"/>
                <w:kern w:val="1"/>
              </w:rPr>
              <w:t xml:space="preserve"> у</w:t>
            </w:r>
            <w:r>
              <w:rPr>
                <w:rFonts w:ascii="Times New Roman" w:hAnsi="Times New Roman" w:cs="Times New Roman"/>
                <w:kern w:val="1"/>
              </w:rPr>
              <w:t>чреждения</w:t>
            </w:r>
            <w:r w:rsidRPr="008D3C2C">
              <w:rPr>
                <w:rFonts w:ascii="Times New Roman" w:hAnsi="Times New Roman" w:cs="Times New Roman"/>
                <w:kern w:val="1"/>
              </w:rPr>
              <w:t xml:space="preserve"> </w:t>
            </w:r>
            <w:r>
              <w:rPr>
                <w:rFonts w:ascii="Times New Roman" w:hAnsi="Times New Roman" w:cs="Times New Roman"/>
                <w:kern w:val="1"/>
              </w:rPr>
              <w:t>физической культуры</w:t>
            </w:r>
            <w:r w:rsidRPr="008D3C2C">
              <w:rPr>
                <w:rFonts w:ascii="Times New Roman" w:hAnsi="Times New Roman" w:cs="Times New Roman"/>
                <w:kern w:val="1"/>
              </w:rPr>
              <w:t xml:space="preserve"> </w:t>
            </w:r>
            <w:r>
              <w:rPr>
                <w:rFonts w:ascii="Times New Roman" w:hAnsi="Times New Roman" w:cs="Times New Roman"/>
                <w:kern w:val="1"/>
              </w:rPr>
              <w:t>Старотитаровского сельского поселения Темрюкского района</w:t>
            </w:r>
          </w:p>
        </w:tc>
        <w:tc>
          <w:tcPr>
            <w:tcW w:w="941" w:type="dxa"/>
            <w:vAlign w:val="center"/>
          </w:tcPr>
          <w:p w:rsidR="00390AD5" w:rsidRPr="006069E5" w:rsidRDefault="00390AD5" w:rsidP="001E708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390AD5" w:rsidRDefault="00390AD5" w:rsidP="00BA2BC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521B">
              <w:rPr>
                <w:rFonts w:ascii="Times New Roman" w:hAnsi="Times New Roman" w:cs="Times New Roman"/>
              </w:rPr>
              <w:t>Директор муниципального бюджетного учреждения «Физкультурно-оздоровительный спортивный клуб «Виктория»» Старотитаровско</w:t>
            </w:r>
          </w:p>
          <w:p w:rsidR="00390AD5" w:rsidRPr="00B9521B" w:rsidRDefault="00390AD5" w:rsidP="00BA2BC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521B">
              <w:rPr>
                <w:rFonts w:ascii="Times New Roman" w:hAnsi="Times New Roman" w:cs="Times New Roman"/>
              </w:rPr>
              <w:t>го сельского поселения Темрюкского района</w:t>
            </w:r>
          </w:p>
          <w:p w:rsidR="00390AD5" w:rsidRPr="00DD68EE" w:rsidRDefault="00390AD5" w:rsidP="00B975E4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390AD5" w:rsidRPr="006069E5" w:rsidRDefault="00390AD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10.01.2022 г.- 31.12.2022 г.</w:t>
            </w:r>
          </w:p>
        </w:tc>
        <w:tc>
          <w:tcPr>
            <w:tcW w:w="1800" w:type="dxa"/>
          </w:tcPr>
          <w:p w:rsidR="00390AD5" w:rsidRPr="006069E5" w:rsidRDefault="00390AD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992 1102 7110100330 611</w:t>
            </w:r>
          </w:p>
        </w:tc>
        <w:tc>
          <w:tcPr>
            <w:tcW w:w="1260" w:type="dxa"/>
          </w:tcPr>
          <w:p w:rsidR="00390AD5" w:rsidRPr="006069E5" w:rsidRDefault="00390AD5" w:rsidP="005A36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1053,3</w:t>
            </w:r>
          </w:p>
        </w:tc>
        <w:tc>
          <w:tcPr>
            <w:tcW w:w="1080" w:type="dxa"/>
          </w:tcPr>
          <w:p w:rsidR="00390AD5" w:rsidRPr="006069E5" w:rsidRDefault="00390AD5" w:rsidP="005A36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1328,7</w:t>
            </w:r>
          </w:p>
        </w:tc>
        <w:tc>
          <w:tcPr>
            <w:tcW w:w="1080" w:type="dxa"/>
          </w:tcPr>
          <w:p w:rsidR="00390AD5" w:rsidRPr="006069E5" w:rsidRDefault="00390AD5" w:rsidP="005A36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1586,5</w:t>
            </w:r>
          </w:p>
        </w:tc>
        <w:tc>
          <w:tcPr>
            <w:tcW w:w="1134" w:type="dxa"/>
          </w:tcPr>
          <w:p w:rsidR="00390AD5" w:rsidRPr="006069E5" w:rsidRDefault="00390AD5" w:rsidP="005A36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1640,9</w:t>
            </w:r>
          </w:p>
        </w:tc>
      </w:tr>
      <w:tr w:rsidR="00390AD5" w:rsidRPr="006069E5">
        <w:tc>
          <w:tcPr>
            <w:tcW w:w="1151" w:type="dxa"/>
          </w:tcPr>
          <w:p w:rsidR="00390AD5" w:rsidRPr="006069E5" w:rsidRDefault="00390AD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390AD5" w:rsidRDefault="00390AD5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390AD5" w:rsidRPr="00580DF5" w:rsidRDefault="00390AD5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67F65">
              <w:rPr>
                <w:rFonts w:ascii="Times New Roman" w:hAnsi="Times New Roman" w:cs="Times New Roman"/>
              </w:rPr>
              <w:t xml:space="preserve">1.1.1. </w:t>
            </w:r>
            <w:r>
              <w:rPr>
                <w:rFonts w:ascii="Times New Roman" w:hAnsi="Times New Roman" w:cs="Times New Roman"/>
              </w:rPr>
              <w:t xml:space="preserve">Заключение соглашения </w:t>
            </w:r>
            <w:r w:rsidRPr="00B150A3">
              <w:rPr>
                <w:rFonts w:ascii="Times New Roman" w:hAnsi="Times New Roman" w:cs="Times New Roman"/>
              </w:rPr>
              <w:t>о порядке и условиях предоставления субсидии на финансовое обеспечение выполнения муниципального задания на оказание муниципальных услуг  (выполнение работ)</w:t>
            </w:r>
          </w:p>
          <w:p w:rsidR="00390AD5" w:rsidRPr="007A5CB9" w:rsidRDefault="00390AD5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390AD5" w:rsidRPr="006069E5" w:rsidRDefault="00390AD5" w:rsidP="00D93DD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390AD5" w:rsidRPr="006069E5" w:rsidRDefault="00390AD5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390AD5" w:rsidRPr="0024685E" w:rsidRDefault="00390AD5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10.01.2022 г.</w:t>
            </w:r>
          </w:p>
        </w:tc>
        <w:tc>
          <w:tcPr>
            <w:tcW w:w="1800" w:type="dxa"/>
          </w:tcPr>
          <w:p w:rsidR="00390AD5" w:rsidRPr="006069E5" w:rsidRDefault="00390AD5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390AD5" w:rsidRPr="006069E5" w:rsidRDefault="00390AD5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390AD5" w:rsidRPr="006069E5" w:rsidRDefault="00390AD5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390AD5" w:rsidRPr="006069E5" w:rsidRDefault="00390AD5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390AD5" w:rsidRPr="006069E5" w:rsidRDefault="00390AD5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390AD5" w:rsidRPr="006069E5">
        <w:tc>
          <w:tcPr>
            <w:tcW w:w="1151" w:type="dxa"/>
          </w:tcPr>
          <w:p w:rsidR="00390AD5" w:rsidRPr="006069E5" w:rsidRDefault="00390AD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390AD5" w:rsidRPr="006069E5" w:rsidRDefault="00390AD5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390AD5" w:rsidRPr="006069E5" w:rsidRDefault="00390AD5" w:rsidP="000D610F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390AD5" w:rsidRPr="00B975E4" w:rsidRDefault="00390AD5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390AD5" w:rsidRDefault="00390AD5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390AD5" w:rsidRPr="006069E5" w:rsidRDefault="00390AD5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390AD5" w:rsidRPr="006069E5" w:rsidRDefault="00390AD5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390AD5" w:rsidRPr="006069E5" w:rsidRDefault="00390AD5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390AD5" w:rsidRPr="006069E5" w:rsidRDefault="00390AD5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90AD5" w:rsidRPr="006069E5" w:rsidRDefault="00390AD5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D5" w:rsidRPr="00D87360">
        <w:tc>
          <w:tcPr>
            <w:tcW w:w="1151" w:type="dxa"/>
          </w:tcPr>
          <w:p w:rsidR="00390AD5" w:rsidRPr="006069E5" w:rsidRDefault="00390AD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3411" w:type="dxa"/>
            <w:gridSpan w:val="9"/>
          </w:tcPr>
          <w:p w:rsidR="00390AD5" w:rsidRDefault="00390AD5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87360">
              <w:rPr>
                <w:rFonts w:ascii="Times New Roman" w:hAnsi="Times New Roman" w:cs="Times New Roman"/>
              </w:rPr>
              <w:t>Подпрограмма «Развитие массового спорта в Старотитаровском сельском поселении Темрюкского района»</w:t>
            </w:r>
          </w:p>
          <w:p w:rsidR="00390AD5" w:rsidRPr="00D87360" w:rsidRDefault="00390AD5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D5" w:rsidRPr="006069E5">
        <w:tc>
          <w:tcPr>
            <w:tcW w:w="1151" w:type="dxa"/>
          </w:tcPr>
          <w:p w:rsidR="00390AD5" w:rsidRPr="006069E5" w:rsidRDefault="00390AD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2516" w:type="dxa"/>
          </w:tcPr>
          <w:p w:rsidR="00390AD5" w:rsidRPr="006069E5" w:rsidRDefault="00390AD5" w:rsidP="00BA2BC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390AD5" w:rsidRPr="00BA2BC5" w:rsidRDefault="00390AD5" w:rsidP="00BA2BC5">
            <w:pPr>
              <w:ind w:firstLine="0"/>
              <w:rPr>
                <w:rFonts w:ascii="Times New Roman" w:hAnsi="Times New Roman" w:cs="Times New Roman"/>
              </w:rPr>
            </w:pPr>
            <w:r w:rsidRPr="00BA2BC5">
              <w:rPr>
                <w:rFonts w:ascii="Times New Roman" w:hAnsi="Times New Roman" w:cs="Times New Roman"/>
              </w:rPr>
              <w:t>проведение спортивно массовых мероприятий</w:t>
            </w:r>
          </w:p>
          <w:p w:rsidR="00390AD5" w:rsidRPr="006069E5" w:rsidRDefault="00390AD5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390AD5" w:rsidRPr="006069E5" w:rsidRDefault="00390AD5" w:rsidP="00D93DD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390AD5" w:rsidRPr="00B9521B" w:rsidRDefault="00390AD5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521B">
              <w:rPr>
                <w:rFonts w:ascii="Times New Roman" w:hAnsi="Times New Roman" w:cs="Times New Roman"/>
              </w:rPr>
              <w:t>Директор муниципального бюджетного учреждения «Физкультурно-оздоровительный спортивный клуб «Виктория»» Старотитаровского сельского поселения Темрюкского района</w:t>
            </w:r>
          </w:p>
          <w:p w:rsidR="00390AD5" w:rsidRPr="00DD68EE" w:rsidRDefault="00390AD5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390AD5" w:rsidRPr="006069E5" w:rsidRDefault="00390AD5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10.01.2022 г.- 31.12.2022 г.</w:t>
            </w:r>
          </w:p>
        </w:tc>
        <w:tc>
          <w:tcPr>
            <w:tcW w:w="1800" w:type="dxa"/>
          </w:tcPr>
          <w:p w:rsidR="00390AD5" w:rsidRPr="006069E5" w:rsidRDefault="00390AD5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992 1102 7120100380 611</w:t>
            </w:r>
          </w:p>
        </w:tc>
        <w:tc>
          <w:tcPr>
            <w:tcW w:w="1260" w:type="dxa"/>
          </w:tcPr>
          <w:p w:rsidR="00390AD5" w:rsidRPr="006069E5" w:rsidRDefault="00390AD5" w:rsidP="00AA6D1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31,0</w:t>
            </w:r>
          </w:p>
        </w:tc>
        <w:tc>
          <w:tcPr>
            <w:tcW w:w="1080" w:type="dxa"/>
          </w:tcPr>
          <w:p w:rsidR="00390AD5" w:rsidRPr="006069E5" w:rsidRDefault="00390AD5" w:rsidP="00AA6D1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19,7</w:t>
            </w:r>
          </w:p>
        </w:tc>
        <w:tc>
          <w:tcPr>
            <w:tcW w:w="1080" w:type="dxa"/>
          </w:tcPr>
          <w:p w:rsidR="00390AD5" w:rsidRPr="006069E5" w:rsidRDefault="00390AD5" w:rsidP="00AA6D1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31,3</w:t>
            </w:r>
          </w:p>
        </w:tc>
        <w:tc>
          <w:tcPr>
            <w:tcW w:w="1134" w:type="dxa"/>
          </w:tcPr>
          <w:p w:rsidR="00390AD5" w:rsidRPr="006069E5" w:rsidRDefault="00390AD5" w:rsidP="00AA6D1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118,0</w:t>
            </w:r>
          </w:p>
        </w:tc>
      </w:tr>
      <w:tr w:rsidR="00390AD5" w:rsidRPr="006069E5">
        <w:tc>
          <w:tcPr>
            <w:tcW w:w="1151" w:type="dxa"/>
          </w:tcPr>
          <w:p w:rsidR="00390AD5" w:rsidRPr="006069E5" w:rsidRDefault="00390AD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390AD5" w:rsidRDefault="00390AD5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390AD5" w:rsidRPr="00580DF5" w:rsidRDefault="00390AD5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  <w:r w:rsidRPr="00867F65">
              <w:rPr>
                <w:rFonts w:ascii="Times New Roman" w:hAnsi="Times New Roman" w:cs="Times New Roman"/>
              </w:rPr>
              <w:t xml:space="preserve">.1. </w:t>
            </w:r>
            <w:r>
              <w:rPr>
                <w:rFonts w:ascii="Times New Roman" w:hAnsi="Times New Roman" w:cs="Times New Roman"/>
              </w:rPr>
              <w:t xml:space="preserve">Заключение соглашения </w:t>
            </w:r>
            <w:r w:rsidRPr="00B150A3">
              <w:rPr>
                <w:rFonts w:ascii="Times New Roman" w:hAnsi="Times New Roman" w:cs="Times New Roman"/>
              </w:rPr>
              <w:t>о порядке и условиях предоставления субсидии на финансовое обеспечение выполнения муниципального задания на оказание муниципальных услуг  (выполнение работ)</w:t>
            </w:r>
          </w:p>
          <w:p w:rsidR="00390AD5" w:rsidRPr="007A5CB9" w:rsidRDefault="00390AD5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390AD5" w:rsidRPr="006069E5" w:rsidRDefault="00390AD5" w:rsidP="00D93DD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390AD5" w:rsidRPr="006069E5" w:rsidRDefault="00390AD5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390AD5" w:rsidRPr="0024685E" w:rsidRDefault="00390AD5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10.01.2022 г.</w:t>
            </w:r>
          </w:p>
        </w:tc>
        <w:tc>
          <w:tcPr>
            <w:tcW w:w="1800" w:type="dxa"/>
          </w:tcPr>
          <w:p w:rsidR="00390AD5" w:rsidRPr="006069E5" w:rsidRDefault="00390AD5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390AD5" w:rsidRPr="006069E5" w:rsidRDefault="00390AD5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390AD5" w:rsidRPr="006069E5" w:rsidRDefault="00390AD5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390AD5" w:rsidRPr="006069E5" w:rsidRDefault="00390AD5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390AD5" w:rsidRPr="006069E5" w:rsidRDefault="00390AD5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390AD5" w:rsidRPr="006069E5">
        <w:tc>
          <w:tcPr>
            <w:tcW w:w="1151" w:type="dxa"/>
          </w:tcPr>
          <w:p w:rsidR="00390AD5" w:rsidRPr="006069E5" w:rsidRDefault="00390AD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390AD5" w:rsidRPr="006069E5" w:rsidRDefault="00390AD5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390AD5" w:rsidRPr="006069E5" w:rsidRDefault="00390AD5" w:rsidP="000D610F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390AD5" w:rsidRPr="00B975E4" w:rsidRDefault="00390AD5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390AD5" w:rsidRDefault="00390AD5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390AD5" w:rsidRPr="006069E5" w:rsidRDefault="00390AD5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390AD5" w:rsidRPr="006069E5" w:rsidRDefault="00390AD5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390AD5" w:rsidRPr="006069E5" w:rsidRDefault="00390AD5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390AD5" w:rsidRPr="006069E5" w:rsidRDefault="00390AD5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90AD5" w:rsidRPr="006069E5" w:rsidRDefault="00390AD5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D5" w:rsidRPr="006069E5">
        <w:tc>
          <w:tcPr>
            <w:tcW w:w="1151" w:type="dxa"/>
          </w:tcPr>
          <w:p w:rsidR="00390AD5" w:rsidRPr="006069E5" w:rsidRDefault="00390AD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3411" w:type="dxa"/>
            <w:gridSpan w:val="9"/>
          </w:tcPr>
          <w:p w:rsidR="00390AD5" w:rsidRPr="00240A6A" w:rsidRDefault="00390AD5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40A6A">
              <w:rPr>
                <w:rFonts w:ascii="Times New Roman" w:hAnsi="Times New Roman" w:cs="Times New Roman"/>
              </w:rPr>
              <w:t xml:space="preserve">Подпрограмма «Создание условий для занятия физической культурой и спортом на территории Старотитаровского сельского поселения Темрюкского района»  </w:t>
            </w:r>
          </w:p>
        </w:tc>
      </w:tr>
      <w:tr w:rsidR="00390AD5" w:rsidRPr="006069E5">
        <w:tc>
          <w:tcPr>
            <w:tcW w:w="1151" w:type="dxa"/>
          </w:tcPr>
          <w:p w:rsidR="00390AD5" w:rsidRPr="006069E5" w:rsidRDefault="00390AD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2516" w:type="dxa"/>
          </w:tcPr>
          <w:p w:rsidR="00390AD5" w:rsidRPr="006069E5" w:rsidRDefault="00390AD5" w:rsidP="004D645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390AD5" w:rsidRPr="006069E5" w:rsidRDefault="00390AD5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051D95">
              <w:rPr>
                <w:rFonts w:ascii="Times New Roman" w:hAnsi="Times New Roman" w:cs="Times New Roman"/>
              </w:rPr>
              <w:t>разработка проектно-сметной документации для реконструкции Стадиона (зем. участок</w:t>
            </w:r>
          </w:p>
        </w:tc>
        <w:tc>
          <w:tcPr>
            <w:tcW w:w="941" w:type="dxa"/>
            <w:vAlign w:val="center"/>
          </w:tcPr>
          <w:p w:rsidR="00390AD5" w:rsidRPr="006069E5" w:rsidRDefault="00390AD5" w:rsidP="00D93DD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390AD5" w:rsidRPr="00B9521B" w:rsidRDefault="00390AD5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521B">
              <w:rPr>
                <w:rFonts w:ascii="Times New Roman" w:hAnsi="Times New Roman" w:cs="Times New Roman"/>
              </w:rPr>
              <w:t>Директор муниципального бюджетного учреждения «Физкультурно-оздоровительный спортивный клуб «Виктория»» Старотитаровского сельского поселения Темрюкского района</w:t>
            </w:r>
          </w:p>
          <w:p w:rsidR="00390AD5" w:rsidRPr="00DD68EE" w:rsidRDefault="00390AD5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390AD5" w:rsidRPr="006069E5" w:rsidRDefault="00390AD5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10.01.2022 г.- 31.12.2022 г.</w:t>
            </w:r>
          </w:p>
        </w:tc>
        <w:tc>
          <w:tcPr>
            <w:tcW w:w="1800" w:type="dxa"/>
          </w:tcPr>
          <w:p w:rsidR="00390AD5" w:rsidRPr="006069E5" w:rsidRDefault="00390AD5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992 1102 7130100390 244</w:t>
            </w:r>
          </w:p>
        </w:tc>
        <w:tc>
          <w:tcPr>
            <w:tcW w:w="1260" w:type="dxa"/>
          </w:tcPr>
          <w:p w:rsidR="00390AD5" w:rsidRPr="006069E5" w:rsidRDefault="00390AD5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390AD5" w:rsidRPr="006069E5" w:rsidRDefault="00390AD5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101,5</w:t>
            </w:r>
          </w:p>
        </w:tc>
        <w:tc>
          <w:tcPr>
            <w:tcW w:w="1080" w:type="dxa"/>
          </w:tcPr>
          <w:p w:rsidR="00390AD5" w:rsidRPr="006069E5" w:rsidRDefault="00390AD5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390AD5" w:rsidRPr="006069E5" w:rsidRDefault="00390AD5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90AD5" w:rsidRPr="006069E5">
        <w:tc>
          <w:tcPr>
            <w:tcW w:w="1151" w:type="dxa"/>
          </w:tcPr>
          <w:p w:rsidR="00390AD5" w:rsidRPr="006069E5" w:rsidRDefault="00390AD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390AD5" w:rsidRDefault="00390AD5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390AD5" w:rsidRPr="00580DF5" w:rsidRDefault="00390AD5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</w:t>
            </w:r>
            <w:r w:rsidRPr="00867F65">
              <w:rPr>
                <w:rFonts w:ascii="Times New Roman" w:hAnsi="Times New Roman" w:cs="Times New Roman"/>
              </w:rPr>
              <w:t xml:space="preserve">.1. </w:t>
            </w:r>
            <w:r>
              <w:rPr>
                <w:rFonts w:ascii="Times New Roman" w:hAnsi="Times New Roman" w:cs="Times New Roman"/>
              </w:rPr>
              <w:t xml:space="preserve">Заключение соглашения </w:t>
            </w:r>
            <w:r w:rsidRPr="00B150A3">
              <w:rPr>
                <w:rFonts w:ascii="Times New Roman" w:hAnsi="Times New Roman" w:cs="Times New Roman"/>
              </w:rPr>
              <w:t>о порядке и условиях предоставления субсидии на финансовое обеспечение выполнения муниципального задания на оказание муниципальных услуг  (выполнение работ)</w:t>
            </w:r>
          </w:p>
          <w:p w:rsidR="00390AD5" w:rsidRPr="007A5CB9" w:rsidRDefault="00390AD5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390AD5" w:rsidRPr="006069E5" w:rsidRDefault="00390AD5" w:rsidP="00D93DD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390AD5" w:rsidRPr="006069E5" w:rsidRDefault="00390AD5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390AD5" w:rsidRPr="0024685E" w:rsidRDefault="00390AD5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10.01.2022 г.</w:t>
            </w:r>
          </w:p>
        </w:tc>
        <w:tc>
          <w:tcPr>
            <w:tcW w:w="1800" w:type="dxa"/>
          </w:tcPr>
          <w:p w:rsidR="00390AD5" w:rsidRPr="006069E5" w:rsidRDefault="00390AD5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390AD5" w:rsidRPr="006069E5" w:rsidRDefault="00390AD5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390AD5" w:rsidRPr="006069E5" w:rsidRDefault="00390AD5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390AD5" w:rsidRPr="006069E5" w:rsidRDefault="00390AD5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390AD5" w:rsidRPr="006069E5" w:rsidRDefault="00390AD5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</w:tbl>
    <w:p w:rsidR="00390AD5" w:rsidRDefault="00390AD5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90AD5" w:rsidRDefault="00390AD5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90AD5" w:rsidRDefault="00390AD5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90AD5" w:rsidRDefault="00390AD5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390AD5" w:rsidRDefault="00390AD5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390AD5" w:rsidRPr="0064236D" w:rsidRDefault="00390AD5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                                                                                                        А.Ю. Лобыцина</w:t>
      </w:r>
    </w:p>
    <w:sectPr w:rsidR="00390AD5" w:rsidRPr="0064236D" w:rsidSect="007D6942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0AD5" w:rsidRDefault="00390AD5" w:rsidP="007D6942">
      <w:r>
        <w:separator/>
      </w:r>
    </w:p>
  </w:endnote>
  <w:endnote w:type="continuationSeparator" w:id="0">
    <w:p w:rsidR="00390AD5" w:rsidRDefault="00390AD5" w:rsidP="007D6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0AD5" w:rsidRDefault="00390AD5" w:rsidP="007D6942">
      <w:r>
        <w:separator/>
      </w:r>
    </w:p>
  </w:footnote>
  <w:footnote w:type="continuationSeparator" w:id="0">
    <w:p w:rsidR="00390AD5" w:rsidRDefault="00390AD5" w:rsidP="007D69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0AD5" w:rsidRDefault="00390AD5">
    <w:pPr>
      <w:pStyle w:val="Header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251660288;visibility:visible;mso-position-horizontal-relative:page;mso-position-vertical-relative:page" o:allowincell="f" stroked="f">
          <v:textbox style="layout-flow:vertical">
            <w:txbxContent>
              <w:p w:rsidR="00390AD5" w:rsidRPr="00A80EF1" w:rsidRDefault="00390AD5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4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4148"/>
    <w:rsid w:val="00005E02"/>
    <w:rsid w:val="00006012"/>
    <w:rsid w:val="00006460"/>
    <w:rsid w:val="00012E4E"/>
    <w:rsid w:val="000174DA"/>
    <w:rsid w:val="00021570"/>
    <w:rsid w:val="000471A7"/>
    <w:rsid w:val="00051D95"/>
    <w:rsid w:val="000677DD"/>
    <w:rsid w:val="00076146"/>
    <w:rsid w:val="00092349"/>
    <w:rsid w:val="000A1CD9"/>
    <w:rsid w:val="000B49E9"/>
    <w:rsid w:val="000B56F5"/>
    <w:rsid w:val="000D610F"/>
    <w:rsid w:val="000F1792"/>
    <w:rsid w:val="000F2A1C"/>
    <w:rsid w:val="000F5077"/>
    <w:rsid w:val="000F75A3"/>
    <w:rsid w:val="001057E4"/>
    <w:rsid w:val="00107652"/>
    <w:rsid w:val="00115768"/>
    <w:rsid w:val="00115C64"/>
    <w:rsid w:val="00120544"/>
    <w:rsid w:val="00125796"/>
    <w:rsid w:val="00130125"/>
    <w:rsid w:val="00130F43"/>
    <w:rsid w:val="001471D0"/>
    <w:rsid w:val="0016341C"/>
    <w:rsid w:val="00164E78"/>
    <w:rsid w:val="001660B3"/>
    <w:rsid w:val="00172D66"/>
    <w:rsid w:val="00185F36"/>
    <w:rsid w:val="0018768F"/>
    <w:rsid w:val="001B48A4"/>
    <w:rsid w:val="001B7323"/>
    <w:rsid w:val="001D011F"/>
    <w:rsid w:val="001E7088"/>
    <w:rsid w:val="001F2603"/>
    <w:rsid w:val="00206D5E"/>
    <w:rsid w:val="00212251"/>
    <w:rsid w:val="002246DC"/>
    <w:rsid w:val="00240A6A"/>
    <w:rsid w:val="00240DF8"/>
    <w:rsid w:val="00241A34"/>
    <w:rsid w:val="00244277"/>
    <w:rsid w:val="0024685E"/>
    <w:rsid w:val="00250BFB"/>
    <w:rsid w:val="00282D4A"/>
    <w:rsid w:val="00285170"/>
    <w:rsid w:val="00287CA6"/>
    <w:rsid w:val="00287F42"/>
    <w:rsid w:val="00294148"/>
    <w:rsid w:val="0029793F"/>
    <w:rsid w:val="002A054F"/>
    <w:rsid w:val="002B2635"/>
    <w:rsid w:val="002C78C8"/>
    <w:rsid w:val="002D6869"/>
    <w:rsid w:val="002D6B95"/>
    <w:rsid w:val="00302555"/>
    <w:rsid w:val="00322B49"/>
    <w:rsid w:val="0032383C"/>
    <w:rsid w:val="00336F1A"/>
    <w:rsid w:val="0034154A"/>
    <w:rsid w:val="003432B5"/>
    <w:rsid w:val="003454FC"/>
    <w:rsid w:val="003500BD"/>
    <w:rsid w:val="00352444"/>
    <w:rsid w:val="00364D1A"/>
    <w:rsid w:val="003751AA"/>
    <w:rsid w:val="003771AA"/>
    <w:rsid w:val="003821EC"/>
    <w:rsid w:val="00385E56"/>
    <w:rsid w:val="00390AD5"/>
    <w:rsid w:val="00393B47"/>
    <w:rsid w:val="003A1A1D"/>
    <w:rsid w:val="003C7B36"/>
    <w:rsid w:val="003D106F"/>
    <w:rsid w:val="003D747F"/>
    <w:rsid w:val="003F1BDD"/>
    <w:rsid w:val="003F2D98"/>
    <w:rsid w:val="004227BB"/>
    <w:rsid w:val="004335C1"/>
    <w:rsid w:val="00452B4E"/>
    <w:rsid w:val="00472DFB"/>
    <w:rsid w:val="00477E9D"/>
    <w:rsid w:val="0049599F"/>
    <w:rsid w:val="004C466D"/>
    <w:rsid w:val="004D08C1"/>
    <w:rsid w:val="004D5D87"/>
    <w:rsid w:val="004D6453"/>
    <w:rsid w:val="004E0B9F"/>
    <w:rsid w:val="004E1784"/>
    <w:rsid w:val="004E41F2"/>
    <w:rsid w:val="004F53C4"/>
    <w:rsid w:val="00503F7E"/>
    <w:rsid w:val="005276F1"/>
    <w:rsid w:val="00531B59"/>
    <w:rsid w:val="005366A2"/>
    <w:rsid w:val="0054691E"/>
    <w:rsid w:val="00546AAB"/>
    <w:rsid w:val="00555C25"/>
    <w:rsid w:val="00564935"/>
    <w:rsid w:val="00580DF5"/>
    <w:rsid w:val="00584CF8"/>
    <w:rsid w:val="005A36C7"/>
    <w:rsid w:val="005B0797"/>
    <w:rsid w:val="005D0125"/>
    <w:rsid w:val="005E372B"/>
    <w:rsid w:val="006069E5"/>
    <w:rsid w:val="00635D37"/>
    <w:rsid w:val="00641560"/>
    <w:rsid w:val="0064236D"/>
    <w:rsid w:val="0067380F"/>
    <w:rsid w:val="006811EE"/>
    <w:rsid w:val="00682270"/>
    <w:rsid w:val="00682450"/>
    <w:rsid w:val="006B1054"/>
    <w:rsid w:val="006D3EC1"/>
    <w:rsid w:val="006E065C"/>
    <w:rsid w:val="006E7F3F"/>
    <w:rsid w:val="006F1FB0"/>
    <w:rsid w:val="006F2B84"/>
    <w:rsid w:val="0070118C"/>
    <w:rsid w:val="00705B7B"/>
    <w:rsid w:val="0071727A"/>
    <w:rsid w:val="0071770D"/>
    <w:rsid w:val="00741D3B"/>
    <w:rsid w:val="00780C3B"/>
    <w:rsid w:val="007A5CB9"/>
    <w:rsid w:val="007B53DC"/>
    <w:rsid w:val="007B77D5"/>
    <w:rsid w:val="007D5A36"/>
    <w:rsid w:val="007D6942"/>
    <w:rsid w:val="007F7199"/>
    <w:rsid w:val="0080164D"/>
    <w:rsid w:val="008032DD"/>
    <w:rsid w:val="0081247D"/>
    <w:rsid w:val="0082162F"/>
    <w:rsid w:val="00833765"/>
    <w:rsid w:val="00851081"/>
    <w:rsid w:val="00856713"/>
    <w:rsid w:val="008618B0"/>
    <w:rsid w:val="00867F65"/>
    <w:rsid w:val="00874FC3"/>
    <w:rsid w:val="00875379"/>
    <w:rsid w:val="00876237"/>
    <w:rsid w:val="008955A6"/>
    <w:rsid w:val="008A6FA1"/>
    <w:rsid w:val="008B5654"/>
    <w:rsid w:val="008C0505"/>
    <w:rsid w:val="008C1A19"/>
    <w:rsid w:val="008C28BE"/>
    <w:rsid w:val="008C3B45"/>
    <w:rsid w:val="008D3C2C"/>
    <w:rsid w:val="008E6FA9"/>
    <w:rsid w:val="00905C09"/>
    <w:rsid w:val="0091231C"/>
    <w:rsid w:val="00916317"/>
    <w:rsid w:val="009178F6"/>
    <w:rsid w:val="00930E70"/>
    <w:rsid w:val="009321FA"/>
    <w:rsid w:val="00943806"/>
    <w:rsid w:val="00954C8E"/>
    <w:rsid w:val="00960535"/>
    <w:rsid w:val="0096355C"/>
    <w:rsid w:val="00963883"/>
    <w:rsid w:val="00963AA6"/>
    <w:rsid w:val="00967F4E"/>
    <w:rsid w:val="0098228E"/>
    <w:rsid w:val="00985490"/>
    <w:rsid w:val="0099006E"/>
    <w:rsid w:val="009916E6"/>
    <w:rsid w:val="009A7CC2"/>
    <w:rsid w:val="009C2CF1"/>
    <w:rsid w:val="009D2659"/>
    <w:rsid w:val="009D37BC"/>
    <w:rsid w:val="009D6338"/>
    <w:rsid w:val="00A0201C"/>
    <w:rsid w:val="00A10279"/>
    <w:rsid w:val="00A12299"/>
    <w:rsid w:val="00A24EA6"/>
    <w:rsid w:val="00A41751"/>
    <w:rsid w:val="00A417F1"/>
    <w:rsid w:val="00A5587C"/>
    <w:rsid w:val="00A63C9E"/>
    <w:rsid w:val="00A7379B"/>
    <w:rsid w:val="00A73F5C"/>
    <w:rsid w:val="00A80EF1"/>
    <w:rsid w:val="00A9268B"/>
    <w:rsid w:val="00AA6D12"/>
    <w:rsid w:val="00AC03D6"/>
    <w:rsid w:val="00AC272C"/>
    <w:rsid w:val="00AC4B7D"/>
    <w:rsid w:val="00AD1F69"/>
    <w:rsid w:val="00AD3966"/>
    <w:rsid w:val="00AE1814"/>
    <w:rsid w:val="00AF3ADF"/>
    <w:rsid w:val="00AF6A1E"/>
    <w:rsid w:val="00B05BE6"/>
    <w:rsid w:val="00B05C63"/>
    <w:rsid w:val="00B124FC"/>
    <w:rsid w:val="00B150A3"/>
    <w:rsid w:val="00B47DD0"/>
    <w:rsid w:val="00B75B97"/>
    <w:rsid w:val="00B80DD0"/>
    <w:rsid w:val="00B80FE0"/>
    <w:rsid w:val="00B90E2F"/>
    <w:rsid w:val="00B9521B"/>
    <w:rsid w:val="00B975E4"/>
    <w:rsid w:val="00BA2BC5"/>
    <w:rsid w:val="00BC61DC"/>
    <w:rsid w:val="00BD3F21"/>
    <w:rsid w:val="00BE5B19"/>
    <w:rsid w:val="00BF6D41"/>
    <w:rsid w:val="00C26FF2"/>
    <w:rsid w:val="00C27A6B"/>
    <w:rsid w:val="00C33EA9"/>
    <w:rsid w:val="00C35E09"/>
    <w:rsid w:val="00C400CB"/>
    <w:rsid w:val="00C71732"/>
    <w:rsid w:val="00C74FCF"/>
    <w:rsid w:val="00C7608E"/>
    <w:rsid w:val="00C95192"/>
    <w:rsid w:val="00CA6C32"/>
    <w:rsid w:val="00CB195E"/>
    <w:rsid w:val="00CB64CE"/>
    <w:rsid w:val="00CC0F3B"/>
    <w:rsid w:val="00CD668E"/>
    <w:rsid w:val="00CE4593"/>
    <w:rsid w:val="00CF3AB6"/>
    <w:rsid w:val="00CF532C"/>
    <w:rsid w:val="00D01D34"/>
    <w:rsid w:val="00D046B1"/>
    <w:rsid w:val="00D0612F"/>
    <w:rsid w:val="00D102AB"/>
    <w:rsid w:val="00D20829"/>
    <w:rsid w:val="00D5605F"/>
    <w:rsid w:val="00D602FD"/>
    <w:rsid w:val="00D70BE1"/>
    <w:rsid w:val="00D737C3"/>
    <w:rsid w:val="00D7385B"/>
    <w:rsid w:val="00D87360"/>
    <w:rsid w:val="00D93DD1"/>
    <w:rsid w:val="00DA618F"/>
    <w:rsid w:val="00DB24AE"/>
    <w:rsid w:val="00DB2A7E"/>
    <w:rsid w:val="00DB31CC"/>
    <w:rsid w:val="00DB35CB"/>
    <w:rsid w:val="00DB721F"/>
    <w:rsid w:val="00DC58F5"/>
    <w:rsid w:val="00DC6D6A"/>
    <w:rsid w:val="00DD68EE"/>
    <w:rsid w:val="00E01366"/>
    <w:rsid w:val="00E23D36"/>
    <w:rsid w:val="00E3318F"/>
    <w:rsid w:val="00E57BE0"/>
    <w:rsid w:val="00E57E39"/>
    <w:rsid w:val="00E6120A"/>
    <w:rsid w:val="00E67030"/>
    <w:rsid w:val="00E73D5F"/>
    <w:rsid w:val="00E8140E"/>
    <w:rsid w:val="00EA436C"/>
    <w:rsid w:val="00ED3983"/>
    <w:rsid w:val="00EF1BAD"/>
    <w:rsid w:val="00EF3939"/>
    <w:rsid w:val="00EF62FA"/>
    <w:rsid w:val="00F10576"/>
    <w:rsid w:val="00F14138"/>
    <w:rsid w:val="00F14534"/>
    <w:rsid w:val="00F20843"/>
    <w:rsid w:val="00F233BB"/>
    <w:rsid w:val="00F2569A"/>
    <w:rsid w:val="00F27FC1"/>
    <w:rsid w:val="00F352F4"/>
    <w:rsid w:val="00F357D0"/>
    <w:rsid w:val="00F40D21"/>
    <w:rsid w:val="00F4487B"/>
    <w:rsid w:val="00F8232B"/>
    <w:rsid w:val="00FA4D38"/>
    <w:rsid w:val="00FB21E3"/>
    <w:rsid w:val="00FC4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75B97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5E372B"/>
    <w:pPr>
      <w:ind w:firstLine="0"/>
    </w:pPr>
  </w:style>
  <w:style w:type="paragraph" w:customStyle="1" w:styleId="a0">
    <w:name w:val="Прижатый влево"/>
    <w:basedOn w:val="Normal"/>
    <w:next w:val="Normal"/>
    <w:uiPriority w:val="99"/>
    <w:rsid w:val="006F2B84"/>
    <w:pPr>
      <w:ind w:firstLine="0"/>
      <w:jc w:val="left"/>
    </w:pPr>
  </w:style>
  <w:style w:type="paragraph" w:customStyle="1" w:styleId="a1">
    <w:name w:val="Знак Знак Знак Знак Знак Знак Знак Знак Знак Знак"/>
    <w:basedOn w:val="Normal"/>
    <w:uiPriority w:val="99"/>
    <w:rsid w:val="007D5A36"/>
    <w:pPr>
      <w:widowControl/>
      <w:autoSpaceDE/>
      <w:autoSpaceDN/>
      <w:adjustRightInd/>
      <w:spacing w:before="100" w:beforeAutospacing="1" w:after="100" w:afterAutospacing="1"/>
      <w:ind w:firstLine="0"/>
    </w:pPr>
    <w:rPr>
      <w:rFonts w:ascii="Tahoma" w:eastAsia="Calibri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4886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443</TotalTime>
  <Pages>4</Pages>
  <Words>501</Words>
  <Characters>2861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1</cp:lastModifiedBy>
  <cp:revision>166</cp:revision>
  <cp:lastPrinted>2022-04-13T10:54:00Z</cp:lastPrinted>
  <dcterms:created xsi:type="dcterms:W3CDTF">2021-05-31T11:19:00Z</dcterms:created>
  <dcterms:modified xsi:type="dcterms:W3CDTF">2022-10-27T12:19:00Z</dcterms:modified>
</cp:coreProperties>
</file>