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DF1" w:rsidRDefault="00936DF1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936DF1" w:rsidRDefault="00936DF1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36DF1" w:rsidRDefault="00936DF1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 </w:t>
      </w:r>
    </w:p>
    <w:p w:rsidR="00936DF1" w:rsidRDefault="00936DF1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936DF1" w:rsidRDefault="00936DF1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26.10.2022 г. № 185</w:t>
      </w:r>
    </w:p>
    <w:p w:rsidR="00936DF1" w:rsidRDefault="00936DF1" w:rsidP="00AA0F0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36DF1" w:rsidRDefault="00936DF1" w:rsidP="00AA0F0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36DF1" w:rsidRDefault="00936DF1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936DF1" w:rsidRDefault="00936DF1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936DF1" w:rsidRDefault="00936DF1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936DF1" w:rsidRDefault="00936DF1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28.12.2021 №281</w:t>
      </w:r>
    </w:p>
    <w:p w:rsidR="00936DF1" w:rsidRDefault="00936DF1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36DF1" w:rsidRDefault="00936DF1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36DF1" w:rsidRPr="00D737C3" w:rsidRDefault="00936DF1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36DF1" w:rsidRDefault="00936DF1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936DF1" w:rsidRPr="00D737C3" w:rsidRDefault="00936DF1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8C1A19">
        <w:rPr>
          <w:rFonts w:ascii="Times New Roman" w:hAnsi="Times New Roman" w:cs="Times New Roman"/>
          <w:b/>
          <w:bCs/>
          <w:sz w:val="28"/>
          <w:szCs w:val="28"/>
        </w:rPr>
        <w:t>«Комплексное развитие сельских территорий в Старотитаровском сельском поселении Темрюкского района»</w:t>
      </w:r>
      <w: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на 2022 год</w:t>
      </w:r>
    </w:p>
    <w:p w:rsidR="00936DF1" w:rsidRDefault="00936DF1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6DF1" w:rsidRPr="00D737C3" w:rsidRDefault="00936DF1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936DF1" w:rsidRPr="006069E5">
        <w:tc>
          <w:tcPr>
            <w:tcW w:w="1162" w:type="dxa"/>
            <w:vMerge w:val="restart"/>
          </w:tcPr>
          <w:p w:rsidR="00936DF1" w:rsidRPr="006069E5" w:rsidRDefault="00936DF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936DF1" w:rsidRPr="006069E5" w:rsidRDefault="00936DF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936DF1" w:rsidRPr="006069E5" w:rsidRDefault="00936DF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936DF1" w:rsidRPr="006069E5" w:rsidRDefault="00936DF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936DF1" w:rsidRPr="006069E5" w:rsidRDefault="00936DF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936DF1" w:rsidRPr="006069E5" w:rsidRDefault="00936DF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936DF1" w:rsidRPr="006069E5" w:rsidRDefault="00936DF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936DF1" w:rsidRPr="006069E5">
        <w:tc>
          <w:tcPr>
            <w:tcW w:w="1162" w:type="dxa"/>
            <w:vMerge/>
          </w:tcPr>
          <w:p w:rsidR="00936DF1" w:rsidRPr="006069E5" w:rsidRDefault="00936DF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936DF1" w:rsidRPr="006069E5" w:rsidRDefault="00936DF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936DF1" w:rsidRPr="006069E5" w:rsidRDefault="00936DF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936DF1" w:rsidRPr="006069E5" w:rsidRDefault="00936DF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936DF1" w:rsidRPr="006069E5" w:rsidRDefault="00936DF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936DF1" w:rsidRPr="006069E5" w:rsidRDefault="00936DF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936DF1" w:rsidRPr="006069E5" w:rsidRDefault="00936DF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936DF1" w:rsidRPr="006069E5" w:rsidRDefault="00936DF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936DF1" w:rsidRPr="006069E5" w:rsidRDefault="00936DF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936DF1" w:rsidRPr="006069E5" w:rsidRDefault="00936DF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936DF1" w:rsidRPr="0064236D" w:rsidRDefault="00936DF1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936DF1" w:rsidRPr="006069E5">
        <w:trPr>
          <w:tblHeader/>
        </w:trPr>
        <w:tc>
          <w:tcPr>
            <w:tcW w:w="1151" w:type="dxa"/>
          </w:tcPr>
          <w:p w:rsidR="00936DF1" w:rsidRPr="006069E5" w:rsidRDefault="00936DF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936DF1" w:rsidRPr="006069E5" w:rsidRDefault="00936DF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936DF1" w:rsidRPr="006069E5" w:rsidRDefault="00936DF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936DF1" w:rsidRPr="006069E5" w:rsidRDefault="00936DF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936DF1" w:rsidRPr="006069E5" w:rsidRDefault="00936DF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936DF1" w:rsidRPr="006069E5" w:rsidRDefault="00936DF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936DF1" w:rsidRPr="006069E5" w:rsidRDefault="00936DF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936DF1" w:rsidRPr="006069E5" w:rsidRDefault="00936DF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936DF1" w:rsidRPr="006069E5" w:rsidRDefault="00936DF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936DF1" w:rsidRPr="006069E5" w:rsidRDefault="00936DF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936DF1" w:rsidRPr="006069E5">
        <w:tc>
          <w:tcPr>
            <w:tcW w:w="1151" w:type="dxa"/>
          </w:tcPr>
          <w:p w:rsidR="00936DF1" w:rsidRPr="006069E5" w:rsidRDefault="00936DF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936DF1" w:rsidRPr="006069E5" w:rsidRDefault="00936DF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936DF1" w:rsidRPr="006069E5" w:rsidRDefault="00936DF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</w:t>
            </w:r>
            <w:r w:rsidRPr="004E0B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385B">
              <w:rPr>
                <w:rFonts w:ascii="Times New Roman" w:hAnsi="Times New Roman" w:cs="Times New Roman"/>
              </w:rPr>
              <w:t>территории поселения объектами  инженерной инфраструктуры</w:t>
            </w:r>
          </w:p>
        </w:tc>
        <w:tc>
          <w:tcPr>
            <w:tcW w:w="941" w:type="dxa"/>
            <w:vAlign w:val="center"/>
          </w:tcPr>
          <w:p w:rsidR="00936DF1" w:rsidRPr="006069E5" w:rsidRDefault="00936DF1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936DF1" w:rsidRPr="006069E5" w:rsidRDefault="00936DF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936DF1" w:rsidRPr="006069E5" w:rsidRDefault="00936DF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936DF1" w:rsidRPr="006069E5" w:rsidRDefault="00936DF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992 0502 6210110230 414</w:t>
            </w:r>
          </w:p>
        </w:tc>
        <w:tc>
          <w:tcPr>
            <w:tcW w:w="1260" w:type="dxa"/>
          </w:tcPr>
          <w:p w:rsidR="00936DF1" w:rsidRPr="006069E5" w:rsidRDefault="00936DF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1080" w:type="dxa"/>
          </w:tcPr>
          <w:p w:rsidR="00936DF1" w:rsidRPr="006069E5" w:rsidRDefault="00936DF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195,0</w:t>
            </w:r>
          </w:p>
        </w:tc>
        <w:tc>
          <w:tcPr>
            <w:tcW w:w="1080" w:type="dxa"/>
          </w:tcPr>
          <w:p w:rsidR="00936DF1" w:rsidRPr="006069E5" w:rsidRDefault="00936DF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73,6</w:t>
            </w:r>
          </w:p>
        </w:tc>
        <w:tc>
          <w:tcPr>
            <w:tcW w:w="1134" w:type="dxa"/>
          </w:tcPr>
          <w:p w:rsidR="00936DF1" w:rsidRPr="006069E5" w:rsidRDefault="00936DF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36DF1" w:rsidRPr="006069E5">
        <w:tc>
          <w:tcPr>
            <w:tcW w:w="1151" w:type="dxa"/>
          </w:tcPr>
          <w:p w:rsidR="00936DF1" w:rsidRPr="006069E5" w:rsidRDefault="00936DF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936DF1" w:rsidRDefault="00936DF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1.1</w:t>
            </w:r>
            <w:r>
              <w:rPr>
                <w:rFonts w:ascii="Times New Roman" w:hAnsi="Times New Roman" w:cs="Times New Roman"/>
              </w:rPr>
              <w:t xml:space="preserve">.1. Осуществлены мероприятия </w:t>
            </w:r>
            <w:r w:rsidRPr="007A5CB9">
              <w:rPr>
                <w:rFonts w:ascii="Times New Roman" w:hAnsi="Times New Roman" w:cs="Times New Roman"/>
              </w:rPr>
              <w:t>неразрывно св</w:t>
            </w:r>
            <w:r>
              <w:rPr>
                <w:rFonts w:ascii="Times New Roman" w:hAnsi="Times New Roman" w:cs="Times New Roman"/>
              </w:rPr>
              <w:t>я</w:t>
            </w:r>
            <w:r w:rsidRPr="007A5CB9">
              <w:rPr>
                <w:rFonts w:ascii="Times New Roman" w:hAnsi="Times New Roman" w:cs="Times New Roman"/>
              </w:rPr>
              <w:t>зан</w:t>
            </w:r>
            <w:r>
              <w:rPr>
                <w:rFonts w:ascii="Times New Roman" w:hAnsi="Times New Roman" w:cs="Times New Roman"/>
              </w:rPr>
              <w:t>н</w:t>
            </w:r>
            <w:r w:rsidRPr="007A5CB9">
              <w:rPr>
                <w:rFonts w:ascii="Times New Roman" w:hAnsi="Times New Roman" w:cs="Times New Roman"/>
              </w:rPr>
              <w:t xml:space="preserve">ые со </w:t>
            </w:r>
          </w:p>
          <w:p w:rsidR="00936DF1" w:rsidRDefault="00936DF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936DF1" w:rsidRPr="007A5CB9" w:rsidRDefault="00936DF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A5CB9">
              <w:rPr>
                <w:rFonts w:ascii="Times New Roman" w:hAnsi="Times New Roman" w:cs="Times New Roman"/>
              </w:rPr>
              <w:t>строительством газопровода к пер.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A5CB9">
              <w:rPr>
                <w:rFonts w:ascii="Times New Roman" w:hAnsi="Times New Roman" w:cs="Times New Roman"/>
              </w:rPr>
              <w:t>Юность.</w:t>
            </w:r>
          </w:p>
        </w:tc>
        <w:tc>
          <w:tcPr>
            <w:tcW w:w="941" w:type="dxa"/>
            <w:vAlign w:val="center"/>
          </w:tcPr>
          <w:p w:rsidR="00936DF1" w:rsidRPr="006069E5" w:rsidRDefault="00936DF1" w:rsidP="00A417F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936DF1" w:rsidRPr="006069E5" w:rsidRDefault="00936DF1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936DF1" w:rsidRPr="00B07AF4" w:rsidRDefault="00936DF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07AF4"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936DF1" w:rsidRPr="006069E5" w:rsidRDefault="00936DF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936DF1" w:rsidRPr="006069E5" w:rsidRDefault="00936DF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936DF1" w:rsidRPr="006069E5" w:rsidRDefault="00936DF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936DF1" w:rsidRPr="006069E5" w:rsidRDefault="00936DF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936DF1" w:rsidRPr="006069E5" w:rsidRDefault="00936DF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936DF1" w:rsidRPr="006069E5">
        <w:tc>
          <w:tcPr>
            <w:tcW w:w="1151" w:type="dxa"/>
          </w:tcPr>
          <w:p w:rsidR="00936DF1" w:rsidRPr="006069E5" w:rsidRDefault="00936DF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936DF1" w:rsidRPr="006069E5" w:rsidRDefault="00936DF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936DF1" w:rsidRPr="006069E5" w:rsidRDefault="00936DF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936DF1" w:rsidRPr="006069E5" w:rsidRDefault="00936DF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936DF1" w:rsidRPr="006069E5" w:rsidRDefault="00936DF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936DF1" w:rsidRPr="006069E5" w:rsidRDefault="00936DF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936DF1" w:rsidRPr="006069E5" w:rsidRDefault="00936DF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936DF1" w:rsidRPr="006069E5" w:rsidRDefault="00936DF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936DF1" w:rsidRPr="006069E5" w:rsidRDefault="00936DF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36DF1" w:rsidRPr="006069E5" w:rsidRDefault="00936DF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936DF1" w:rsidRDefault="00936DF1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6DF1" w:rsidRDefault="00936DF1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6DF1" w:rsidRDefault="00936DF1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6DF1" w:rsidRDefault="00936DF1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6DF1" w:rsidRDefault="00936DF1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936DF1" w:rsidRDefault="00936DF1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936DF1" w:rsidRPr="0064236D" w:rsidRDefault="00936DF1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А.Ю. Лобыцина</w:t>
      </w:r>
    </w:p>
    <w:sectPr w:rsidR="00936DF1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DF1" w:rsidRDefault="00936DF1" w:rsidP="007D6942">
      <w:r>
        <w:separator/>
      </w:r>
    </w:p>
  </w:endnote>
  <w:endnote w:type="continuationSeparator" w:id="0">
    <w:p w:rsidR="00936DF1" w:rsidRDefault="00936DF1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DF1" w:rsidRDefault="00936DF1" w:rsidP="007D6942">
      <w:r>
        <w:separator/>
      </w:r>
    </w:p>
  </w:footnote>
  <w:footnote w:type="continuationSeparator" w:id="0">
    <w:p w:rsidR="00936DF1" w:rsidRDefault="00936DF1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DF1" w:rsidRDefault="00936DF1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936DF1" w:rsidRPr="00A80EF1" w:rsidRDefault="00936DF1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12E4E"/>
    <w:rsid w:val="000351F5"/>
    <w:rsid w:val="0003601A"/>
    <w:rsid w:val="000471A7"/>
    <w:rsid w:val="00056815"/>
    <w:rsid w:val="000677DD"/>
    <w:rsid w:val="00092349"/>
    <w:rsid w:val="00095E4E"/>
    <w:rsid w:val="000A1CD9"/>
    <w:rsid w:val="000E5459"/>
    <w:rsid w:val="000F5077"/>
    <w:rsid w:val="001057E4"/>
    <w:rsid w:val="00120544"/>
    <w:rsid w:val="00130F43"/>
    <w:rsid w:val="0014428B"/>
    <w:rsid w:val="001471D0"/>
    <w:rsid w:val="00164E78"/>
    <w:rsid w:val="001B7323"/>
    <w:rsid w:val="001D011F"/>
    <w:rsid w:val="001E7088"/>
    <w:rsid w:val="001F2603"/>
    <w:rsid w:val="00203F45"/>
    <w:rsid w:val="00206D5E"/>
    <w:rsid w:val="00212251"/>
    <w:rsid w:val="00221808"/>
    <w:rsid w:val="00250BFB"/>
    <w:rsid w:val="00285170"/>
    <w:rsid w:val="00294148"/>
    <w:rsid w:val="0029490E"/>
    <w:rsid w:val="002A054F"/>
    <w:rsid w:val="0032383C"/>
    <w:rsid w:val="003432B5"/>
    <w:rsid w:val="003454FC"/>
    <w:rsid w:val="00352444"/>
    <w:rsid w:val="00393B47"/>
    <w:rsid w:val="003A1A1D"/>
    <w:rsid w:val="003B7449"/>
    <w:rsid w:val="003C7B36"/>
    <w:rsid w:val="003E0E11"/>
    <w:rsid w:val="003E49A0"/>
    <w:rsid w:val="003F5AE5"/>
    <w:rsid w:val="004041CB"/>
    <w:rsid w:val="004227BB"/>
    <w:rsid w:val="004335C1"/>
    <w:rsid w:val="004336F7"/>
    <w:rsid w:val="00452B4E"/>
    <w:rsid w:val="0049599F"/>
    <w:rsid w:val="004A4DA6"/>
    <w:rsid w:val="004C466D"/>
    <w:rsid w:val="004D5D87"/>
    <w:rsid w:val="004E0B9F"/>
    <w:rsid w:val="004F4502"/>
    <w:rsid w:val="004F53C4"/>
    <w:rsid w:val="00546AAB"/>
    <w:rsid w:val="00551570"/>
    <w:rsid w:val="00564935"/>
    <w:rsid w:val="005B0797"/>
    <w:rsid w:val="005E3105"/>
    <w:rsid w:val="005E372B"/>
    <w:rsid w:val="005F6818"/>
    <w:rsid w:val="006069E5"/>
    <w:rsid w:val="0063306A"/>
    <w:rsid w:val="0064236D"/>
    <w:rsid w:val="0064344A"/>
    <w:rsid w:val="00656526"/>
    <w:rsid w:val="0067380F"/>
    <w:rsid w:val="00675641"/>
    <w:rsid w:val="006811EE"/>
    <w:rsid w:val="00682270"/>
    <w:rsid w:val="00682450"/>
    <w:rsid w:val="006E6BE2"/>
    <w:rsid w:val="006F2B84"/>
    <w:rsid w:val="006F7FF6"/>
    <w:rsid w:val="00705B7B"/>
    <w:rsid w:val="0071727A"/>
    <w:rsid w:val="00780C3B"/>
    <w:rsid w:val="007A5CB9"/>
    <w:rsid w:val="007D6942"/>
    <w:rsid w:val="007F7199"/>
    <w:rsid w:val="0080164D"/>
    <w:rsid w:val="0081247D"/>
    <w:rsid w:val="00851081"/>
    <w:rsid w:val="00854355"/>
    <w:rsid w:val="008955A6"/>
    <w:rsid w:val="008A6FA1"/>
    <w:rsid w:val="008C1A19"/>
    <w:rsid w:val="008C28BE"/>
    <w:rsid w:val="00905C09"/>
    <w:rsid w:val="0093061C"/>
    <w:rsid w:val="00933218"/>
    <w:rsid w:val="00936DF1"/>
    <w:rsid w:val="00960535"/>
    <w:rsid w:val="0096355C"/>
    <w:rsid w:val="00963883"/>
    <w:rsid w:val="00990004"/>
    <w:rsid w:val="009D37BC"/>
    <w:rsid w:val="00A10279"/>
    <w:rsid w:val="00A24EA6"/>
    <w:rsid w:val="00A33419"/>
    <w:rsid w:val="00A41751"/>
    <w:rsid w:val="00A417F1"/>
    <w:rsid w:val="00A63C9E"/>
    <w:rsid w:val="00A76F19"/>
    <w:rsid w:val="00A808D5"/>
    <w:rsid w:val="00A80EF1"/>
    <w:rsid w:val="00A9268B"/>
    <w:rsid w:val="00AA0F09"/>
    <w:rsid w:val="00AC03D6"/>
    <w:rsid w:val="00AC4B7D"/>
    <w:rsid w:val="00B02D76"/>
    <w:rsid w:val="00B07AF4"/>
    <w:rsid w:val="00B47DD0"/>
    <w:rsid w:val="00B75B97"/>
    <w:rsid w:val="00BF3EB7"/>
    <w:rsid w:val="00C07B42"/>
    <w:rsid w:val="00C35E09"/>
    <w:rsid w:val="00C71732"/>
    <w:rsid w:val="00C74FCF"/>
    <w:rsid w:val="00C7608E"/>
    <w:rsid w:val="00CB64CE"/>
    <w:rsid w:val="00CC0F3B"/>
    <w:rsid w:val="00CD2566"/>
    <w:rsid w:val="00D737C3"/>
    <w:rsid w:val="00D7385B"/>
    <w:rsid w:val="00DB24AE"/>
    <w:rsid w:val="00DB721F"/>
    <w:rsid w:val="00DC6D6A"/>
    <w:rsid w:val="00DD2EDB"/>
    <w:rsid w:val="00E3318F"/>
    <w:rsid w:val="00E57E39"/>
    <w:rsid w:val="00E67030"/>
    <w:rsid w:val="00E73D5F"/>
    <w:rsid w:val="00E759A7"/>
    <w:rsid w:val="00E8140E"/>
    <w:rsid w:val="00EC460A"/>
    <w:rsid w:val="00F10576"/>
    <w:rsid w:val="00F20843"/>
    <w:rsid w:val="00F233BB"/>
    <w:rsid w:val="00F40D21"/>
    <w:rsid w:val="00F4487B"/>
    <w:rsid w:val="00F8232B"/>
    <w:rsid w:val="00F8787E"/>
    <w:rsid w:val="00FB7A7F"/>
    <w:rsid w:val="00FC282F"/>
    <w:rsid w:val="00FC4C64"/>
    <w:rsid w:val="00FF5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52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304</TotalTime>
  <Pages>2</Pages>
  <Words>218</Words>
  <Characters>1249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78</cp:revision>
  <cp:lastPrinted>2021-07-05T12:26:00Z</cp:lastPrinted>
  <dcterms:created xsi:type="dcterms:W3CDTF">2021-05-31T11:19:00Z</dcterms:created>
  <dcterms:modified xsi:type="dcterms:W3CDTF">2022-10-28T06:24:00Z</dcterms:modified>
</cp:coreProperties>
</file>