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26.10.2022 г. № 184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810D4" w:rsidRDefault="000810D4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 280</w:t>
      </w:r>
    </w:p>
    <w:p w:rsidR="000810D4" w:rsidRPr="00D737C3" w:rsidRDefault="000810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Pr="00D737C3" w:rsidRDefault="000810D4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Pr="0064236D" w:rsidRDefault="000810D4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Default="000810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810D4" w:rsidRPr="00D737C3" w:rsidRDefault="000810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0810D4" w:rsidRDefault="000810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0810D4" w:rsidRDefault="000810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Pr="00D737C3" w:rsidRDefault="000810D4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Pr="00D737C3" w:rsidRDefault="000810D4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810D4" w:rsidRPr="006069E5">
        <w:tc>
          <w:tcPr>
            <w:tcW w:w="1162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810D4" w:rsidRPr="006069E5">
        <w:tc>
          <w:tcPr>
            <w:tcW w:w="1162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810D4" w:rsidRPr="006069E5" w:rsidRDefault="000810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810D4" w:rsidRPr="0064236D" w:rsidRDefault="000810D4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810D4" w:rsidRPr="006069E5">
        <w:trPr>
          <w:tblHeader/>
        </w:trPr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810D4" w:rsidRPr="006069E5">
        <w:trPr>
          <w:trHeight w:val="147"/>
        </w:trPr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0810D4" w:rsidRPr="006069E5" w:rsidRDefault="000810D4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0810D4" w:rsidRPr="006069E5" w:rsidRDefault="000810D4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163,6</w:t>
            </w: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810D4" w:rsidRPr="00CF021E" w:rsidRDefault="000810D4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810D4" w:rsidRPr="006069E5" w:rsidRDefault="000810D4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0810D4" w:rsidRDefault="000810D4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0810D4" w:rsidRPr="006F2B84" w:rsidRDefault="000810D4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0810D4" w:rsidRPr="006069E5" w:rsidRDefault="000810D4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810D4" w:rsidRDefault="000810D4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810D4" w:rsidRPr="006069E5" w:rsidRDefault="000810D4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1174,5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1349,7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4719,6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2515,3</w:t>
            </w: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810D4" w:rsidRPr="005B1A54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810D4" w:rsidRPr="006069E5" w:rsidRDefault="000810D4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0810D4" w:rsidRPr="006069E5" w:rsidRDefault="000810D4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0810D4" w:rsidRPr="006069E5" w:rsidRDefault="000810D4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0810D4" w:rsidRPr="006069E5" w:rsidRDefault="000810D4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595,3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256,5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898,5</w:t>
            </w:r>
          </w:p>
        </w:tc>
      </w:tr>
      <w:tr w:rsidR="000810D4" w:rsidRPr="006069E5">
        <w:tc>
          <w:tcPr>
            <w:tcW w:w="1151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810D4" w:rsidRPr="006069E5" w:rsidRDefault="000810D4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0810D4" w:rsidRPr="006069E5" w:rsidRDefault="000810D4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810D4" w:rsidRPr="006069E5" w:rsidRDefault="000810D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810D4" w:rsidRPr="006069E5" w:rsidRDefault="000810D4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810D4" w:rsidRPr="006069E5" w:rsidRDefault="000810D4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0810D4" w:rsidRDefault="000810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Default="000810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Pr="003454FC" w:rsidRDefault="000810D4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0D4" w:rsidRDefault="000810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0810D4" w:rsidRDefault="000810D4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810D4" w:rsidRPr="0064236D" w:rsidRDefault="000810D4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0810D4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0D4" w:rsidRDefault="000810D4" w:rsidP="007D6942">
      <w:r>
        <w:separator/>
      </w:r>
    </w:p>
  </w:endnote>
  <w:endnote w:type="continuationSeparator" w:id="0">
    <w:p w:rsidR="000810D4" w:rsidRDefault="000810D4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0D4" w:rsidRDefault="000810D4" w:rsidP="007D6942">
      <w:r>
        <w:separator/>
      </w:r>
    </w:p>
  </w:footnote>
  <w:footnote w:type="continuationSeparator" w:id="0">
    <w:p w:rsidR="000810D4" w:rsidRDefault="000810D4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D4" w:rsidRDefault="000810D4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0810D4" w:rsidRPr="00A80EF1" w:rsidRDefault="000810D4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4D85"/>
    <w:rsid w:val="000471A7"/>
    <w:rsid w:val="000677DD"/>
    <w:rsid w:val="000810D4"/>
    <w:rsid w:val="00092349"/>
    <w:rsid w:val="000A1CD9"/>
    <w:rsid w:val="000C6D45"/>
    <w:rsid w:val="000F5077"/>
    <w:rsid w:val="001057E4"/>
    <w:rsid w:val="00130F43"/>
    <w:rsid w:val="00144CFC"/>
    <w:rsid w:val="00161501"/>
    <w:rsid w:val="0016302D"/>
    <w:rsid w:val="0016347E"/>
    <w:rsid w:val="00164E78"/>
    <w:rsid w:val="001D011F"/>
    <w:rsid w:val="001E7088"/>
    <w:rsid w:val="001F2603"/>
    <w:rsid w:val="001F3245"/>
    <w:rsid w:val="00206D5E"/>
    <w:rsid w:val="00207591"/>
    <w:rsid w:val="00212251"/>
    <w:rsid w:val="00250BFB"/>
    <w:rsid w:val="00285170"/>
    <w:rsid w:val="00294148"/>
    <w:rsid w:val="002A054F"/>
    <w:rsid w:val="002E6114"/>
    <w:rsid w:val="002F36D3"/>
    <w:rsid w:val="0032383C"/>
    <w:rsid w:val="003432B5"/>
    <w:rsid w:val="003454FC"/>
    <w:rsid w:val="00352444"/>
    <w:rsid w:val="00391436"/>
    <w:rsid w:val="00393B47"/>
    <w:rsid w:val="003A1A1D"/>
    <w:rsid w:val="003C7B36"/>
    <w:rsid w:val="004335C1"/>
    <w:rsid w:val="00452B4E"/>
    <w:rsid w:val="004B3288"/>
    <w:rsid w:val="004C466D"/>
    <w:rsid w:val="004D5D87"/>
    <w:rsid w:val="004F53C4"/>
    <w:rsid w:val="00500E5E"/>
    <w:rsid w:val="00564935"/>
    <w:rsid w:val="00575DA1"/>
    <w:rsid w:val="00596F35"/>
    <w:rsid w:val="005A4A6A"/>
    <w:rsid w:val="005B0797"/>
    <w:rsid w:val="005B1A54"/>
    <w:rsid w:val="005B477A"/>
    <w:rsid w:val="005C51CA"/>
    <w:rsid w:val="005E372B"/>
    <w:rsid w:val="006069E5"/>
    <w:rsid w:val="0064236D"/>
    <w:rsid w:val="0066225D"/>
    <w:rsid w:val="0067380F"/>
    <w:rsid w:val="006811EE"/>
    <w:rsid w:val="00682270"/>
    <w:rsid w:val="00682450"/>
    <w:rsid w:val="006C4A2B"/>
    <w:rsid w:val="006F2B84"/>
    <w:rsid w:val="007033B2"/>
    <w:rsid w:val="00705B7B"/>
    <w:rsid w:val="007060DB"/>
    <w:rsid w:val="0071727A"/>
    <w:rsid w:val="00770086"/>
    <w:rsid w:val="0078143B"/>
    <w:rsid w:val="007B04AA"/>
    <w:rsid w:val="007D6942"/>
    <w:rsid w:val="007F7199"/>
    <w:rsid w:val="0080164D"/>
    <w:rsid w:val="0081247D"/>
    <w:rsid w:val="00815D35"/>
    <w:rsid w:val="00825B36"/>
    <w:rsid w:val="008272B2"/>
    <w:rsid w:val="00851081"/>
    <w:rsid w:val="00893011"/>
    <w:rsid w:val="008955A6"/>
    <w:rsid w:val="008A6FA1"/>
    <w:rsid w:val="008C28BE"/>
    <w:rsid w:val="008F3293"/>
    <w:rsid w:val="00905C09"/>
    <w:rsid w:val="00932BA4"/>
    <w:rsid w:val="0096355C"/>
    <w:rsid w:val="00963883"/>
    <w:rsid w:val="00972CA6"/>
    <w:rsid w:val="009D37BC"/>
    <w:rsid w:val="009D5976"/>
    <w:rsid w:val="00A03C6B"/>
    <w:rsid w:val="00A10279"/>
    <w:rsid w:val="00A24EA6"/>
    <w:rsid w:val="00A41751"/>
    <w:rsid w:val="00A63C9E"/>
    <w:rsid w:val="00A80EF1"/>
    <w:rsid w:val="00A9268B"/>
    <w:rsid w:val="00AB371C"/>
    <w:rsid w:val="00AC03D6"/>
    <w:rsid w:val="00AC4B7D"/>
    <w:rsid w:val="00AD57AC"/>
    <w:rsid w:val="00AE5B7D"/>
    <w:rsid w:val="00B00DF8"/>
    <w:rsid w:val="00B44015"/>
    <w:rsid w:val="00B47DD0"/>
    <w:rsid w:val="00B5133B"/>
    <w:rsid w:val="00B75B97"/>
    <w:rsid w:val="00B8464D"/>
    <w:rsid w:val="00B96CEA"/>
    <w:rsid w:val="00BD745F"/>
    <w:rsid w:val="00C302EA"/>
    <w:rsid w:val="00C35E09"/>
    <w:rsid w:val="00C408F2"/>
    <w:rsid w:val="00C50116"/>
    <w:rsid w:val="00C71732"/>
    <w:rsid w:val="00C74FCF"/>
    <w:rsid w:val="00C7608E"/>
    <w:rsid w:val="00C93576"/>
    <w:rsid w:val="00CC0F3B"/>
    <w:rsid w:val="00CF021E"/>
    <w:rsid w:val="00D51557"/>
    <w:rsid w:val="00D737C3"/>
    <w:rsid w:val="00D92C7F"/>
    <w:rsid w:val="00DA1DE2"/>
    <w:rsid w:val="00DA3FD0"/>
    <w:rsid w:val="00DB24AE"/>
    <w:rsid w:val="00DB721F"/>
    <w:rsid w:val="00DC6D6A"/>
    <w:rsid w:val="00DE4C56"/>
    <w:rsid w:val="00E3318F"/>
    <w:rsid w:val="00E57E39"/>
    <w:rsid w:val="00E65D56"/>
    <w:rsid w:val="00E73D5F"/>
    <w:rsid w:val="00E8140E"/>
    <w:rsid w:val="00F10576"/>
    <w:rsid w:val="00F20843"/>
    <w:rsid w:val="00F233BB"/>
    <w:rsid w:val="00F407C3"/>
    <w:rsid w:val="00F40D21"/>
    <w:rsid w:val="00F4487B"/>
    <w:rsid w:val="00F8232B"/>
    <w:rsid w:val="00FA1E9E"/>
    <w:rsid w:val="00FA3155"/>
    <w:rsid w:val="00FC4C64"/>
    <w:rsid w:val="00FD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84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4</Pages>
  <Words>480</Words>
  <Characters>2737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81</cp:revision>
  <cp:lastPrinted>2021-12-27T06:10:00Z</cp:lastPrinted>
  <dcterms:created xsi:type="dcterms:W3CDTF">2021-05-31T11:19:00Z</dcterms:created>
  <dcterms:modified xsi:type="dcterms:W3CDTF">2022-10-28T06:26:00Z</dcterms:modified>
</cp:coreProperties>
</file>