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FA" w:rsidRDefault="00122BFA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22BFA" w:rsidRDefault="00122BFA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2BFA" w:rsidRDefault="00122BFA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122BFA" w:rsidRDefault="00122BFA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122BFA" w:rsidRDefault="00122BFA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11.05.2022 № 84</w:t>
      </w:r>
    </w:p>
    <w:p w:rsidR="00122BFA" w:rsidRDefault="00122BFA" w:rsidP="00E87B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22BFA" w:rsidRDefault="00122BFA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22BFA" w:rsidRDefault="00122BFA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122BFA" w:rsidRDefault="00122BFA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122BFA" w:rsidRDefault="00122BFA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№291</w:t>
      </w:r>
    </w:p>
    <w:p w:rsidR="00122BFA" w:rsidRDefault="00122BFA" w:rsidP="00B90E2F">
      <w:pPr>
        <w:jc w:val="center"/>
        <w:rPr>
          <w:b/>
          <w:bCs/>
        </w:rPr>
      </w:pPr>
    </w:p>
    <w:p w:rsidR="00122BFA" w:rsidRPr="00D737C3" w:rsidRDefault="00122BFA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22BFA" w:rsidRDefault="00122BFA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122BFA" w:rsidRPr="007D5A36" w:rsidRDefault="00122BFA" w:rsidP="007D5A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>«Реализация муниципальных функций, связанных с муниципальным управлением в Старотитаровском сельском поселении Темрюкского района» на 2022 год</w:t>
      </w:r>
    </w:p>
    <w:p w:rsidR="00122BFA" w:rsidRPr="003500BD" w:rsidRDefault="00122BFA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122BFA" w:rsidRPr="006069E5">
        <w:tc>
          <w:tcPr>
            <w:tcW w:w="1162" w:type="dxa"/>
            <w:vMerge w:val="restart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122BFA" w:rsidRPr="006069E5">
        <w:tc>
          <w:tcPr>
            <w:tcW w:w="1162" w:type="dxa"/>
            <w:vMerge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22BFA" w:rsidRPr="006069E5" w:rsidRDefault="00122BF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122BFA" w:rsidRPr="006069E5" w:rsidRDefault="00122BF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122BFA" w:rsidRPr="006069E5" w:rsidRDefault="00122BF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122BFA" w:rsidRPr="006069E5" w:rsidRDefault="00122BF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122BFA" w:rsidRPr="0064236D" w:rsidRDefault="00122BFA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122BFA" w:rsidRPr="006069E5">
        <w:trPr>
          <w:tblHeader/>
        </w:trPr>
        <w:tc>
          <w:tcPr>
            <w:tcW w:w="1151" w:type="dxa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22BFA" w:rsidRPr="006069E5" w:rsidRDefault="00122BF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122BFA" w:rsidRPr="006069E5">
        <w:tc>
          <w:tcPr>
            <w:tcW w:w="1151" w:type="dxa"/>
          </w:tcPr>
          <w:p w:rsidR="00122BFA" w:rsidRPr="006069E5" w:rsidRDefault="00122BF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122BFA" w:rsidRPr="006069E5" w:rsidRDefault="00122BF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22BFA" w:rsidRDefault="00122BFA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</w:t>
            </w:r>
          </w:p>
          <w:p w:rsidR="00122BFA" w:rsidRPr="006069E5" w:rsidRDefault="00122BFA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решению вопросов местного значения</w:t>
            </w:r>
          </w:p>
        </w:tc>
        <w:tc>
          <w:tcPr>
            <w:tcW w:w="941" w:type="dxa"/>
            <w:vAlign w:val="center"/>
          </w:tcPr>
          <w:p w:rsidR="00122BFA" w:rsidRPr="006069E5" w:rsidRDefault="00122BFA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22BFA" w:rsidRPr="00DD68EE" w:rsidRDefault="00122BFA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22BFA" w:rsidRPr="006069E5" w:rsidRDefault="00122BF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122BFA" w:rsidRPr="006069E5" w:rsidRDefault="00122BF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992 0104 5110100190 850</w:t>
            </w:r>
          </w:p>
        </w:tc>
        <w:tc>
          <w:tcPr>
            <w:tcW w:w="1260" w:type="dxa"/>
          </w:tcPr>
          <w:p w:rsidR="00122BFA" w:rsidRPr="006069E5" w:rsidRDefault="00122BFA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1464,1</w:t>
            </w:r>
          </w:p>
        </w:tc>
        <w:tc>
          <w:tcPr>
            <w:tcW w:w="1080" w:type="dxa"/>
          </w:tcPr>
          <w:p w:rsidR="00122BFA" w:rsidRPr="006069E5" w:rsidRDefault="00122BFA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1080" w:type="dxa"/>
          </w:tcPr>
          <w:p w:rsidR="00122BFA" w:rsidRPr="006069E5" w:rsidRDefault="00122BFA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1768,6</w:t>
            </w:r>
          </w:p>
        </w:tc>
        <w:tc>
          <w:tcPr>
            <w:tcW w:w="1134" w:type="dxa"/>
          </w:tcPr>
          <w:p w:rsidR="00122BFA" w:rsidRPr="006069E5" w:rsidRDefault="00122BFA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2322,4</w:t>
            </w:r>
          </w:p>
        </w:tc>
      </w:tr>
      <w:tr w:rsidR="00122BFA" w:rsidRPr="006069E5">
        <w:tc>
          <w:tcPr>
            <w:tcW w:w="1151" w:type="dxa"/>
          </w:tcPr>
          <w:p w:rsidR="00122BFA" w:rsidRPr="006069E5" w:rsidRDefault="00122BF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22BFA" w:rsidRDefault="00122BF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22BFA" w:rsidRPr="007A5CB9" w:rsidRDefault="00122BF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э</w:t>
            </w:r>
            <w:r w:rsidRPr="006D3EC1">
              <w:rPr>
                <w:rFonts w:ascii="Times New Roman" w:hAnsi="Times New Roman" w:cs="Times New Roman"/>
              </w:rPr>
              <w:t>ффективно</w:t>
            </w:r>
            <w:r>
              <w:rPr>
                <w:rFonts w:ascii="Times New Roman" w:hAnsi="Times New Roman" w:cs="Times New Roman"/>
              </w:rPr>
              <w:t>му</w:t>
            </w:r>
            <w:r w:rsidRPr="006D3EC1">
              <w:rPr>
                <w:rFonts w:ascii="Times New Roman" w:hAnsi="Times New Roman" w:cs="Times New Roman"/>
              </w:rPr>
              <w:t xml:space="preserve"> исполнени</w:t>
            </w:r>
            <w:r>
              <w:rPr>
                <w:rFonts w:ascii="Times New Roman" w:hAnsi="Times New Roman" w:cs="Times New Roman"/>
              </w:rPr>
              <w:t>ю</w:t>
            </w:r>
            <w:r w:rsidRPr="006D3EC1">
              <w:rPr>
                <w:rFonts w:ascii="Times New Roman" w:hAnsi="Times New Roman" w:cs="Times New Roman"/>
              </w:rPr>
              <w:t xml:space="preserve"> полномочий в соответствии с Федеральным законом от 06.10.2003 г. № 131 -ФЗ «Об общих принципах организации местного самоуправления в Российской Федерации»</w:t>
            </w:r>
          </w:p>
        </w:tc>
        <w:tc>
          <w:tcPr>
            <w:tcW w:w="941" w:type="dxa"/>
            <w:vAlign w:val="center"/>
          </w:tcPr>
          <w:p w:rsidR="00122BFA" w:rsidRPr="006069E5" w:rsidRDefault="00122BFA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22BFA" w:rsidRPr="006069E5" w:rsidRDefault="00122BF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22BFA" w:rsidRPr="0024685E" w:rsidRDefault="00122BF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122BFA" w:rsidRPr="006069E5" w:rsidRDefault="00122BF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122BFA" w:rsidRPr="006069E5" w:rsidRDefault="00122BF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22BFA" w:rsidRPr="006069E5" w:rsidRDefault="00122BF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22BFA" w:rsidRPr="006069E5" w:rsidRDefault="00122BF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122BFA" w:rsidRPr="006069E5" w:rsidRDefault="00122BF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122BFA" w:rsidRDefault="00122BF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2BFA" w:rsidRDefault="00122BF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2BFA" w:rsidRDefault="00122BF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22BFA" w:rsidRDefault="00122BF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122BFA" w:rsidRDefault="00122BF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22BFA" w:rsidRPr="0064236D" w:rsidRDefault="00122BFA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А.Ю. Лобыцина</w:t>
      </w:r>
    </w:p>
    <w:sectPr w:rsidR="00122BFA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BFA" w:rsidRDefault="00122BFA" w:rsidP="007D6942">
      <w:r>
        <w:separator/>
      </w:r>
    </w:p>
  </w:endnote>
  <w:endnote w:type="continuationSeparator" w:id="0">
    <w:p w:rsidR="00122BFA" w:rsidRDefault="00122BFA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BFA" w:rsidRDefault="00122BFA" w:rsidP="007D6942">
      <w:r>
        <w:separator/>
      </w:r>
    </w:p>
  </w:footnote>
  <w:footnote w:type="continuationSeparator" w:id="0">
    <w:p w:rsidR="00122BFA" w:rsidRDefault="00122BFA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BFA" w:rsidRDefault="00122BFA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122BFA" w:rsidRPr="00A80EF1" w:rsidRDefault="00122BF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164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380"/>
    <w:rsid w:val="00120544"/>
    <w:rsid w:val="00122BFA"/>
    <w:rsid w:val="00125097"/>
    <w:rsid w:val="00125796"/>
    <w:rsid w:val="00130F43"/>
    <w:rsid w:val="001471D0"/>
    <w:rsid w:val="00164E78"/>
    <w:rsid w:val="00170209"/>
    <w:rsid w:val="00172D66"/>
    <w:rsid w:val="00185F36"/>
    <w:rsid w:val="0018768F"/>
    <w:rsid w:val="001B7323"/>
    <w:rsid w:val="001D011F"/>
    <w:rsid w:val="001E7088"/>
    <w:rsid w:val="001F2603"/>
    <w:rsid w:val="00204C7A"/>
    <w:rsid w:val="00206D5E"/>
    <w:rsid w:val="00212251"/>
    <w:rsid w:val="0022204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2BE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20D7"/>
    <w:rsid w:val="00452B4E"/>
    <w:rsid w:val="00463BD1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03F7E"/>
    <w:rsid w:val="005366A2"/>
    <w:rsid w:val="0054691E"/>
    <w:rsid w:val="00546AAB"/>
    <w:rsid w:val="00555C25"/>
    <w:rsid w:val="00564935"/>
    <w:rsid w:val="00580DF5"/>
    <w:rsid w:val="00584CF8"/>
    <w:rsid w:val="005B0797"/>
    <w:rsid w:val="005C4768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2CB8"/>
    <w:rsid w:val="008B5654"/>
    <w:rsid w:val="008C0505"/>
    <w:rsid w:val="008C1A19"/>
    <w:rsid w:val="008C28BE"/>
    <w:rsid w:val="008C3B45"/>
    <w:rsid w:val="008C6082"/>
    <w:rsid w:val="008D2BE0"/>
    <w:rsid w:val="008E6FA9"/>
    <w:rsid w:val="00905C09"/>
    <w:rsid w:val="0091231C"/>
    <w:rsid w:val="00916317"/>
    <w:rsid w:val="00930E70"/>
    <w:rsid w:val="00954C8E"/>
    <w:rsid w:val="00960535"/>
    <w:rsid w:val="0096355C"/>
    <w:rsid w:val="00963883"/>
    <w:rsid w:val="00967F4E"/>
    <w:rsid w:val="0098228E"/>
    <w:rsid w:val="009C2CF1"/>
    <w:rsid w:val="009D2659"/>
    <w:rsid w:val="009D37BC"/>
    <w:rsid w:val="009D3A8E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0C1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3CE2"/>
    <w:rsid w:val="00BF6D41"/>
    <w:rsid w:val="00C27A6B"/>
    <w:rsid w:val="00C33EA9"/>
    <w:rsid w:val="00C35E09"/>
    <w:rsid w:val="00C400CB"/>
    <w:rsid w:val="00C71732"/>
    <w:rsid w:val="00C74FCF"/>
    <w:rsid w:val="00C7608E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90615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555F"/>
    <w:rsid w:val="00E077D9"/>
    <w:rsid w:val="00E23D36"/>
    <w:rsid w:val="00E3318F"/>
    <w:rsid w:val="00E57BE0"/>
    <w:rsid w:val="00E57E39"/>
    <w:rsid w:val="00E67030"/>
    <w:rsid w:val="00E73D5F"/>
    <w:rsid w:val="00E8140E"/>
    <w:rsid w:val="00E83F45"/>
    <w:rsid w:val="00E87B52"/>
    <w:rsid w:val="00E90AFE"/>
    <w:rsid w:val="00ED3983"/>
    <w:rsid w:val="00EF1BAD"/>
    <w:rsid w:val="00F10576"/>
    <w:rsid w:val="00F14138"/>
    <w:rsid w:val="00F20843"/>
    <w:rsid w:val="00F233BB"/>
    <w:rsid w:val="00F249CD"/>
    <w:rsid w:val="00F2569A"/>
    <w:rsid w:val="00F27FC1"/>
    <w:rsid w:val="00F30DB4"/>
    <w:rsid w:val="00F352F4"/>
    <w:rsid w:val="00F40D21"/>
    <w:rsid w:val="00F4487B"/>
    <w:rsid w:val="00F8232B"/>
    <w:rsid w:val="00FC4C64"/>
    <w:rsid w:val="00FF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61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407</TotalTime>
  <Pages>2</Pages>
  <Words>260</Words>
  <Characters>1484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142</cp:revision>
  <cp:lastPrinted>2021-07-05T12:26:00Z</cp:lastPrinted>
  <dcterms:created xsi:type="dcterms:W3CDTF">2021-05-31T11:19:00Z</dcterms:created>
  <dcterms:modified xsi:type="dcterms:W3CDTF">2022-05-12T11:10:00Z</dcterms:modified>
</cp:coreProperties>
</file>