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83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712F7" w:rsidRDefault="00A712F7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297</w:t>
      </w:r>
    </w:p>
    <w:p w:rsidR="00A712F7" w:rsidRPr="00A0260D" w:rsidRDefault="00A712F7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12F7" w:rsidRPr="00D737C3" w:rsidRDefault="00A712F7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12F7" w:rsidRDefault="00A712F7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712F7" w:rsidRPr="00816436" w:rsidRDefault="00A712F7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A712F7" w:rsidRDefault="00A712F7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:rsidR="00A712F7" w:rsidRDefault="00A712F7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712F7" w:rsidRPr="006069E5">
        <w:tc>
          <w:tcPr>
            <w:tcW w:w="1162" w:type="dxa"/>
            <w:vMerge w:val="restart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712F7" w:rsidRPr="006069E5">
        <w:tc>
          <w:tcPr>
            <w:tcW w:w="1162" w:type="dxa"/>
            <w:vMerge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712F7" w:rsidRPr="006069E5" w:rsidRDefault="00A712F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712F7" w:rsidRPr="006069E5" w:rsidRDefault="00A712F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712F7" w:rsidRPr="006069E5" w:rsidRDefault="00A712F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712F7" w:rsidRPr="006069E5" w:rsidRDefault="00A712F7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712F7" w:rsidRPr="0064236D" w:rsidRDefault="00A712F7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A712F7" w:rsidRPr="006069E5">
        <w:trPr>
          <w:tblHeader/>
        </w:trPr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712F7" w:rsidRPr="006069E5" w:rsidRDefault="00A712F7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A712F7" w:rsidRPr="00816436" w:rsidRDefault="00A712F7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A712F7" w:rsidRPr="00930D5F" w:rsidRDefault="00A712F7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712F7" w:rsidRPr="006069E5" w:rsidRDefault="00A712F7" w:rsidP="00816436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A712F7" w:rsidRPr="006069E5" w:rsidRDefault="00A712F7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8B5654" w:rsidRDefault="00A712F7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A712F7" w:rsidRPr="006069E5" w:rsidRDefault="00A712F7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702,4</w:t>
            </w:r>
          </w:p>
        </w:tc>
        <w:tc>
          <w:tcPr>
            <w:tcW w:w="1080" w:type="dxa"/>
          </w:tcPr>
          <w:p w:rsidR="00A712F7" w:rsidRPr="006069E5" w:rsidRDefault="00A712F7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807,2</w:t>
            </w:r>
          </w:p>
        </w:tc>
        <w:tc>
          <w:tcPr>
            <w:tcW w:w="1080" w:type="dxa"/>
          </w:tcPr>
          <w:p w:rsidR="00A712F7" w:rsidRPr="006069E5" w:rsidRDefault="00A712F7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834,2</w:t>
            </w:r>
          </w:p>
        </w:tc>
        <w:tc>
          <w:tcPr>
            <w:tcW w:w="1134" w:type="dxa"/>
          </w:tcPr>
          <w:p w:rsidR="00A712F7" w:rsidRPr="006069E5" w:rsidRDefault="00A712F7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1327,7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A712F7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712F7" w:rsidRPr="007A5CB9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A712F7" w:rsidRPr="006069E5" w:rsidRDefault="00A712F7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6069E5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A712F7" w:rsidRPr="0024685E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712F7" w:rsidRPr="006069E5">
        <w:tc>
          <w:tcPr>
            <w:tcW w:w="1151" w:type="dxa"/>
          </w:tcPr>
          <w:p w:rsidR="00A712F7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A712F7" w:rsidRPr="006069E5" w:rsidRDefault="00A712F7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A712F7" w:rsidRPr="006069E5" w:rsidRDefault="00A712F7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712F7" w:rsidRPr="00930D5F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712F7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12F7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2F7" w:rsidRPr="006069E5">
        <w:tc>
          <w:tcPr>
            <w:tcW w:w="1151" w:type="dxa"/>
          </w:tcPr>
          <w:p w:rsidR="00A712F7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A712F7" w:rsidRPr="00E23ECE" w:rsidRDefault="00A712F7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E23ECE">
              <w:rPr>
                <w:rFonts w:ascii="Times New Roman" w:hAnsi="Times New Roman" w:cs="Times New Roman"/>
              </w:rPr>
              <w:t xml:space="preserve">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A712F7" w:rsidRDefault="00A712F7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712F7" w:rsidRPr="006069E5" w:rsidRDefault="00A712F7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A712F7" w:rsidRPr="006069E5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A712F7" w:rsidRPr="006069E5" w:rsidRDefault="00A712F7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E23ECE" w:rsidRDefault="00A712F7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712F7" w:rsidRPr="006069E5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A712F7" w:rsidRPr="006069E5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1837,8</w:t>
            </w: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2041,40</w:t>
            </w: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2040,1</w:t>
            </w:r>
          </w:p>
        </w:tc>
        <w:tc>
          <w:tcPr>
            <w:tcW w:w="1134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2545,1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A712F7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712F7" w:rsidRPr="007A5CB9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A712F7" w:rsidRPr="006069E5" w:rsidRDefault="00A712F7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6069E5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712F7" w:rsidRPr="0024685E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712F7" w:rsidRPr="006069E5" w:rsidRDefault="00A712F7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A712F7" w:rsidRPr="006069E5" w:rsidRDefault="00A712F7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712F7" w:rsidRPr="006069E5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A712F7" w:rsidRPr="006069E5" w:rsidRDefault="00A712F7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8B5654" w:rsidRDefault="00A712F7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712F7" w:rsidRPr="006069E5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A712F7" w:rsidRPr="006069E5" w:rsidRDefault="00A712F7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24,6</w:t>
            </w: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138,9</w:t>
            </w: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117,5</w:t>
            </w:r>
          </w:p>
        </w:tc>
        <w:tc>
          <w:tcPr>
            <w:tcW w:w="1134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221,8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A712F7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712F7" w:rsidRPr="006635A4" w:rsidRDefault="00A712F7" w:rsidP="008F479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A712F7" w:rsidRPr="007A5CB9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A712F7" w:rsidRPr="006069E5" w:rsidRDefault="00A712F7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6069E5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712F7" w:rsidRPr="0024685E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A712F7" w:rsidRPr="007A5CB9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A712F7" w:rsidRPr="006069E5" w:rsidRDefault="00A712F7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712F7" w:rsidRPr="006069E5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712F7" w:rsidRPr="0024685E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A712F7" w:rsidRDefault="00A712F7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A712F7" w:rsidRPr="001E2BA2" w:rsidRDefault="00A712F7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A712F7" w:rsidRPr="006069E5" w:rsidRDefault="00A712F7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712F7" w:rsidRPr="007A5CB9" w:rsidRDefault="00A712F7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A712F7" w:rsidRPr="006069E5" w:rsidRDefault="00A712F7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9905BD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712F7" w:rsidRPr="006069E5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A712F7" w:rsidRPr="006069E5" w:rsidRDefault="00A712F7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257,4</w:t>
            </w: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332,2</w:t>
            </w: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312,2</w:t>
            </w:r>
          </w:p>
        </w:tc>
        <w:tc>
          <w:tcPr>
            <w:tcW w:w="1134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712F7" w:rsidRDefault="00A712F7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712F7" w:rsidRPr="007A5CB9" w:rsidRDefault="00A712F7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A712F7" w:rsidRPr="006069E5" w:rsidRDefault="00A712F7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712F7" w:rsidRPr="006069E5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712F7" w:rsidRPr="0024685E" w:rsidRDefault="00A712F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712F7" w:rsidRPr="006069E5" w:rsidRDefault="00A712F7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712F7" w:rsidRPr="006069E5">
        <w:tc>
          <w:tcPr>
            <w:tcW w:w="1151" w:type="dxa"/>
          </w:tcPr>
          <w:p w:rsidR="00A712F7" w:rsidRPr="006069E5" w:rsidRDefault="00A712F7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712F7" w:rsidRPr="007A5CB9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A712F7" w:rsidRPr="006069E5" w:rsidRDefault="00A712F7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712F7" w:rsidRPr="006069E5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712F7" w:rsidRPr="0024685E" w:rsidRDefault="00A712F7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12F7" w:rsidRPr="006069E5" w:rsidRDefault="00A712F7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712F7" w:rsidRDefault="00A712F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712F7" w:rsidRDefault="00A712F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A712F7" w:rsidRDefault="00A712F7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712F7" w:rsidRPr="0064236D" w:rsidRDefault="00A712F7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А.Ю. Лобыцина</w:t>
      </w:r>
    </w:p>
    <w:sectPr w:rsidR="00A712F7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2F7" w:rsidRDefault="00A712F7" w:rsidP="007D6942">
      <w:r>
        <w:separator/>
      </w:r>
    </w:p>
  </w:endnote>
  <w:endnote w:type="continuationSeparator" w:id="0">
    <w:p w:rsidR="00A712F7" w:rsidRDefault="00A712F7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2F7" w:rsidRDefault="00A712F7" w:rsidP="007D6942">
      <w:r>
        <w:separator/>
      </w:r>
    </w:p>
  </w:footnote>
  <w:footnote w:type="continuationSeparator" w:id="0">
    <w:p w:rsidR="00A712F7" w:rsidRDefault="00A712F7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F7" w:rsidRDefault="00A712F7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A712F7" w:rsidRPr="00A80EF1" w:rsidRDefault="00A712F7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1B96"/>
    <w:rsid w:val="0003281C"/>
    <w:rsid w:val="00035E83"/>
    <w:rsid w:val="000471A7"/>
    <w:rsid w:val="0005160B"/>
    <w:rsid w:val="000677DD"/>
    <w:rsid w:val="00076146"/>
    <w:rsid w:val="00092349"/>
    <w:rsid w:val="000A0269"/>
    <w:rsid w:val="000A1CD9"/>
    <w:rsid w:val="000A2F80"/>
    <w:rsid w:val="000A3268"/>
    <w:rsid w:val="000B49E9"/>
    <w:rsid w:val="000B56F5"/>
    <w:rsid w:val="000D610F"/>
    <w:rsid w:val="000D6BE3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32CAD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C5FC6"/>
    <w:rsid w:val="001D011F"/>
    <w:rsid w:val="001E2BA2"/>
    <w:rsid w:val="001E7088"/>
    <w:rsid w:val="001F2603"/>
    <w:rsid w:val="00206D5E"/>
    <w:rsid w:val="00212251"/>
    <w:rsid w:val="00223BE5"/>
    <w:rsid w:val="002246DC"/>
    <w:rsid w:val="002371EC"/>
    <w:rsid w:val="00240DF8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B1602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0FE0"/>
    <w:rsid w:val="00534B4C"/>
    <w:rsid w:val="005366A2"/>
    <w:rsid w:val="0054691E"/>
    <w:rsid w:val="00546AAB"/>
    <w:rsid w:val="00555C25"/>
    <w:rsid w:val="00564935"/>
    <w:rsid w:val="00580DF5"/>
    <w:rsid w:val="00584CF8"/>
    <w:rsid w:val="005B0797"/>
    <w:rsid w:val="005C6BF4"/>
    <w:rsid w:val="005E372B"/>
    <w:rsid w:val="006069E5"/>
    <w:rsid w:val="0061250E"/>
    <w:rsid w:val="00635D37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87FA0"/>
    <w:rsid w:val="006F1FB0"/>
    <w:rsid w:val="006F2B84"/>
    <w:rsid w:val="00700A56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4EA6"/>
    <w:rsid w:val="00A41751"/>
    <w:rsid w:val="00A417F1"/>
    <w:rsid w:val="00A5282F"/>
    <w:rsid w:val="00A63C9E"/>
    <w:rsid w:val="00A712F7"/>
    <w:rsid w:val="00A80EF1"/>
    <w:rsid w:val="00A86F44"/>
    <w:rsid w:val="00A9268B"/>
    <w:rsid w:val="00A934B7"/>
    <w:rsid w:val="00A95943"/>
    <w:rsid w:val="00AC03D6"/>
    <w:rsid w:val="00AC272C"/>
    <w:rsid w:val="00AC4B7D"/>
    <w:rsid w:val="00AD1F69"/>
    <w:rsid w:val="00AD3966"/>
    <w:rsid w:val="00AE1814"/>
    <w:rsid w:val="00AE4608"/>
    <w:rsid w:val="00AF3ADF"/>
    <w:rsid w:val="00AF4BBA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C61DC"/>
    <w:rsid w:val="00BD79B9"/>
    <w:rsid w:val="00BF6D41"/>
    <w:rsid w:val="00C02CF9"/>
    <w:rsid w:val="00C037AC"/>
    <w:rsid w:val="00C15BA4"/>
    <w:rsid w:val="00C24D9F"/>
    <w:rsid w:val="00C26DA5"/>
    <w:rsid w:val="00C27A6B"/>
    <w:rsid w:val="00C35E09"/>
    <w:rsid w:val="00C400CB"/>
    <w:rsid w:val="00C4036D"/>
    <w:rsid w:val="00C54108"/>
    <w:rsid w:val="00C54D8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E4593"/>
    <w:rsid w:val="00CF3AB6"/>
    <w:rsid w:val="00CF3CC8"/>
    <w:rsid w:val="00D046B1"/>
    <w:rsid w:val="00D0612F"/>
    <w:rsid w:val="00D102AB"/>
    <w:rsid w:val="00D20829"/>
    <w:rsid w:val="00D5605F"/>
    <w:rsid w:val="00D70BE1"/>
    <w:rsid w:val="00D737C3"/>
    <w:rsid w:val="00D7385B"/>
    <w:rsid w:val="00DA320E"/>
    <w:rsid w:val="00DA618F"/>
    <w:rsid w:val="00DB24AE"/>
    <w:rsid w:val="00DB2A7E"/>
    <w:rsid w:val="00DB31CC"/>
    <w:rsid w:val="00DB6469"/>
    <w:rsid w:val="00DB721F"/>
    <w:rsid w:val="00DC6D6A"/>
    <w:rsid w:val="00E01366"/>
    <w:rsid w:val="00E100D8"/>
    <w:rsid w:val="00E23ECE"/>
    <w:rsid w:val="00E271F2"/>
    <w:rsid w:val="00E3318F"/>
    <w:rsid w:val="00E54550"/>
    <w:rsid w:val="00E57BE0"/>
    <w:rsid w:val="00E57E39"/>
    <w:rsid w:val="00E67030"/>
    <w:rsid w:val="00E724E6"/>
    <w:rsid w:val="00E73D5F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7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476</TotalTime>
  <Pages>4</Pages>
  <Words>540</Words>
  <Characters>3084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178</cp:revision>
  <cp:lastPrinted>2021-12-27T06:08:00Z</cp:lastPrinted>
  <dcterms:created xsi:type="dcterms:W3CDTF">2021-05-31T11:19:00Z</dcterms:created>
  <dcterms:modified xsi:type="dcterms:W3CDTF">2022-05-12T11:12:00Z</dcterms:modified>
</cp:coreProperties>
</file>