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 82</w:t>
      </w: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D5FC5" w:rsidRDefault="00ED5FC5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№292</w:t>
      </w:r>
    </w:p>
    <w:p w:rsidR="00ED5FC5" w:rsidRDefault="00ED5FC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D5FC5" w:rsidRDefault="00ED5FC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D5FC5" w:rsidRPr="00D737C3" w:rsidRDefault="00ED5FC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D5FC5" w:rsidRDefault="00ED5FC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D5FC5" w:rsidRPr="0070118C" w:rsidRDefault="00ED5FC5" w:rsidP="0070118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 на 2022 год</w:t>
      </w:r>
    </w:p>
    <w:p w:rsidR="00ED5FC5" w:rsidRDefault="00ED5FC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5FC5" w:rsidRPr="00D737C3" w:rsidRDefault="00ED5FC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D5FC5" w:rsidRPr="006069E5">
        <w:tc>
          <w:tcPr>
            <w:tcW w:w="1162" w:type="dxa"/>
            <w:vMerge w:val="restart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D5FC5" w:rsidRPr="006069E5">
        <w:tc>
          <w:tcPr>
            <w:tcW w:w="1162" w:type="dxa"/>
            <w:vMerge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D5FC5" w:rsidRPr="006069E5" w:rsidRDefault="00ED5FC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D5FC5" w:rsidRPr="006069E5" w:rsidRDefault="00ED5FC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D5FC5" w:rsidRPr="006069E5" w:rsidRDefault="00ED5FC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D5FC5" w:rsidRPr="006069E5" w:rsidRDefault="00ED5FC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D5FC5" w:rsidRPr="0064236D" w:rsidRDefault="00ED5FC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D5FC5" w:rsidRPr="006069E5">
        <w:trPr>
          <w:tblHeader/>
        </w:trPr>
        <w:tc>
          <w:tcPr>
            <w:tcW w:w="1151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D5FC5" w:rsidRPr="006069E5">
        <w:tc>
          <w:tcPr>
            <w:tcW w:w="1151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D5FC5" w:rsidRDefault="00ED5FC5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 xml:space="preserve">Проведение мероприятий по организации и проведению государственных, международных и профессиональных </w:t>
            </w:r>
          </w:p>
          <w:p w:rsidR="00ED5FC5" w:rsidRPr="00AD1F69" w:rsidRDefault="00ED5FC5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>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ED5FC5" w:rsidRPr="006069E5" w:rsidRDefault="00ED5FC5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D5FC5" w:rsidRPr="006069E5" w:rsidRDefault="00ED5FC5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D5FC5" w:rsidRPr="00B975E4" w:rsidRDefault="00ED5FC5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992 0113 5510110930 244</w:t>
            </w:r>
          </w:p>
        </w:tc>
        <w:tc>
          <w:tcPr>
            <w:tcW w:w="1260" w:type="dxa"/>
          </w:tcPr>
          <w:p w:rsidR="00ED5FC5" w:rsidRPr="006069E5" w:rsidRDefault="00ED5FC5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080" w:type="dxa"/>
          </w:tcPr>
          <w:p w:rsidR="00ED5FC5" w:rsidRPr="006069E5" w:rsidRDefault="00ED5FC5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080" w:type="dxa"/>
          </w:tcPr>
          <w:p w:rsidR="00ED5FC5" w:rsidRPr="006069E5" w:rsidRDefault="00ED5FC5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D5FC5" w:rsidRPr="006069E5" w:rsidRDefault="00ED5FC5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ED5FC5" w:rsidRPr="006069E5">
        <w:tc>
          <w:tcPr>
            <w:tcW w:w="1151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D5FC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D5FC5" w:rsidRPr="007A5CB9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</w:t>
            </w:r>
            <w:r w:rsidRPr="00E57BE0">
              <w:t xml:space="preserve"> </w:t>
            </w:r>
            <w:r>
              <w:rPr>
                <w:rFonts w:ascii="Times New Roman" w:hAnsi="Times New Roman" w:cs="Times New Roman"/>
              </w:rPr>
              <w:t>праздничной</w:t>
            </w:r>
            <w:r w:rsidRPr="002246DC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ы, посвященной</w:t>
            </w:r>
            <w:r w:rsidRPr="002246DC">
              <w:rPr>
                <w:rFonts w:ascii="Times New Roman" w:hAnsi="Times New Roman" w:cs="Times New Roman"/>
              </w:rPr>
              <w:t xml:space="preserve"> празднованию «1 мая»</w:t>
            </w:r>
          </w:p>
        </w:tc>
        <w:tc>
          <w:tcPr>
            <w:tcW w:w="941" w:type="dxa"/>
            <w:vAlign w:val="center"/>
          </w:tcPr>
          <w:p w:rsidR="00ED5FC5" w:rsidRPr="006069E5" w:rsidRDefault="00ED5FC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D5FC5" w:rsidRPr="006069E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D5FC5" w:rsidRPr="0024685E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01.05.2022 г.</w:t>
            </w:r>
          </w:p>
        </w:tc>
        <w:tc>
          <w:tcPr>
            <w:tcW w:w="180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ED5FC5" w:rsidRPr="006069E5">
        <w:tc>
          <w:tcPr>
            <w:tcW w:w="1151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D5FC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D5FC5" w:rsidRPr="00580DF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проведению </w:t>
            </w:r>
          </w:p>
          <w:p w:rsidR="00ED5FC5" w:rsidRPr="00D0612F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0612F">
              <w:rPr>
                <w:rFonts w:ascii="Times New Roman" w:hAnsi="Times New Roman" w:cs="Times New Roman"/>
              </w:rPr>
              <w:t>праздничн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D0612F">
              <w:rPr>
                <w:rFonts w:ascii="Times New Roman" w:hAnsi="Times New Roman" w:cs="Times New Roman"/>
              </w:rPr>
              <w:t>,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празднованию «9 мая»</w:t>
            </w:r>
          </w:p>
        </w:tc>
        <w:tc>
          <w:tcPr>
            <w:tcW w:w="941" w:type="dxa"/>
            <w:vAlign w:val="center"/>
          </w:tcPr>
          <w:p w:rsidR="00ED5FC5" w:rsidRPr="006069E5" w:rsidRDefault="00ED5FC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D5FC5" w:rsidRPr="006069E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D5FC5" w:rsidRPr="0024685E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09.05.2022 г.</w:t>
            </w:r>
          </w:p>
        </w:tc>
        <w:tc>
          <w:tcPr>
            <w:tcW w:w="180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ED5FC5" w:rsidRPr="006069E5">
        <w:tc>
          <w:tcPr>
            <w:tcW w:w="1151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D5FC5" w:rsidRDefault="00ED5FC5" w:rsidP="000F17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праздничной</w:t>
            </w:r>
            <w:r w:rsidRPr="000F1792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ы,</w:t>
            </w:r>
            <w:r w:rsidRPr="000F1792">
              <w:rPr>
                <w:rFonts w:ascii="Times New Roman" w:hAnsi="Times New Roman" w:cs="Times New Roman"/>
              </w:rPr>
              <w:t xml:space="preserve">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0F1792">
              <w:rPr>
                <w:rFonts w:ascii="Times New Roman" w:hAnsi="Times New Roman" w:cs="Times New Roman"/>
              </w:rPr>
              <w:t xml:space="preserve"> празднованию «День Станицы»</w:t>
            </w:r>
          </w:p>
        </w:tc>
        <w:tc>
          <w:tcPr>
            <w:tcW w:w="941" w:type="dxa"/>
            <w:vAlign w:val="center"/>
          </w:tcPr>
          <w:p w:rsidR="00ED5FC5" w:rsidRPr="006069E5" w:rsidRDefault="00ED5FC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D5FC5" w:rsidRPr="006069E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D5FC5" w:rsidRPr="0024685E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10.10.2022 г.</w:t>
            </w:r>
          </w:p>
        </w:tc>
        <w:tc>
          <w:tcPr>
            <w:tcW w:w="180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ED5FC5" w:rsidRPr="006069E5">
        <w:tc>
          <w:tcPr>
            <w:tcW w:w="1151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D5FC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D5FC5" w:rsidRPr="008C3B4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праздничной программе,</w:t>
            </w:r>
            <w:r w:rsidRPr="008C3B45">
              <w:rPr>
                <w:rFonts w:ascii="Times New Roman" w:hAnsi="Times New Roman" w:cs="Times New Roman"/>
              </w:rPr>
              <w:t xml:space="preserve">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8C3B45">
              <w:rPr>
                <w:rFonts w:ascii="Times New Roman" w:hAnsi="Times New Roman" w:cs="Times New Roman"/>
              </w:rPr>
              <w:t xml:space="preserve"> Дню матери</w:t>
            </w:r>
          </w:p>
          <w:p w:rsidR="00ED5FC5" w:rsidRPr="007A5CB9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D5FC5" w:rsidRPr="006069E5" w:rsidRDefault="00ED5FC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D5FC5" w:rsidRPr="006069E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D5FC5" w:rsidRPr="0024685E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30.11.2022 г.</w:t>
            </w:r>
          </w:p>
        </w:tc>
        <w:tc>
          <w:tcPr>
            <w:tcW w:w="180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ED5FC5" w:rsidRPr="006069E5">
        <w:tc>
          <w:tcPr>
            <w:tcW w:w="1151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D5FC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D5FC5" w:rsidRPr="00635D37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5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чествования</w:t>
            </w:r>
            <w:r w:rsidRPr="00635D37">
              <w:rPr>
                <w:rFonts w:ascii="Times New Roman" w:hAnsi="Times New Roman" w:cs="Times New Roman"/>
              </w:rPr>
              <w:t xml:space="preserve"> ветеранов  ВОВ</w:t>
            </w:r>
          </w:p>
          <w:p w:rsidR="00ED5FC5" w:rsidRPr="007A5CB9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D5FC5" w:rsidRPr="006069E5" w:rsidRDefault="00ED5FC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D5FC5" w:rsidRPr="006069E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D5FC5" w:rsidRPr="0024685E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09.05.2022 г.</w:t>
            </w:r>
          </w:p>
        </w:tc>
        <w:tc>
          <w:tcPr>
            <w:tcW w:w="180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ED5FC5" w:rsidRPr="006069E5">
        <w:tc>
          <w:tcPr>
            <w:tcW w:w="1151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D5FC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D5FC5" w:rsidRPr="00580DF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6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ED5FC5" w:rsidRPr="002B263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B2635"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>ю</w:t>
            </w:r>
            <w:r w:rsidRPr="002B2635">
              <w:rPr>
                <w:rFonts w:ascii="Times New Roman" w:hAnsi="Times New Roman" w:cs="Times New Roman"/>
              </w:rPr>
              <w:t xml:space="preserve"> траурных мероприятий</w:t>
            </w:r>
          </w:p>
        </w:tc>
        <w:tc>
          <w:tcPr>
            <w:tcW w:w="941" w:type="dxa"/>
            <w:vAlign w:val="center"/>
          </w:tcPr>
          <w:p w:rsidR="00ED5FC5" w:rsidRPr="006069E5" w:rsidRDefault="00ED5FC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D5FC5" w:rsidRPr="006069E5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D5FC5" w:rsidRPr="0024685E" w:rsidRDefault="00ED5FC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D5FC5" w:rsidRPr="006069E5" w:rsidRDefault="00ED5FC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ED5FC5" w:rsidRPr="006069E5">
        <w:tc>
          <w:tcPr>
            <w:tcW w:w="1151" w:type="dxa"/>
          </w:tcPr>
          <w:p w:rsidR="00ED5FC5" w:rsidRPr="006069E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D5FC5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D5FC5" w:rsidRPr="00580DF5" w:rsidRDefault="00ED5FC5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7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ED5FC5" w:rsidRPr="00D046B1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изготовлению </w:t>
            </w:r>
            <w:r w:rsidRPr="00D046B1">
              <w:rPr>
                <w:rFonts w:ascii="Times New Roman" w:hAnsi="Times New Roman" w:cs="Times New Roman"/>
              </w:rPr>
              <w:t>поздравительных открыток</w:t>
            </w:r>
          </w:p>
        </w:tc>
        <w:tc>
          <w:tcPr>
            <w:tcW w:w="941" w:type="dxa"/>
            <w:vAlign w:val="center"/>
          </w:tcPr>
          <w:p w:rsidR="00ED5FC5" w:rsidRPr="006069E5" w:rsidRDefault="00ED5FC5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D5FC5" w:rsidRPr="006069E5" w:rsidRDefault="00ED5FC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D5FC5" w:rsidRPr="0024685E" w:rsidRDefault="00ED5FC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D5FC5" w:rsidRPr="006069E5" w:rsidRDefault="00ED5FC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D5FC5" w:rsidRDefault="00ED5FC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5FC5" w:rsidRDefault="00ED5FC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5FC5" w:rsidRDefault="00ED5FC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5FC5" w:rsidRDefault="00ED5FC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ED5FC5" w:rsidRDefault="00ED5FC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D5FC5" w:rsidRPr="0064236D" w:rsidRDefault="00ED5F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ED5FC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FC5" w:rsidRDefault="00ED5FC5" w:rsidP="007D6942">
      <w:r>
        <w:separator/>
      </w:r>
    </w:p>
  </w:endnote>
  <w:endnote w:type="continuationSeparator" w:id="0">
    <w:p w:rsidR="00ED5FC5" w:rsidRDefault="00ED5FC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FC5" w:rsidRDefault="00ED5FC5" w:rsidP="007D6942">
      <w:r>
        <w:separator/>
      </w:r>
    </w:p>
  </w:footnote>
  <w:footnote w:type="continuationSeparator" w:id="0">
    <w:p w:rsidR="00ED5FC5" w:rsidRDefault="00ED5FC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FC5" w:rsidRDefault="00ED5FC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ED5FC5" w:rsidRPr="00A80EF1" w:rsidRDefault="00ED5FC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80F7C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6D5E"/>
    <w:rsid w:val="00212251"/>
    <w:rsid w:val="002246DC"/>
    <w:rsid w:val="00240DF8"/>
    <w:rsid w:val="0024685E"/>
    <w:rsid w:val="00250BFB"/>
    <w:rsid w:val="00285170"/>
    <w:rsid w:val="00287F42"/>
    <w:rsid w:val="002913C6"/>
    <w:rsid w:val="00294148"/>
    <w:rsid w:val="0029793F"/>
    <w:rsid w:val="002A054F"/>
    <w:rsid w:val="002B2635"/>
    <w:rsid w:val="00322B49"/>
    <w:rsid w:val="0032383C"/>
    <w:rsid w:val="00336F1A"/>
    <w:rsid w:val="003432B5"/>
    <w:rsid w:val="003454FC"/>
    <w:rsid w:val="00352444"/>
    <w:rsid w:val="00364D1A"/>
    <w:rsid w:val="00373FDC"/>
    <w:rsid w:val="00385E56"/>
    <w:rsid w:val="00393B47"/>
    <w:rsid w:val="003A1A1D"/>
    <w:rsid w:val="003C7B36"/>
    <w:rsid w:val="003D747F"/>
    <w:rsid w:val="003F1BDD"/>
    <w:rsid w:val="003F2D98"/>
    <w:rsid w:val="004227BB"/>
    <w:rsid w:val="00423A3E"/>
    <w:rsid w:val="004335C1"/>
    <w:rsid w:val="00452B4E"/>
    <w:rsid w:val="00461301"/>
    <w:rsid w:val="0046223E"/>
    <w:rsid w:val="00472DFB"/>
    <w:rsid w:val="00477E9D"/>
    <w:rsid w:val="00484F90"/>
    <w:rsid w:val="0049599F"/>
    <w:rsid w:val="004C466D"/>
    <w:rsid w:val="004D08C1"/>
    <w:rsid w:val="004D5D87"/>
    <w:rsid w:val="004E0B9F"/>
    <w:rsid w:val="004E1784"/>
    <w:rsid w:val="004F53C4"/>
    <w:rsid w:val="0050608F"/>
    <w:rsid w:val="005366A2"/>
    <w:rsid w:val="0054691E"/>
    <w:rsid w:val="00546AAB"/>
    <w:rsid w:val="00555642"/>
    <w:rsid w:val="00564935"/>
    <w:rsid w:val="00575F16"/>
    <w:rsid w:val="00580DF5"/>
    <w:rsid w:val="00584CF8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F2B84"/>
    <w:rsid w:val="0070118C"/>
    <w:rsid w:val="00705B7B"/>
    <w:rsid w:val="0071727A"/>
    <w:rsid w:val="0071770D"/>
    <w:rsid w:val="00780C3B"/>
    <w:rsid w:val="00783C32"/>
    <w:rsid w:val="0079571C"/>
    <w:rsid w:val="007A5CB9"/>
    <w:rsid w:val="007B2A5A"/>
    <w:rsid w:val="007D6942"/>
    <w:rsid w:val="007F7199"/>
    <w:rsid w:val="0080164D"/>
    <w:rsid w:val="0081247D"/>
    <w:rsid w:val="00833765"/>
    <w:rsid w:val="00851081"/>
    <w:rsid w:val="00867F65"/>
    <w:rsid w:val="008955A6"/>
    <w:rsid w:val="008A6FA1"/>
    <w:rsid w:val="008C0505"/>
    <w:rsid w:val="008C1A19"/>
    <w:rsid w:val="008C28BE"/>
    <w:rsid w:val="008C3B45"/>
    <w:rsid w:val="008E6FA9"/>
    <w:rsid w:val="00905C09"/>
    <w:rsid w:val="00916317"/>
    <w:rsid w:val="00930E70"/>
    <w:rsid w:val="00954C8E"/>
    <w:rsid w:val="00954D73"/>
    <w:rsid w:val="00960535"/>
    <w:rsid w:val="0096355C"/>
    <w:rsid w:val="00963883"/>
    <w:rsid w:val="00967F4E"/>
    <w:rsid w:val="00996933"/>
    <w:rsid w:val="009C2CF1"/>
    <w:rsid w:val="009D2659"/>
    <w:rsid w:val="009D37BC"/>
    <w:rsid w:val="00A0201C"/>
    <w:rsid w:val="00A10279"/>
    <w:rsid w:val="00A24EA6"/>
    <w:rsid w:val="00A41751"/>
    <w:rsid w:val="00A417F1"/>
    <w:rsid w:val="00A63C9E"/>
    <w:rsid w:val="00A80EF1"/>
    <w:rsid w:val="00A8108E"/>
    <w:rsid w:val="00A9268B"/>
    <w:rsid w:val="00AA7AD7"/>
    <w:rsid w:val="00AC03D6"/>
    <w:rsid w:val="00AC272C"/>
    <w:rsid w:val="00AC4B7D"/>
    <w:rsid w:val="00AD1F69"/>
    <w:rsid w:val="00AD3966"/>
    <w:rsid w:val="00AE1814"/>
    <w:rsid w:val="00AF3ADF"/>
    <w:rsid w:val="00B150A3"/>
    <w:rsid w:val="00B47DD0"/>
    <w:rsid w:val="00B75B97"/>
    <w:rsid w:val="00B80DD0"/>
    <w:rsid w:val="00B80FE0"/>
    <w:rsid w:val="00B92990"/>
    <w:rsid w:val="00B94C0E"/>
    <w:rsid w:val="00B975E4"/>
    <w:rsid w:val="00BA4410"/>
    <w:rsid w:val="00BC61DC"/>
    <w:rsid w:val="00BD63BE"/>
    <w:rsid w:val="00BF28A3"/>
    <w:rsid w:val="00BF6D41"/>
    <w:rsid w:val="00C27A6B"/>
    <w:rsid w:val="00C35E09"/>
    <w:rsid w:val="00C400CB"/>
    <w:rsid w:val="00C71732"/>
    <w:rsid w:val="00C72C98"/>
    <w:rsid w:val="00C74FCF"/>
    <w:rsid w:val="00C7608E"/>
    <w:rsid w:val="00CB195E"/>
    <w:rsid w:val="00CB64CE"/>
    <w:rsid w:val="00CC0F3B"/>
    <w:rsid w:val="00CD14D4"/>
    <w:rsid w:val="00CD4670"/>
    <w:rsid w:val="00D046B1"/>
    <w:rsid w:val="00D0612F"/>
    <w:rsid w:val="00D102AB"/>
    <w:rsid w:val="00D20829"/>
    <w:rsid w:val="00D40377"/>
    <w:rsid w:val="00D5605F"/>
    <w:rsid w:val="00D70BE1"/>
    <w:rsid w:val="00D70EFE"/>
    <w:rsid w:val="00D737C3"/>
    <w:rsid w:val="00D7385B"/>
    <w:rsid w:val="00DA618F"/>
    <w:rsid w:val="00DB24AE"/>
    <w:rsid w:val="00DB2A7E"/>
    <w:rsid w:val="00DB31CC"/>
    <w:rsid w:val="00DB721F"/>
    <w:rsid w:val="00DC678A"/>
    <w:rsid w:val="00DC6D6A"/>
    <w:rsid w:val="00E01366"/>
    <w:rsid w:val="00E3284A"/>
    <w:rsid w:val="00E3318F"/>
    <w:rsid w:val="00E57BE0"/>
    <w:rsid w:val="00E57E39"/>
    <w:rsid w:val="00E67030"/>
    <w:rsid w:val="00E72D7E"/>
    <w:rsid w:val="00E73D5F"/>
    <w:rsid w:val="00E8140E"/>
    <w:rsid w:val="00ED5FC5"/>
    <w:rsid w:val="00F10576"/>
    <w:rsid w:val="00F11899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2264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69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391</TotalTime>
  <Pages>4</Pages>
  <Words>440</Words>
  <Characters>2509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126</cp:revision>
  <cp:lastPrinted>2021-07-05T12:26:00Z</cp:lastPrinted>
  <dcterms:created xsi:type="dcterms:W3CDTF">2021-05-31T11:19:00Z</dcterms:created>
  <dcterms:modified xsi:type="dcterms:W3CDTF">2022-05-12T11:14:00Z</dcterms:modified>
</cp:coreProperties>
</file>