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 </w:t>
      </w: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 81</w:t>
      </w: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07B42" w:rsidRDefault="00C07B42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№281</w:t>
      </w:r>
    </w:p>
    <w:p w:rsidR="00C07B42" w:rsidRDefault="00C07B4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07B42" w:rsidRDefault="00C07B4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07B42" w:rsidRPr="00D737C3" w:rsidRDefault="00C07B4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07B42" w:rsidRDefault="00C07B4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07B42" w:rsidRPr="00D737C3" w:rsidRDefault="00C07B4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C1A19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сельских территорий в Старотитаровском сельском поселении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C07B42" w:rsidRDefault="00C07B42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7B42" w:rsidRPr="00D737C3" w:rsidRDefault="00C07B42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07B42" w:rsidRPr="006069E5">
        <w:tc>
          <w:tcPr>
            <w:tcW w:w="1162" w:type="dxa"/>
            <w:vMerge w:val="restart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07B42" w:rsidRPr="006069E5">
        <w:tc>
          <w:tcPr>
            <w:tcW w:w="1162" w:type="dxa"/>
            <w:vMerge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07B42" w:rsidRPr="006069E5" w:rsidRDefault="00C07B4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07B42" w:rsidRPr="006069E5" w:rsidRDefault="00C07B4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07B42" w:rsidRPr="006069E5" w:rsidRDefault="00C07B4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07B42" w:rsidRPr="006069E5" w:rsidRDefault="00C07B4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07B42" w:rsidRPr="0064236D" w:rsidRDefault="00C07B4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07B42" w:rsidRPr="006069E5">
        <w:trPr>
          <w:tblHeader/>
        </w:trPr>
        <w:tc>
          <w:tcPr>
            <w:tcW w:w="1151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07B42" w:rsidRPr="006069E5">
        <w:tc>
          <w:tcPr>
            <w:tcW w:w="1151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 w:cs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941" w:type="dxa"/>
            <w:vAlign w:val="center"/>
          </w:tcPr>
          <w:p w:rsidR="00C07B42" w:rsidRPr="006069E5" w:rsidRDefault="00C07B42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992 0502 6210110230 414</w:t>
            </w:r>
          </w:p>
        </w:tc>
        <w:tc>
          <w:tcPr>
            <w:tcW w:w="126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108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242,2</w:t>
            </w:r>
          </w:p>
        </w:tc>
        <w:tc>
          <w:tcPr>
            <w:tcW w:w="1134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7B42" w:rsidRPr="006069E5">
        <w:tc>
          <w:tcPr>
            <w:tcW w:w="1151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07B42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 xml:space="preserve">.1. Осуществлены мероприятия </w:t>
            </w:r>
            <w:r w:rsidRPr="007A5CB9">
              <w:rPr>
                <w:rFonts w:ascii="Times New Roman" w:hAnsi="Times New Roman" w:cs="Times New Roman"/>
              </w:rPr>
              <w:t>неразрывно св</w:t>
            </w:r>
            <w:r>
              <w:rPr>
                <w:rFonts w:ascii="Times New Roman" w:hAnsi="Times New Roman" w:cs="Times New Roman"/>
              </w:rPr>
              <w:t>я</w:t>
            </w:r>
            <w:r w:rsidRPr="007A5CB9">
              <w:rPr>
                <w:rFonts w:ascii="Times New Roman" w:hAnsi="Times New Roman" w:cs="Times New Roman"/>
              </w:rPr>
              <w:t>зан</w:t>
            </w:r>
            <w:r>
              <w:rPr>
                <w:rFonts w:ascii="Times New Roman" w:hAnsi="Times New Roman" w:cs="Times New Roman"/>
              </w:rPr>
              <w:t>н</w:t>
            </w:r>
            <w:r w:rsidRPr="007A5CB9">
              <w:rPr>
                <w:rFonts w:ascii="Times New Roman" w:hAnsi="Times New Roman" w:cs="Times New Roman"/>
              </w:rPr>
              <w:t xml:space="preserve">ые со </w:t>
            </w:r>
          </w:p>
          <w:p w:rsidR="00C07B42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C07B42" w:rsidRPr="007A5CB9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A5CB9">
              <w:rPr>
                <w:rFonts w:ascii="Times New Roman" w:hAnsi="Times New Roman" w:cs="Times New Roman"/>
              </w:rPr>
              <w:t>строительством газопровода к пер.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5CB9">
              <w:rPr>
                <w:rFonts w:ascii="Times New Roman" w:hAnsi="Times New Roman" w:cs="Times New Roman"/>
              </w:rPr>
              <w:t>Юность.</w:t>
            </w:r>
          </w:p>
        </w:tc>
        <w:tc>
          <w:tcPr>
            <w:tcW w:w="941" w:type="dxa"/>
            <w:vAlign w:val="center"/>
          </w:tcPr>
          <w:p w:rsidR="00C07B42" w:rsidRPr="006069E5" w:rsidRDefault="00C07B42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07B42" w:rsidRPr="006069E5" w:rsidRDefault="00C07B42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07B42" w:rsidRPr="00B07AF4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7AF4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07B42" w:rsidRPr="006069E5" w:rsidRDefault="00C07B4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07B42" w:rsidRPr="006069E5">
        <w:tc>
          <w:tcPr>
            <w:tcW w:w="1151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7B42" w:rsidRPr="006069E5" w:rsidRDefault="00C07B4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07B42" w:rsidRDefault="00C07B4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7B42" w:rsidRDefault="00C07B4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7B42" w:rsidRDefault="00C07B4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7B42" w:rsidRDefault="00C07B4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7B42" w:rsidRDefault="00C07B4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07B42" w:rsidRDefault="00C07B4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07B42" w:rsidRPr="0064236D" w:rsidRDefault="00C07B4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А.Ю. Лобыцина</w:t>
      </w:r>
    </w:p>
    <w:sectPr w:rsidR="00C07B4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B42" w:rsidRDefault="00C07B42" w:rsidP="007D6942">
      <w:r>
        <w:separator/>
      </w:r>
    </w:p>
  </w:endnote>
  <w:endnote w:type="continuationSeparator" w:id="0">
    <w:p w:rsidR="00C07B42" w:rsidRDefault="00C07B42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B42" w:rsidRDefault="00C07B42" w:rsidP="007D6942">
      <w:r>
        <w:separator/>
      </w:r>
    </w:p>
  </w:footnote>
  <w:footnote w:type="continuationSeparator" w:id="0">
    <w:p w:rsidR="00C07B42" w:rsidRDefault="00C07B42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B42" w:rsidRDefault="00C07B42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C07B42" w:rsidRPr="00A80EF1" w:rsidRDefault="00C07B4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351F5"/>
    <w:rsid w:val="000471A7"/>
    <w:rsid w:val="00056815"/>
    <w:rsid w:val="000677DD"/>
    <w:rsid w:val="00092349"/>
    <w:rsid w:val="000A1CD9"/>
    <w:rsid w:val="000E5459"/>
    <w:rsid w:val="000F5077"/>
    <w:rsid w:val="001057E4"/>
    <w:rsid w:val="00120544"/>
    <w:rsid w:val="00130F43"/>
    <w:rsid w:val="0014428B"/>
    <w:rsid w:val="001471D0"/>
    <w:rsid w:val="00164E78"/>
    <w:rsid w:val="001B7323"/>
    <w:rsid w:val="001D011F"/>
    <w:rsid w:val="001E7088"/>
    <w:rsid w:val="001F2603"/>
    <w:rsid w:val="00203F45"/>
    <w:rsid w:val="00206D5E"/>
    <w:rsid w:val="00212251"/>
    <w:rsid w:val="00250BFB"/>
    <w:rsid w:val="00285170"/>
    <w:rsid w:val="00294148"/>
    <w:rsid w:val="002A054F"/>
    <w:rsid w:val="0032383C"/>
    <w:rsid w:val="003432B5"/>
    <w:rsid w:val="003454FC"/>
    <w:rsid w:val="00352444"/>
    <w:rsid w:val="00393B47"/>
    <w:rsid w:val="003A1A1D"/>
    <w:rsid w:val="003B7449"/>
    <w:rsid w:val="003C7B36"/>
    <w:rsid w:val="003E49A0"/>
    <w:rsid w:val="004227BB"/>
    <w:rsid w:val="004335C1"/>
    <w:rsid w:val="004336F7"/>
    <w:rsid w:val="00452B4E"/>
    <w:rsid w:val="0049599F"/>
    <w:rsid w:val="004C466D"/>
    <w:rsid w:val="004D5D87"/>
    <w:rsid w:val="004E0B9F"/>
    <w:rsid w:val="004F4502"/>
    <w:rsid w:val="004F53C4"/>
    <w:rsid w:val="00546AAB"/>
    <w:rsid w:val="00551570"/>
    <w:rsid w:val="00564935"/>
    <w:rsid w:val="005B0797"/>
    <w:rsid w:val="005E372B"/>
    <w:rsid w:val="006069E5"/>
    <w:rsid w:val="0063306A"/>
    <w:rsid w:val="0064236D"/>
    <w:rsid w:val="0064344A"/>
    <w:rsid w:val="0067380F"/>
    <w:rsid w:val="00675641"/>
    <w:rsid w:val="006811EE"/>
    <w:rsid w:val="00682270"/>
    <w:rsid w:val="00682450"/>
    <w:rsid w:val="006E6BE2"/>
    <w:rsid w:val="006F2B84"/>
    <w:rsid w:val="006F7FF6"/>
    <w:rsid w:val="00705B7B"/>
    <w:rsid w:val="0071727A"/>
    <w:rsid w:val="00780C3B"/>
    <w:rsid w:val="007A5CB9"/>
    <w:rsid w:val="007D6942"/>
    <w:rsid w:val="007F7199"/>
    <w:rsid w:val="0080164D"/>
    <w:rsid w:val="0081247D"/>
    <w:rsid w:val="00851081"/>
    <w:rsid w:val="00854355"/>
    <w:rsid w:val="008955A6"/>
    <w:rsid w:val="008A6FA1"/>
    <w:rsid w:val="008C1A19"/>
    <w:rsid w:val="008C28BE"/>
    <w:rsid w:val="00905C09"/>
    <w:rsid w:val="0093061C"/>
    <w:rsid w:val="00933218"/>
    <w:rsid w:val="00960535"/>
    <w:rsid w:val="0096355C"/>
    <w:rsid w:val="00963883"/>
    <w:rsid w:val="009D37BC"/>
    <w:rsid w:val="00A10279"/>
    <w:rsid w:val="00A24EA6"/>
    <w:rsid w:val="00A41751"/>
    <w:rsid w:val="00A417F1"/>
    <w:rsid w:val="00A63C9E"/>
    <w:rsid w:val="00A76F19"/>
    <w:rsid w:val="00A80EF1"/>
    <w:rsid w:val="00A9268B"/>
    <w:rsid w:val="00AA0F09"/>
    <w:rsid w:val="00AC03D6"/>
    <w:rsid w:val="00AC4B7D"/>
    <w:rsid w:val="00B07AF4"/>
    <w:rsid w:val="00B47DD0"/>
    <w:rsid w:val="00B75B97"/>
    <w:rsid w:val="00C07B42"/>
    <w:rsid w:val="00C35E09"/>
    <w:rsid w:val="00C71732"/>
    <w:rsid w:val="00C74FCF"/>
    <w:rsid w:val="00C7608E"/>
    <w:rsid w:val="00CB64CE"/>
    <w:rsid w:val="00CC0F3B"/>
    <w:rsid w:val="00CD2566"/>
    <w:rsid w:val="00D737C3"/>
    <w:rsid w:val="00D7385B"/>
    <w:rsid w:val="00DB24AE"/>
    <w:rsid w:val="00DB721F"/>
    <w:rsid w:val="00DC6D6A"/>
    <w:rsid w:val="00DD2EDB"/>
    <w:rsid w:val="00E3318F"/>
    <w:rsid w:val="00E57E39"/>
    <w:rsid w:val="00E67030"/>
    <w:rsid w:val="00E73D5F"/>
    <w:rsid w:val="00E759A7"/>
    <w:rsid w:val="00E8140E"/>
    <w:rsid w:val="00EC460A"/>
    <w:rsid w:val="00F10576"/>
    <w:rsid w:val="00F20843"/>
    <w:rsid w:val="00F233BB"/>
    <w:rsid w:val="00F40D21"/>
    <w:rsid w:val="00F4487B"/>
    <w:rsid w:val="00F8232B"/>
    <w:rsid w:val="00F8787E"/>
    <w:rsid w:val="00FB7A7F"/>
    <w:rsid w:val="00FC282F"/>
    <w:rsid w:val="00FC4C64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300</TotalTime>
  <Pages>2</Pages>
  <Words>218</Words>
  <Characters>1244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73</cp:revision>
  <cp:lastPrinted>2021-07-05T12:26:00Z</cp:lastPrinted>
  <dcterms:created xsi:type="dcterms:W3CDTF">2021-05-31T11:19:00Z</dcterms:created>
  <dcterms:modified xsi:type="dcterms:W3CDTF">2022-05-12T10:53:00Z</dcterms:modified>
</cp:coreProperties>
</file>