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80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44ED7" w:rsidRDefault="00744ED7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№293</w:t>
      </w:r>
    </w:p>
    <w:p w:rsidR="00744ED7" w:rsidRDefault="00744ED7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44ED7" w:rsidRPr="00D737C3" w:rsidRDefault="00744ED7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44ED7" w:rsidRDefault="00744ED7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744ED7" w:rsidRPr="003B0591" w:rsidRDefault="00744ED7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 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2022 год</w:t>
      </w:r>
    </w:p>
    <w:p w:rsidR="00744ED7" w:rsidRDefault="00744ED7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4ED7" w:rsidRPr="00D737C3" w:rsidRDefault="00744ED7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744ED7" w:rsidRPr="006069E5">
        <w:tc>
          <w:tcPr>
            <w:tcW w:w="1162" w:type="dxa"/>
            <w:vMerge w:val="restart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744ED7" w:rsidRPr="006069E5">
        <w:tc>
          <w:tcPr>
            <w:tcW w:w="1162" w:type="dxa"/>
            <w:vMerge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44ED7" w:rsidRPr="006069E5" w:rsidRDefault="00744E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744ED7" w:rsidRPr="0064236D" w:rsidRDefault="00744ED7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744ED7" w:rsidRPr="006069E5">
        <w:trPr>
          <w:tblHeader/>
        </w:trPr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744ED7" w:rsidRPr="006A775F" w:rsidRDefault="00744ED7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6A775F">
              <w:rPr>
                <w:rFonts w:ascii="Times New Roman" w:hAnsi="Times New Roman" w:cs="Times New Roman"/>
              </w:rPr>
              <w:t xml:space="preserve">а «Поддержка деятельности территориального общественного самоуправления  на территории Старотитаровского сельского поселения Темрюкского района» </w:t>
            </w:r>
          </w:p>
          <w:p w:rsidR="00744ED7" w:rsidRPr="00A47476" w:rsidRDefault="00744ED7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744ED7" w:rsidRPr="006069E5" w:rsidRDefault="00744ED7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4ED7" w:rsidRPr="007A5CB9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744ED7" w:rsidRPr="006069E5" w:rsidRDefault="00744ED7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44ED7" w:rsidRPr="006A775F" w:rsidRDefault="00744ED7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44ED7" w:rsidRPr="006A775F" w:rsidRDefault="00744ED7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6069E5" w:rsidRDefault="00744ED7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744ED7" w:rsidRPr="006069E5" w:rsidRDefault="00744ED7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1134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44ED7" w:rsidRDefault="00744ED7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44ED7" w:rsidRDefault="00744ED7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744ED7" w:rsidRPr="006A775F" w:rsidRDefault="00744ED7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744ED7" w:rsidRPr="007A5CB9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44ED7" w:rsidRPr="006069E5" w:rsidRDefault="00744ED7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44ED7" w:rsidRPr="006A775F" w:rsidRDefault="00744ED7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44ED7" w:rsidRPr="006069E5" w:rsidRDefault="00744ED7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24685E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44ED7" w:rsidRPr="007A5CB9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44ED7" w:rsidRPr="006069E5" w:rsidRDefault="00744ED7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44ED7" w:rsidRPr="006069E5" w:rsidRDefault="00744ED7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24685E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744ED7" w:rsidRPr="009B0983" w:rsidRDefault="00744ED7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1"/>
                <w:rFonts w:ascii="Times New Roman" w:hAnsi="Times New Roman" w:cs="Times New Roman"/>
                <w:b w:val="0"/>
                <w:color w:val="auto"/>
              </w:rPr>
              <w:t>О мероприятиях</w:t>
            </w:r>
            <w:r w:rsidRPr="009B0983">
              <w:rPr>
                <w:rStyle w:val="a1"/>
                <w:rFonts w:ascii="Times New Roman" w:hAnsi="Times New Roman" w:cs="Times New Roman"/>
                <w:bCs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744ED7" w:rsidRPr="002B73E5" w:rsidRDefault="00744ED7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744ED7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44ED7" w:rsidRPr="007A5CB9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941" w:type="dxa"/>
            <w:vAlign w:val="center"/>
          </w:tcPr>
          <w:p w:rsidR="00744ED7" w:rsidRPr="006069E5" w:rsidRDefault="00744ED7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44ED7" w:rsidRPr="006A775F" w:rsidRDefault="00744ED7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44ED7" w:rsidRPr="006069E5" w:rsidRDefault="00744ED7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6069E5" w:rsidRDefault="00744ED7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744ED7" w:rsidRPr="006069E5" w:rsidRDefault="00744ED7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80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44ED7" w:rsidRPr="006069E5" w:rsidRDefault="00744E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44ED7" w:rsidRDefault="00744ED7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44ED7" w:rsidRPr="007A5CB9" w:rsidRDefault="00744ED7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44ED7" w:rsidRPr="006069E5" w:rsidRDefault="00744ED7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44ED7" w:rsidRPr="006A775F" w:rsidRDefault="00744ED7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44ED7" w:rsidRPr="006069E5" w:rsidRDefault="00744ED7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24685E" w:rsidRDefault="00744ED7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744ED7" w:rsidRPr="00DC72AC" w:rsidRDefault="00744ED7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«Реализация муниципальной политики в сфере приватизации муниципального имущества Старотитаровского сельского поселения Темрюкского района»</w:t>
            </w:r>
          </w:p>
          <w:p w:rsidR="00744ED7" w:rsidRPr="006069E5" w:rsidRDefault="00744ED7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744ED7" w:rsidRDefault="00744ED7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44ED7" w:rsidRDefault="00744ED7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744ED7" w:rsidRPr="007A5CB9" w:rsidRDefault="00744ED7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44ED7" w:rsidRPr="006069E5" w:rsidRDefault="00744ED7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44ED7" w:rsidRPr="008A2C6D" w:rsidRDefault="00744ED7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44ED7" w:rsidRPr="006069E5" w:rsidRDefault="00744ED7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6069E5" w:rsidRDefault="00744ED7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744ED7" w:rsidRPr="006069E5" w:rsidRDefault="00744ED7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080" w:type="dxa"/>
          </w:tcPr>
          <w:p w:rsidR="00744ED7" w:rsidRPr="006069E5" w:rsidRDefault="00744ED7" w:rsidP="007E74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080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44ED7" w:rsidRPr="006069E5" w:rsidRDefault="00744ED7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109,5</w:t>
            </w:r>
          </w:p>
        </w:tc>
      </w:tr>
      <w:tr w:rsidR="00744ED7" w:rsidRPr="006069E5">
        <w:tc>
          <w:tcPr>
            <w:tcW w:w="1151" w:type="dxa"/>
          </w:tcPr>
          <w:p w:rsidR="00744ED7" w:rsidRPr="006069E5" w:rsidRDefault="00744E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44ED7" w:rsidRDefault="00744ED7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44ED7" w:rsidRPr="007A5CB9" w:rsidRDefault="00744ED7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 о</w:t>
            </w:r>
            <w:r w:rsidRPr="008A2C6D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Pr="008A2C6D">
              <w:rPr>
                <w:rFonts w:ascii="Times New Roman" w:hAnsi="Times New Roman" w:cs="Times New Roman"/>
              </w:rPr>
              <w:t>, изготовлени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744ED7" w:rsidRPr="006069E5" w:rsidRDefault="00744ED7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44ED7" w:rsidRPr="008A2C6D" w:rsidRDefault="00744ED7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44ED7" w:rsidRPr="006069E5" w:rsidRDefault="00744ED7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44ED7" w:rsidRPr="0024685E" w:rsidRDefault="00744ED7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44ED7" w:rsidRPr="006069E5" w:rsidRDefault="00744ED7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744ED7" w:rsidRDefault="00744ED7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4ED7" w:rsidRDefault="00744ED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744ED7" w:rsidRDefault="00744ED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44ED7" w:rsidRPr="0064236D" w:rsidRDefault="00744E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А.Ю. Лобыцина</w:t>
      </w:r>
    </w:p>
    <w:sectPr w:rsidR="00744ED7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ED7" w:rsidRDefault="00744ED7" w:rsidP="007D6942">
      <w:r>
        <w:separator/>
      </w:r>
    </w:p>
  </w:endnote>
  <w:endnote w:type="continuationSeparator" w:id="0">
    <w:p w:rsidR="00744ED7" w:rsidRDefault="00744ED7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ED7" w:rsidRDefault="00744ED7" w:rsidP="007D6942">
      <w:r>
        <w:separator/>
      </w:r>
    </w:p>
  </w:footnote>
  <w:footnote w:type="continuationSeparator" w:id="0">
    <w:p w:rsidR="00744ED7" w:rsidRDefault="00744ED7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ED7" w:rsidRDefault="00744ED7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744ED7" w:rsidRPr="00A80EF1" w:rsidRDefault="00744ED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709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B7323"/>
    <w:rsid w:val="001D011F"/>
    <w:rsid w:val="001D7333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66A7C"/>
    <w:rsid w:val="00285170"/>
    <w:rsid w:val="00287F42"/>
    <w:rsid w:val="00294148"/>
    <w:rsid w:val="0029793F"/>
    <w:rsid w:val="002A054F"/>
    <w:rsid w:val="002B73E5"/>
    <w:rsid w:val="002C19AC"/>
    <w:rsid w:val="00301589"/>
    <w:rsid w:val="00307885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227BB"/>
    <w:rsid w:val="004335C1"/>
    <w:rsid w:val="00452B4E"/>
    <w:rsid w:val="00460175"/>
    <w:rsid w:val="00465EA3"/>
    <w:rsid w:val="004722BE"/>
    <w:rsid w:val="00472DFB"/>
    <w:rsid w:val="00490C77"/>
    <w:rsid w:val="00494F3A"/>
    <w:rsid w:val="0049599F"/>
    <w:rsid w:val="004A498D"/>
    <w:rsid w:val="004C466D"/>
    <w:rsid w:val="004D40A9"/>
    <w:rsid w:val="004D4492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42F2E"/>
    <w:rsid w:val="00744ED7"/>
    <w:rsid w:val="007473AA"/>
    <w:rsid w:val="00780C3B"/>
    <w:rsid w:val="00790A98"/>
    <w:rsid w:val="007A5CB9"/>
    <w:rsid w:val="007C140F"/>
    <w:rsid w:val="007D6942"/>
    <w:rsid w:val="007E74A9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329F4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25355"/>
    <w:rsid w:val="00A3673A"/>
    <w:rsid w:val="00A41751"/>
    <w:rsid w:val="00A417F1"/>
    <w:rsid w:val="00A47476"/>
    <w:rsid w:val="00A63C9E"/>
    <w:rsid w:val="00A80EF1"/>
    <w:rsid w:val="00A9268B"/>
    <w:rsid w:val="00A9358D"/>
    <w:rsid w:val="00AC03D6"/>
    <w:rsid w:val="00AC272C"/>
    <w:rsid w:val="00AC4B7D"/>
    <w:rsid w:val="00AC7603"/>
    <w:rsid w:val="00AD2746"/>
    <w:rsid w:val="00AD3966"/>
    <w:rsid w:val="00AE1814"/>
    <w:rsid w:val="00AF3ADF"/>
    <w:rsid w:val="00B10C24"/>
    <w:rsid w:val="00B131E7"/>
    <w:rsid w:val="00B150A3"/>
    <w:rsid w:val="00B2023E"/>
    <w:rsid w:val="00B47DD0"/>
    <w:rsid w:val="00B75B97"/>
    <w:rsid w:val="00BB20F0"/>
    <w:rsid w:val="00BF6D41"/>
    <w:rsid w:val="00C35E09"/>
    <w:rsid w:val="00C400CB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70BE1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34450"/>
    <w:rsid w:val="00E5146A"/>
    <w:rsid w:val="00E57E39"/>
    <w:rsid w:val="00E67030"/>
    <w:rsid w:val="00E73D5F"/>
    <w:rsid w:val="00E8140E"/>
    <w:rsid w:val="00E973AE"/>
    <w:rsid w:val="00EA194C"/>
    <w:rsid w:val="00EA3FEF"/>
    <w:rsid w:val="00EB2015"/>
    <w:rsid w:val="00EC41ED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B03C4"/>
    <w:rsid w:val="00FC4C64"/>
    <w:rsid w:val="00FF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character" w:customStyle="1" w:styleId="a1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3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498</TotalTime>
  <Pages>4</Pages>
  <Words>461</Words>
  <Characters>2634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134</cp:revision>
  <cp:lastPrinted>2021-12-27T06:18:00Z</cp:lastPrinted>
  <dcterms:created xsi:type="dcterms:W3CDTF">2021-05-31T11:19:00Z</dcterms:created>
  <dcterms:modified xsi:type="dcterms:W3CDTF">2022-05-12T10:55:00Z</dcterms:modified>
</cp:coreProperties>
</file>