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79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D3E3A" w:rsidRDefault="00FD3E3A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№294</w:t>
      </w:r>
    </w:p>
    <w:p w:rsidR="00FD3E3A" w:rsidRDefault="00FD3E3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Default="00FD3E3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Pr="00D737C3" w:rsidRDefault="00FD3E3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Default="00FD3E3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FD3E3A" w:rsidRPr="00D737C3" w:rsidRDefault="00FD3E3A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FD3E3A" w:rsidRDefault="00FD3E3A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Pr="00D737C3" w:rsidRDefault="00FD3E3A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FD3E3A" w:rsidRPr="006069E5">
        <w:tc>
          <w:tcPr>
            <w:tcW w:w="1162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FD3E3A" w:rsidRPr="006069E5">
        <w:tc>
          <w:tcPr>
            <w:tcW w:w="1162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D3E3A" w:rsidRPr="006069E5" w:rsidRDefault="00FD3E3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FD3E3A" w:rsidRPr="0064236D" w:rsidRDefault="00FD3E3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FD3E3A" w:rsidRPr="006069E5">
        <w:trPr>
          <w:tblHeader/>
        </w:trPr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FD3E3A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FD3E3A" w:rsidRPr="00BB20F0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D3E3A" w:rsidRPr="006069E5" w:rsidRDefault="00FD3E3A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FD3E3A" w:rsidRPr="006069E5" w:rsidRDefault="00FD3E3A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FD3E3A" w:rsidRPr="006069E5" w:rsidRDefault="00FD3E3A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1867,8</w:t>
            </w:r>
          </w:p>
        </w:tc>
        <w:tc>
          <w:tcPr>
            <w:tcW w:w="1080" w:type="dxa"/>
          </w:tcPr>
          <w:p w:rsidR="00FD3E3A" w:rsidRPr="006069E5" w:rsidRDefault="00FD3E3A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</w:t>
            </w:r>
          </w:p>
        </w:tc>
        <w:tc>
          <w:tcPr>
            <w:tcW w:w="1080" w:type="dxa"/>
          </w:tcPr>
          <w:p w:rsidR="00FD3E3A" w:rsidRPr="006069E5" w:rsidRDefault="00FD3E3A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2067,9</w:t>
            </w:r>
          </w:p>
        </w:tc>
        <w:tc>
          <w:tcPr>
            <w:tcW w:w="1134" w:type="dxa"/>
          </w:tcPr>
          <w:p w:rsidR="00FD3E3A" w:rsidRPr="006069E5" w:rsidRDefault="00FD3E3A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3276,3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D3E3A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D3E3A" w:rsidRPr="00580DF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D3E3A" w:rsidRPr="007A5CB9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24685E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D3E3A" w:rsidRPr="007A5CB9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D3E3A" w:rsidRPr="006069E5" w:rsidRDefault="00FD3E3A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24685E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FD3E3A" w:rsidRDefault="00FD3E3A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FD3E3A" w:rsidRPr="00A47476" w:rsidRDefault="00FD3E3A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FD3E3A" w:rsidRPr="006069E5" w:rsidRDefault="00FD3E3A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D3E3A" w:rsidRPr="007A5CB9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FD3E3A" w:rsidRPr="006069E5" w:rsidRDefault="00FD3E3A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573,1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1138,6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134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D3E3A" w:rsidRDefault="00FD3E3A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D3E3A" w:rsidRPr="00580DF5" w:rsidRDefault="00FD3E3A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D3E3A" w:rsidRPr="007A5CB9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24685E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D3E3A" w:rsidRPr="007A5CB9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D3E3A" w:rsidRPr="006069E5" w:rsidRDefault="00FD3E3A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24685E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FD3E3A" w:rsidRDefault="00FD3E3A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FD3E3A" w:rsidRPr="002B73E5" w:rsidRDefault="00FD3E3A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FD3E3A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D3E3A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FD3E3A" w:rsidRPr="007A5CB9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992 0801 6640100320 611</w:t>
            </w:r>
          </w:p>
        </w:tc>
        <w:tc>
          <w:tcPr>
            <w:tcW w:w="126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105,8</w:t>
            </w:r>
          </w:p>
        </w:tc>
        <w:tc>
          <w:tcPr>
            <w:tcW w:w="1134" w:type="dxa"/>
          </w:tcPr>
          <w:p w:rsidR="00FD3E3A" w:rsidRPr="006069E5" w:rsidRDefault="00FD3E3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168,1</w:t>
            </w:r>
          </w:p>
        </w:tc>
      </w:tr>
      <w:tr w:rsidR="00FD3E3A" w:rsidRPr="006069E5">
        <w:tc>
          <w:tcPr>
            <w:tcW w:w="1151" w:type="dxa"/>
          </w:tcPr>
          <w:p w:rsidR="00FD3E3A" w:rsidRPr="006069E5" w:rsidRDefault="00FD3E3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D3E3A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D3E3A" w:rsidRPr="00580DF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D3E3A" w:rsidRPr="007A5CB9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D3E3A" w:rsidRPr="006069E5" w:rsidRDefault="00FD3E3A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D3E3A" w:rsidRPr="00BB20F0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FD3E3A" w:rsidRPr="006069E5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D3E3A" w:rsidRPr="0024685E" w:rsidRDefault="00FD3E3A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D3E3A" w:rsidRPr="006069E5" w:rsidRDefault="00FD3E3A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FD3E3A" w:rsidRDefault="00FD3E3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Default="00FD3E3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Default="00FD3E3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E3A" w:rsidRDefault="00FD3E3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D3E3A" w:rsidRDefault="00FD3E3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D3E3A" w:rsidRPr="0064236D" w:rsidRDefault="00FD3E3A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FD3E3A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3A" w:rsidRDefault="00FD3E3A" w:rsidP="007D6942">
      <w:r>
        <w:separator/>
      </w:r>
    </w:p>
  </w:endnote>
  <w:endnote w:type="continuationSeparator" w:id="0">
    <w:p w:rsidR="00FD3E3A" w:rsidRDefault="00FD3E3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3A" w:rsidRDefault="00FD3E3A" w:rsidP="007D6942">
      <w:r>
        <w:separator/>
      </w:r>
    </w:p>
  </w:footnote>
  <w:footnote w:type="continuationSeparator" w:id="0">
    <w:p w:rsidR="00FD3E3A" w:rsidRDefault="00FD3E3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3A" w:rsidRDefault="00FD3E3A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FD3E3A" w:rsidRPr="00A80EF1" w:rsidRDefault="00FD3E3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E1B"/>
    <w:rsid w:val="003C7B36"/>
    <w:rsid w:val="003D747F"/>
    <w:rsid w:val="003E6794"/>
    <w:rsid w:val="003F2D98"/>
    <w:rsid w:val="004227BB"/>
    <w:rsid w:val="004335C1"/>
    <w:rsid w:val="00452B4E"/>
    <w:rsid w:val="00465EA3"/>
    <w:rsid w:val="00472DFB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11A7C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77D9F"/>
    <w:rsid w:val="00780C3B"/>
    <w:rsid w:val="007A5CB9"/>
    <w:rsid w:val="007B7FD7"/>
    <w:rsid w:val="007C140F"/>
    <w:rsid w:val="007D6942"/>
    <w:rsid w:val="007F7199"/>
    <w:rsid w:val="0080164D"/>
    <w:rsid w:val="0081247D"/>
    <w:rsid w:val="00816CCD"/>
    <w:rsid w:val="00833765"/>
    <w:rsid w:val="0085108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67F4F"/>
    <w:rsid w:val="009D2659"/>
    <w:rsid w:val="009D2952"/>
    <w:rsid w:val="009D37BC"/>
    <w:rsid w:val="00A0201C"/>
    <w:rsid w:val="00A10279"/>
    <w:rsid w:val="00A24EA6"/>
    <w:rsid w:val="00A41751"/>
    <w:rsid w:val="00A417F1"/>
    <w:rsid w:val="00A47476"/>
    <w:rsid w:val="00A63C9E"/>
    <w:rsid w:val="00A80EF1"/>
    <w:rsid w:val="00A9268B"/>
    <w:rsid w:val="00AC03D6"/>
    <w:rsid w:val="00AC272C"/>
    <w:rsid w:val="00AC4B7D"/>
    <w:rsid w:val="00AD3966"/>
    <w:rsid w:val="00AD7EE9"/>
    <w:rsid w:val="00AE1814"/>
    <w:rsid w:val="00AF3ADF"/>
    <w:rsid w:val="00B150A3"/>
    <w:rsid w:val="00B46DC0"/>
    <w:rsid w:val="00B47DD0"/>
    <w:rsid w:val="00B60BA1"/>
    <w:rsid w:val="00B75B97"/>
    <w:rsid w:val="00BB20F0"/>
    <w:rsid w:val="00BD7666"/>
    <w:rsid w:val="00BE1046"/>
    <w:rsid w:val="00BF6D41"/>
    <w:rsid w:val="00C21AED"/>
    <w:rsid w:val="00C35E09"/>
    <w:rsid w:val="00C400CB"/>
    <w:rsid w:val="00C71732"/>
    <w:rsid w:val="00C74FCF"/>
    <w:rsid w:val="00C7581D"/>
    <w:rsid w:val="00C7608E"/>
    <w:rsid w:val="00C82799"/>
    <w:rsid w:val="00CB64CE"/>
    <w:rsid w:val="00CC0F3B"/>
    <w:rsid w:val="00CD39C5"/>
    <w:rsid w:val="00CD76E3"/>
    <w:rsid w:val="00CF7ABA"/>
    <w:rsid w:val="00D02369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E01366"/>
    <w:rsid w:val="00E3318F"/>
    <w:rsid w:val="00E57E39"/>
    <w:rsid w:val="00E67030"/>
    <w:rsid w:val="00E73D5F"/>
    <w:rsid w:val="00E8140E"/>
    <w:rsid w:val="00EA194C"/>
    <w:rsid w:val="00F10576"/>
    <w:rsid w:val="00F20843"/>
    <w:rsid w:val="00F233BB"/>
    <w:rsid w:val="00F2569A"/>
    <w:rsid w:val="00F25940"/>
    <w:rsid w:val="00F27FC1"/>
    <w:rsid w:val="00F352F4"/>
    <w:rsid w:val="00F40D21"/>
    <w:rsid w:val="00F4487B"/>
    <w:rsid w:val="00F45EA5"/>
    <w:rsid w:val="00F522C8"/>
    <w:rsid w:val="00F54678"/>
    <w:rsid w:val="00F673CC"/>
    <w:rsid w:val="00F8232B"/>
    <w:rsid w:val="00FC4C64"/>
    <w:rsid w:val="00FD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2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739</TotalTime>
  <Pages>4</Pages>
  <Words>515</Words>
  <Characters>2938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115</cp:revision>
  <cp:lastPrinted>2021-07-05T12:26:00Z</cp:lastPrinted>
  <dcterms:created xsi:type="dcterms:W3CDTF">2021-05-31T11:19:00Z</dcterms:created>
  <dcterms:modified xsi:type="dcterms:W3CDTF">2022-05-12T10:58:00Z</dcterms:modified>
</cp:coreProperties>
</file>