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 78</w:t>
      </w:r>
    </w:p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E5CC6" w:rsidRDefault="00DE5CC6" w:rsidP="00D52F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 282</w:t>
      </w:r>
    </w:p>
    <w:p w:rsidR="00DE5CC6" w:rsidRPr="00A0260D" w:rsidRDefault="00DE5CC6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5CC6" w:rsidRPr="00D737C3" w:rsidRDefault="00DE5CC6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5CC6" w:rsidRDefault="00DE5CC6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CC6" w:rsidRDefault="00DE5CC6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E5CC6" w:rsidRDefault="00DE5CC6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413CF2">
        <w:rPr>
          <w:rFonts w:ascii="Times New Roman" w:hAnsi="Times New Roman" w:cs="Times New Roman"/>
          <w:b/>
          <w:bCs/>
          <w:sz w:val="28"/>
          <w:szCs w:val="28"/>
        </w:rPr>
        <w:t>«Развитие жилищно-коммунального хозяйства в Старотитаровском сельском поселении Темрюкского района» на 2022 год</w:t>
      </w:r>
    </w:p>
    <w:p w:rsidR="00DE5CC6" w:rsidRPr="00413CF2" w:rsidRDefault="00DE5CC6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CC6" w:rsidRDefault="00DE5CC6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E5CC6" w:rsidRPr="006069E5">
        <w:tc>
          <w:tcPr>
            <w:tcW w:w="1162" w:type="dxa"/>
            <w:vMerge w:val="restart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E5CC6" w:rsidRPr="006069E5">
        <w:tc>
          <w:tcPr>
            <w:tcW w:w="1162" w:type="dxa"/>
            <w:vMerge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5CC6" w:rsidRPr="006069E5" w:rsidRDefault="00DE5CC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E5CC6" w:rsidRPr="006069E5" w:rsidRDefault="00DE5CC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E5CC6" w:rsidRPr="006069E5" w:rsidRDefault="00DE5CC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E5CC6" w:rsidRPr="006069E5" w:rsidRDefault="00DE5CC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E5CC6" w:rsidRPr="0064236D" w:rsidRDefault="00DE5CC6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DE5CC6" w:rsidRPr="006069E5">
        <w:trPr>
          <w:tblHeader/>
        </w:trPr>
        <w:tc>
          <w:tcPr>
            <w:tcW w:w="1151" w:type="dxa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E5CC6" w:rsidRPr="006069E5" w:rsidRDefault="00DE5CC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E5CC6" w:rsidRPr="006069E5">
        <w:tc>
          <w:tcPr>
            <w:tcW w:w="1151" w:type="dxa"/>
          </w:tcPr>
          <w:p w:rsidR="00DE5CC6" w:rsidRPr="006069E5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DE5CC6" w:rsidRDefault="00DE5CC6" w:rsidP="00F03B2B">
            <w:pPr>
              <w:jc w:val="center"/>
              <w:rPr>
                <w:rFonts w:ascii="Times New Roman" w:hAnsi="Times New Roman" w:cs="Times New Roman"/>
              </w:rPr>
            </w:pPr>
            <w:r w:rsidRPr="00686280">
              <w:rPr>
                <w:rFonts w:ascii="Times New Roman" w:hAnsi="Times New Roman" w:cs="Times New Roman"/>
              </w:rPr>
              <w:t>Подпрограмма «Развитие водопроводно-канализационного комплекса Старотитаровского сельского поселения Темрюкского района»</w:t>
            </w:r>
          </w:p>
          <w:p w:rsidR="00DE5CC6" w:rsidRPr="00686280" w:rsidRDefault="00DE5CC6" w:rsidP="00F03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CC6" w:rsidRPr="006069E5">
        <w:tc>
          <w:tcPr>
            <w:tcW w:w="1151" w:type="dxa"/>
          </w:tcPr>
          <w:p w:rsidR="00DE5CC6" w:rsidRPr="006069E5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DE5CC6" w:rsidRPr="006069E5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5CC6" w:rsidRPr="00117CAC" w:rsidRDefault="00DE5CC6" w:rsidP="00117CA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17CAC">
              <w:rPr>
                <w:rFonts w:ascii="Times New Roman" w:hAnsi="Times New Roman" w:cs="Times New Roman"/>
              </w:rPr>
              <w:t>текущий ремонт и обеспечение обслуживания КНС</w:t>
            </w:r>
          </w:p>
          <w:p w:rsidR="00DE5CC6" w:rsidRPr="006069E5" w:rsidRDefault="00DE5CC6" w:rsidP="00816436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E5CC6" w:rsidRPr="006069E5" w:rsidRDefault="00DE5CC6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5CC6" w:rsidRPr="00F54578" w:rsidRDefault="00DE5CC6" w:rsidP="00F5457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E5CC6" w:rsidRPr="008B5654" w:rsidRDefault="00DE5CC6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5CC6" w:rsidRPr="006069E5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DE5CC6" w:rsidRPr="006069E5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992 0502 6110110200 244</w:t>
            </w:r>
          </w:p>
        </w:tc>
        <w:tc>
          <w:tcPr>
            <w:tcW w:w="1260" w:type="dxa"/>
          </w:tcPr>
          <w:p w:rsidR="00DE5CC6" w:rsidRPr="006069E5" w:rsidRDefault="00DE5CC6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E5CC6" w:rsidRPr="006069E5" w:rsidRDefault="00DE5CC6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E5CC6" w:rsidRPr="006069E5" w:rsidRDefault="00DE5CC6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</w:tcPr>
          <w:p w:rsidR="00DE5CC6" w:rsidRPr="006069E5" w:rsidRDefault="00DE5CC6" w:rsidP="00F23A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5CC6" w:rsidRPr="006069E5">
        <w:tc>
          <w:tcPr>
            <w:tcW w:w="1151" w:type="dxa"/>
          </w:tcPr>
          <w:p w:rsidR="00DE5CC6" w:rsidRPr="006069E5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E5CC6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5CC6" w:rsidRDefault="00DE5CC6" w:rsidP="006C330B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  </w:t>
            </w:r>
          </w:p>
          <w:p w:rsidR="00DE5CC6" w:rsidRPr="007A5CB9" w:rsidRDefault="00DE5CC6" w:rsidP="00E2005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</w:t>
            </w:r>
            <w:r w:rsidRPr="006A4E2B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ю</w:t>
            </w:r>
            <w:r w:rsidRPr="006A4E2B">
              <w:rPr>
                <w:rFonts w:ascii="Times New Roman" w:hAnsi="Times New Roman" w:cs="Times New Roman"/>
              </w:rPr>
              <w:t xml:space="preserve"> населения системой канализации</w:t>
            </w:r>
          </w:p>
        </w:tc>
        <w:tc>
          <w:tcPr>
            <w:tcW w:w="900" w:type="dxa"/>
            <w:vAlign w:val="center"/>
          </w:tcPr>
          <w:p w:rsidR="00DE5CC6" w:rsidRPr="006069E5" w:rsidRDefault="00DE5CC6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5CC6" w:rsidRDefault="00DE5CC6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DE5CC6" w:rsidRDefault="00DE5CC6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E5CC6" w:rsidRDefault="00DE5CC6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E5CC6" w:rsidRPr="00F54578" w:rsidRDefault="00DE5CC6" w:rsidP="006A4E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DE5CC6" w:rsidRPr="006069E5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5CC6" w:rsidRPr="0024685E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5CC6" w:rsidRPr="006069E5">
        <w:tc>
          <w:tcPr>
            <w:tcW w:w="1151" w:type="dxa"/>
          </w:tcPr>
          <w:p w:rsidR="00DE5CC6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E5CC6" w:rsidRPr="006069E5" w:rsidRDefault="00DE5CC6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E5CC6" w:rsidRPr="006069E5" w:rsidRDefault="00DE5CC6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5CC6" w:rsidRPr="00930D5F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5CC6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5CC6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5CC6" w:rsidRPr="006069E5" w:rsidRDefault="00DE5CC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5CC6" w:rsidRPr="006069E5" w:rsidRDefault="00DE5CC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5CC6" w:rsidRPr="006069E5" w:rsidRDefault="00DE5CC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5CC6" w:rsidRPr="006069E5" w:rsidRDefault="00DE5CC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CC6" w:rsidRPr="006069E5">
        <w:tc>
          <w:tcPr>
            <w:tcW w:w="1151" w:type="dxa"/>
          </w:tcPr>
          <w:p w:rsidR="00DE5CC6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DE5CC6" w:rsidRPr="0027457E" w:rsidRDefault="00DE5CC6" w:rsidP="0027457E">
            <w:pPr>
              <w:jc w:val="center"/>
              <w:rPr>
                <w:rFonts w:ascii="Times New Roman" w:hAnsi="Times New Roman" w:cs="Times New Roman"/>
              </w:rPr>
            </w:pPr>
            <w:r w:rsidRPr="0027457E">
              <w:rPr>
                <w:rFonts w:ascii="Times New Roman" w:hAnsi="Times New Roman" w:cs="Times New Roman"/>
              </w:rPr>
              <w:t xml:space="preserve">Подпрограмма 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                   </w:t>
            </w:r>
          </w:p>
          <w:p w:rsidR="00DE5CC6" w:rsidRPr="006069E5" w:rsidRDefault="00DE5CC6" w:rsidP="00A07D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CC6" w:rsidRPr="006069E5">
        <w:tc>
          <w:tcPr>
            <w:tcW w:w="1151" w:type="dxa"/>
          </w:tcPr>
          <w:p w:rsidR="00DE5CC6" w:rsidRPr="006069E5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DE5CC6" w:rsidRDefault="00DE5CC6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5CC6" w:rsidRPr="00E11BE4" w:rsidRDefault="00DE5CC6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11BE4">
              <w:rPr>
                <w:rFonts w:ascii="Times New Roman" w:hAnsi="Times New Roman" w:cs="Times New Roman"/>
              </w:rPr>
              <w:t>количество мероприятий, необходимых для ввода в эксплуатацию объектов инженерной инфраструктуры</w:t>
            </w:r>
          </w:p>
          <w:p w:rsidR="00DE5CC6" w:rsidRPr="006069E5" w:rsidRDefault="00DE5CC6" w:rsidP="00A07DC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E5CC6" w:rsidRPr="006069E5" w:rsidRDefault="00DE5CC6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5CC6" w:rsidRPr="00F54578" w:rsidRDefault="00DE5CC6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E5CC6" w:rsidRPr="00E23ECE" w:rsidRDefault="00DE5CC6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5CC6" w:rsidRPr="006069E5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DE5CC6" w:rsidRPr="006069E5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992 0502 6120110210 414</w:t>
            </w:r>
          </w:p>
        </w:tc>
        <w:tc>
          <w:tcPr>
            <w:tcW w:w="1260" w:type="dxa"/>
          </w:tcPr>
          <w:p w:rsidR="00DE5CC6" w:rsidRPr="006069E5" w:rsidRDefault="00DE5CC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E5CC6" w:rsidRPr="006069E5" w:rsidRDefault="00DE5CC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E5CC6" w:rsidRPr="006069E5" w:rsidRDefault="00DE5CC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E5CC6" w:rsidRPr="006069E5" w:rsidRDefault="00DE5CC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168,7</w:t>
            </w:r>
          </w:p>
        </w:tc>
      </w:tr>
      <w:tr w:rsidR="00DE5CC6" w:rsidRPr="006069E5">
        <w:tc>
          <w:tcPr>
            <w:tcW w:w="1151" w:type="dxa"/>
          </w:tcPr>
          <w:p w:rsidR="00DE5CC6" w:rsidRPr="006069E5" w:rsidRDefault="00DE5CC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E5CC6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5CC6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улучшению</w:t>
            </w:r>
            <w:r w:rsidRPr="006C44B7">
              <w:rPr>
                <w:rFonts w:ascii="Times New Roman" w:hAnsi="Times New Roman" w:cs="Times New Roman"/>
              </w:rPr>
              <w:t xml:space="preserve"> условий и качества жизни населения</w:t>
            </w:r>
          </w:p>
          <w:p w:rsidR="00DE5CC6" w:rsidRPr="007A5CB9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E5CC6" w:rsidRPr="006069E5" w:rsidRDefault="00DE5CC6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5CC6" w:rsidRPr="00F54578" w:rsidRDefault="00DE5CC6" w:rsidP="006C44B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E5CC6" w:rsidRPr="006069E5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5CC6" w:rsidRPr="0024685E" w:rsidRDefault="00DE5CC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5CC6" w:rsidRPr="006069E5" w:rsidRDefault="00DE5CC6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E5CC6" w:rsidRDefault="00DE5CC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CC6" w:rsidRDefault="00DE5CC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DE5CC6" w:rsidRDefault="00DE5CC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E5CC6" w:rsidRPr="0064236D" w:rsidRDefault="00DE5CC6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А.Ю. Лобыцина</w:t>
      </w:r>
    </w:p>
    <w:sectPr w:rsidR="00DE5CC6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CC6" w:rsidRDefault="00DE5CC6" w:rsidP="007D6942">
      <w:r>
        <w:separator/>
      </w:r>
    </w:p>
  </w:endnote>
  <w:endnote w:type="continuationSeparator" w:id="0">
    <w:p w:rsidR="00DE5CC6" w:rsidRDefault="00DE5CC6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CC6" w:rsidRDefault="00DE5CC6" w:rsidP="007D6942">
      <w:r>
        <w:separator/>
      </w:r>
    </w:p>
  </w:footnote>
  <w:footnote w:type="continuationSeparator" w:id="0">
    <w:p w:rsidR="00DE5CC6" w:rsidRDefault="00DE5CC6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CC6" w:rsidRDefault="00DE5CC6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DE5CC6" w:rsidRPr="00A80EF1" w:rsidRDefault="00DE5CC6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014CC"/>
    <w:multiLevelType w:val="multilevel"/>
    <w:tmpl w:val="95F694CE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425F"/>
    <w:rsid w:val="00005E02"/>
    <w:rsid w:val="00006012"/>
    <w:rsid w:val="00012E4E"/>
    <w:rsid w:val="000174DA"/>
    <w:rsid w:val="00021570"/>
    <w:rsid w:val="00035E83"/>
    <w:rsid w:val="000471A7"/>
    <w:rsid w:val="0005160B"/>
    <w:rsid w:val="000677DD"/>
    <w:rsid w:val="00076146"/>
    <w:rsid w:val="00092349"/>
    <w:rsid w:val="00093164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B7323"/>
    <w:rsid w:val="001D011F"/>
    <w:rsid w:val="001E2BA2"/>
    <w:rsid w:val="001E7088"/>
    <w:rsid w:val="001F2603"/>
    <w:rsid w:val="00206D5E"/>
    <w:rsid w:val="00212251"/>
    <w:rsid w:val="00223BE5"/>
    <w:rsid w:val="002246DC"/>
    <w:rsid w:val="00240DF8"/>
    <w:rsid w:val="0024685E"/>
    <w:rsid w:val="00250BFB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302555"/>
    <w:rsid w:val="003100C2"/>
    <w:rsid w:val="00312ADD"/>
    <w:rsid w:val="0031694C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747F"/>
    <w:rsid w:val="003F1BDD"/>
    <w:rsid w:val="003F2D98"/>
    <w:rsid w:val="00411A30"/>
    <w:rsid w:val="00412D2C"/>
    <w:rsid w:val="00413CF2"/>
    <w:rsid w:val="004227BB"/>
    <w:rsid w:val="004335C1"/>
    <w:rsid w:val="00452B4E"/>
    <w:rsid w:val="00461630"/>
    <w:rsid w:val="0046190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4F6E6F"/>
    <w:rsid w:val="00500FE0"/>
    <w:rsid w:val="005366A2"/>
    <w:rsid w:val="0054691E"/>
    <w:rsid w:val="00546AAB"/>
    <w:rsid w:val="00555C25"/>
    <w:rsid w:val="00564935"/>
    <w:rsid w:val="00580DF5"/>
    <w:rsid w:val="00584CF8"/>
    <w:rsid w:val="005B0797"/>
    <w:rsid w:val="005C6BF4"/>
    <w:rsid w:val="005D72E3"/>
    <w:rsid w:val="005D7C52"/>
    <w:rsid w:val="005E372B"/>
    <w:rsid w:val="006069E5"/>
    <w:rsid w:val="0061250E"/>
    <w:rsid w:val="0063505A"/>
    <w:rsid w:val="00635D37"/>
    <w:rsid w:val="00641C11"/>
    <w:rsid w:val="0064236D"/>
    <w:rsid w:val="006635A4"/>
    <w:rsid w:val="00664C9A"/>
    <w:rsid w:val="0067380F"/>
    <w:rsid w:val="00674168"/>
    <w:rsid w:val="006811EE"/>
    <w:rsid w:val="00682270"/>
    <w:rsid w:val="00682450"/>
    <w:rsid w:val="0068538B"/>
    <w:rsid w:val="00686280"/>
    <w:rsid w:val="006A4E2B"/>
    <w:rsid w:val="006C284F"/>
    <w:rsid w:val="006C330B"/>
    <w:rsid w:val="006C44B7"/>
    <w:rsid w:val="006D5245"/>
    <w:rsid w:val="006F1FB0"/>
    <w:rsid w:val="006F2B84"/>
    <w:rsid w:val="006F34C7"/>
    <w:rsid w:val="006F6D54"/>
    <w:rsid w:val="0070118C"/>
    <w:rsid w:val="00705B7B"/>
    <w:rsid w:val="0071727A"/>
    <w:rsid w:val="0071770D"/>
    <w:rsid w:val="00752BE4"/>
    <w:rsid w:val="00780C3B"/>
    <w:rsid w:val="007A5CB9"/>
    <w:rsid w:val="007D6942"/>
    <w:rsid w:val="007F7199"/>
    <w:rsid w:val="0080164D"/>
    <w:rsid w:val="008032DD"/>
    <w:rsid w:val="00803FD3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4C8E"/>
    <w:rsid w:val="00960535"/>
    <w:rsid w:val="0096196B"/>
    <w:rsid w:val="0096355C"/>
    <w:rsid w:val="00963883"/>
    <w:rsid w:val="00967F4E"/>
    <w:rsid w:val="009905BD"/>
    <w:rsid w:val="009B5396"/>
    <w:rsid w:val="009C2CF1"/>
    <w:rsid w:val="009D0193"/>
    <w:rsid w:val="009D2659"/>
    <w:rsid w:val="009D37BC"/>
    <w:rsid w:val="00A0201C"/>
    <w:rsid w:val="00A0260D"/>
    <w:rsid w:val="00A07C8B"/>
    <w:rsid w:val="00A07DCD"/>
    <w:rsid w:val="00A10279"/>
    <w:rsid w:val="00A1246C"/>
    <w:rsid w:val="00A24EA6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F3ADF"/>
    <w:rsid w:val="00B04750"/>
    <w:rsid w:val="00B11360"/>
    <w:rsid w:val="00B150A3"/>
    <w:rsid w:val="00B47DD0"/>
    <w:rsid w:val="00B5479D"/>
    <w:rsid w:val="00B61CEF"/>
    <w:rsid w:val="00B75B97"/>
    <w:rsid w:val="00B80DD0"/>
    <w:rsid w:val="00B80FE0"/>
    <w:rsid w:val="00B866D3"/>
    <w:rsid w:val="00B912E0"/>
    <w:rsid w:val="00B975E4"/>
    <w:rsid w:val="00BC61DC"/>
    <w:rsid w:val="00BD6370"/>
    <w:rsid w:val="00BE752B"/>
    <w:rsid w:val="00BF489E"/>
    <w:rsid w:val="00BF6D41"/>
    <w:rsid w:val="00C15BA4"/>
    <w:rsid w:val="00C26DA5"/>
    <w:rsid w:val="00C27A6B"/>
    <w:rsid w:val="00C35E09"/>
    <w:rsid w:val="00C400CB"/>
    <w:rsid w:val="00C4036D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F3AB6"/>
    <w:rsid w:val="00D03ABD"/>
    <w:rsid w:val="00D046B1"/>
    <w:rsid w:val="00D0612F"/>
    <w:rsid w:val="00D102AB"/>
    <w:rsid w:val="00D20829"/>
    <w:rsid w:val="00D52FB4"/>
    <w:rsid w:val="00D5605F"/>
    <w:rsid w:val="00D70BE1"/>
    <w:rsid w:val="00D737C3"/>
    <w:rsid w:val="00D7385B"/>
    <w:rsid w:val="00D83205"/>
    <w:rsid w:val="00DA618F"/>
    <w:rsid w:val="00DB24AE"/>
    <w:rsid w:val="00DB2A7E"/>
    <w:rsid w:val="00DB31CC"/>
    <w:rsid w:val="00DB6469"/>
    <w:rsid w:val="00DB721F"/>
    <w:rsid w:val="00DC6D6A"/>
    <w:rsid w:val="00DE5CC6"/>
    <w:rsid w:val="00E01366"/>
    <w:rsid w:val="00E11BE4"/>
    <w:rsid w:val="00E2005B"/>
    <w:rsid w:val="00E23ECE"/>
    <w:rsid w:val="00E24D42"/>
    <w:rsid w:val="00E3318F"/>
    <w:rsid w:val="00E54550"/>
    <w:rsid w:val="00E57BE0"/>
    <w:rsid w:val="00E57E39"/>
    <w:rsid w:val="00E67030"/>
    <w:rsid w:val="00E724E6"/>
    <w:rsid w:val="00E73D5F"/>
    <w:rsid w:val="00E8140E"/>
    <w:rsid w:val="00EE5DC8"/>
    <w:rsid w:val="00EF3D19"/>
    <w:rsid w:val="00F03B2B"/>
    <w:rsid w:val="00F10576"/>
    <w:rsid w:val="00F14138"/>
    <w:rsid w:val="00F20843"/>
    <w:rsid w:val="00F233BB"/>
    <w:rsid w:val="00F23A36"/>
    <w:rsid w:val="00F2569A"/>
    <w:rsid w:val="00F27FC1"/>
    <w:rsid w:val="00F352F4"/>
    <w:rsid w:val="00F40D21"/>
    <w:rsid w:val="00F41BC1"/>
    <w:rsid w:val="00F4487B"/>
    <w:rsid w:val="00F53BA5"/>
    <w:rsid w:val="00F54578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6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463</TotalTime>
  <Pages>3</Pages>
  <Words>342</Words>
  <Characters>1954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182</cp:revision>
  <cp:lastPrinted>2021-07-05T12:26:00Z</cp:lastPrinted>
  <dcterms:created xsi:type="dcterms:W3CDTF">2021-05-31T11:19:00Z</dcterms:created>
  <dcterms:modified xsi:type="dcterms:W3CDTF">2022-05-12T10:59:00Z</dcterms:modified>
</cp:coreProperties>
</file>