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1CA" w:rsidRDefault="005C51CA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5C51CA" w:rsidRDefault="005C51CA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C51CA" w:rsidRDefault="005C51CA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5C51CA" w:rsidRDefault="005C51CA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5C51CA" w:rsidRDefault="005C51CA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11.05.2022 № 77</w:t>
      </w:r>
    </w:p>
    <w:p w:rsidR="005C51CA" w:rsidRDefault="005C51CA" w:rsidP="00C5011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C51CA" w:rsidRDefault="005C51CA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5C51CA" w:rsidRDefault="005C51CA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5C51CA" w:rsidRDefault="005C51CA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5C51CA" w:rsidRDefault="005C51CA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28.12.2021 № 280</w:t>
      </w:r>
    </w:p>
    <w:p w:rsidR="005C51CA" w:rsidRPr="00D737C3" w:rsidRDefault="005C51CA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5C51CA" w:rsidRPr="00D737C3" w:rsidRDefault="005C51CA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5C51CA" w:rsidRPr="0064236D" w:rsidRDefault="005C51CA" w:rsidP="00F233B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51CA" w:rsidRDefault="005C51CA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5C51CA" w:rsidRPr="00D737C3" w:rsidRDefault="005C51CA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D737C3">
        <w:rPr>
          <w:rFonts w:ascii="Times New Roman" w:hAnsi="Times New Roman" w:cs="Times New Roman"/>
          <w:b/>
          <w:bCs/>
          <w:sz w:val="28"/>
          <w:szCs w:val="28"/>
        </w:rPr>
        <w:t>«Комплексное и устойчивое развитие Старотитаровского  сельского поселения</w:t>
      </w:r>
    </w:p>
    <w:p w:rsidR="005C51CA" w:rsidRDefault="005C51CA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37C3">
        <w:rPr>
          <w:rFonts w:ascii="Times New Roman" w:hAnsi="Times New Roman" w:cs="Times New Roman"/>
          <w:b/>
          <w:bCs/>
          <w:sz w:val="28"/>
          <w:szCs w:val="28"/>
        </w:rPr>
        <w:t>Темрюкского района в сфере строительства, архитектуры и дорожного хозяйства»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2022 год</w:t>
      </w:r>
    </w:p>
    <w:p w:rsidR="005C51CA" w:rsidRDefault="005C51CA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51CA" w:rsidRPr="00D737C3" w:rsidRDefault="005C51CA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51CA" w:rsidRPr="00D737C3" w:rsidRDefault="005C51CA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5C51CA" w:rsidRPr="006069E5">
        <w:tc>
          <w:tcPr>
            <w:tcW w:w="1162" w:type="dxa"/>
            <w:vMerge w:val="restart"/>
          </w:tcPr>
          <w:p w:rsidR="005C51CA" w:rsidRPr="006069E5" w:rsidRDefault="005C51C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5C51CA" w:rsidRPr="006069E5" w:rsidRDefault="005C51C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5C51CA" w:rsidRPr="006069E5" w:rsidRDefault="005C51C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5C51CA" w:rsidRPr="006069E5" w:rsidRDefault="005C51C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5C51CA" w:rsidRPr="006069E5" w:rsidRDefault="005C51C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5C51CA" w:rsidRPr="006069E5" w:rsidRDefault="005C51C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5C51CA" w:rsidRPr="006069E5" w:rsidRDefault="005C51C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5C51CA" w:rsidRPr="006069E5">
        <w:tc>
          <w:tcPr>
            <w:tcW w:w="1162" w:type="dxa"/>
            <w:vMerge/>
          </w:tcPr>
          <w:p w:rsidR="005C51CA" w:rsidRPr="006069E5" w:rsidRDefault="005C51C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5C51CA" w:rsidRPr="006069E5" w:rsidRDefault="005C51C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5C51CA" w:rsidRPr="006069E5" w:rsidRDefault="005C51C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5C51CA" w:rsidRPr="006069E5" w:rsidRDefault="005C51C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5C51CA" w:rsidRPr="006069E5" w:rsidRDefault="005C51C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5C51CA" w:rsidRPr="006069E5" w:rsidRDefault="005C51C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5C51CA" w:rsidRPr="006069E5" w:rsidRDefault="005C51CA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5C51CA" w:rsidRPr="006069E5" w:rsidRDefault="005C51CA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5C51CA" w:rsidRPr="006069E5" w:rsidRDefault="005C51CA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5C51CA" w:rsidRPr="006069E5" w:rsidRDefault="005C51CA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5C51CA" w:rsidRPr="0064236D" w:rsidRDefault="005C51CA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5C51CA" w:rsidRPr="006069E5">
        <w:trPr>
          <w:tblHeader/>
        </w:trPr>
        <w:tc>
          <w:tcPr>
            <w:tcW w:w="1151" w:type="dxa"/>
          </w:tcPr>
          <w:p w:rsidR="005C51CA" w:rsidRPr="006069E5" w:rsidRDefault="005C51C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5C51CA" w:rsidRPr="006069E5" w:rsidRDefault="005C51C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5C51CA" w:rsidRPr="006069E5" w:rsidRDefault="005C51C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5C51CA" w:rsidRPr="006069E5" w:rsidRDefault="005C51C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5C51CA" w:rsidRPr="006069E5" w:rsidRDefault="005C51C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5C51CA" w:rsidRPr="006069E5" w:rsidRDefault="005C51C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5C51CA" w:rsidRPr="006069E5" w:rsidRDefault="005C51C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5C51CA" w:rsidRPr="006069E5" w:rsidRDefault="005C51C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5C51CA" w:rsidRPr="006069E5" w:rsidRDefault="005C51C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5C51CA" w:rsidRPr="006069E5" w:rsidRDefault="005C51C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5C51CA" w:rsidRPr="006069E5">
        <w:trPr>
          <w:trHeight w:val="147"/>
        </w:trPr>
        <w:tc>
          <w:tcPr>
            <w:tcW w:w="1151" w:type="dxa"/>
          </w:tcPr>
          <w:p w:rsidR="005C51CA" w:rsidRPr="006069E5" w:rsidRDefault="005C51C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11" w:type="dxa"/>
            <w:gridSpan w:val="9"/>
          </w:tcPr>
          <w:p w:rsidR="005C51CA" w:rsidRPr="006069E5" w:rsidRDefault="005C51CA" w:rsidP="00905C09">
            <w:pPr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Подпрограмм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6069E5">
              <w:rPr>
                <w:rFonts w:ascii="Times New Roman" w:hAnsi="Times New Roman" w:cs="Times New Roman"/>
              </w:rPr>
              <w:t xml:space="preserve"> «Капитальный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5C51CA" w:rsidRPr="006069E5" w:rsidRDefault="005C51C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C51CA" w:rsidRPr="006069E5">
        <w:tc>
          <w:tcPr>
            <w:tcW w:w="1151" w:type="dxa"/>
          </w:tcPr>
          <w:p w:rsidR="005C51CA" w:rsidRPr="006069E5" w:rsidRDefault="005C51C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5C51CA" w:rsidRPr="006069E5" w:rsidRDefault="005C51C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5C51CA" w:rsidRPr="006069E5" w:rsidRDefault="005C51C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Проектирование,  ремонт, капитальный ремонт автомобильных дорог общего пользования местного значения Старотитаровского сельского поселения Темрюкского района и дорожных сооружений, являющихся их технологической частью (искусственных дорожных сооружений)</w:t>
            </w:r>
          </w:p>
        </w:tc>
        <w:tc>
          <w:tcPr>
            <w:tcW w:w="941" w:type="dxa"/>
            <w:vAlign w:val="center"/>
          </w:tcPr>
          <w:p w:rsidR="005C51CA" w:rsidRPr="006069E5" w:rsidRDefault="005C51CA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5C51CA" w:rsidRPr="006069E5" w:rsidRDefault="005C51C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5C51CA" w:rsidRPr="006069E5" w:rsidRDefault="005C51C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5C51CA" w:rsidRPr="006069E5" w:rsidRDefault="005C51C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992 0409 5810112440 244</w:t>
            </w:r>
          </w:p>
        </w:tc>
        <w:tc>
          <w:tcPr>
            <w:tcW w:w="1260" w:type="dxa"/>
          </w:tcPr>
          <w:p w:rsidR="005C51CA" w:rsidRPr="006069E5" w:rsidRDefault="005C51C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5C51CA" w:rsidRPr="006069E5" w:rsidRDefault="005C51C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5C51CA" w:rsidRPr="006069E5" w:rsidRDefault="005C51C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1763,6</w:t>
            </w:r>
          </w:p>
        </w:tc>
        <w:tc>
          <w:tcPr>
            <w:tcW w:w="1134" w:type="dxa"/>
          </w:tcPr>
          <w:p w:rsidR="005C51CA" w:rsidRPr="006069E5" w:rsidRDefault="005C51C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C51CA" w:rsidRPr="006069E5">
        <w:tc>
          <w:tcPr>
            <w:tcW w:w="1151" w:type="dxa"/>
          </w:tcPr>
          <w:p w:rsidR="005C51CA" w:rsidRPr="006069E5" w:rsidRDefault="005C51C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5C51CA" w:rsidRPr="00CF021E" w:rsidRDefault="005C51CA" w:rsidP="00CF021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1.1</w:t>
            </w:r>
            <w:r>
              <w:rPr>
                <w:rFonts w:ascii="Times New Roman" w:hAnsi="Times New Roman" w:cs="Times New Roman"/>
              </w:rPr>
              <w:t>. Осуществлены мероприятия по т</w:t>
            </w:r>
            <w:r w:rsidRPr="00CF021E">
              <w:rPr>
                <w:rFonts w:ascii="Times New Roman" w:hAnsi="Times New Roman" w:cs="Times New Roman"/>
              </w:rPr>
              <w:t>екущ</w:t>
            </w:r>
            <w:r>
              <w:rPr>
                <w:rFonts w:ascii="Times New Roman" w:hAnsi="Times New Roman" w:cs="Times New Roman"/>
              </w:rPr>
              <w:t>ему</w:t>
            </w:r>
            <w:r w:rsidRPr="00CF021E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>у</w:t>
            </w:r>
            <w:r w:rsidRPr="00CF021E">
              <w:rPr>
                <w:rFonts w:ascii="Times New Roman" w:hAnsi="Times New Roman" w:cs="Times New Roman"/>
              </w:rPr>
              <w:t xml:space="preserve"> автомобильной дороги по пер. Ильича от ул. Коммунистической до ул. Ленина в ст. Старотитаровской (</w:t>
            </w:r>
            <w:smartTag w:uri="urn:schemas-microsoft-com:office:smarttags" w:element="metricconverter">
              <w:smartTagPr>
                <w:attr w:name="ProductID" w:val="0,3 км"/>
              </w:smartTagPr>
              <w:r w:rsidRPr="00CF021E">
                <w:rPr>
                  <w:rFonts w:ascii="Times New Roman" w:hAnsi="Times New Roman" w:cs="Times New Roman"/>
                </w:rPr>
                <w:t>0,3 км</w:t>
              </w:r>
            </w:smartTag>
            <w:r w:rsidRPr="00CF021E">
              <w:rPr>
                <w:rFonts w:ascii="Times New Roman" w:hAnsi="Times New Roman" w:cs="Times New Roman"/>
              </w:rPr>
              <w:t>)</w:t>
            </w:r>
          </w:p>
          <w:p w:rsidR="005C51CA" w:rsidRPr="006069E5" w:rsidRDefault="005C51C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5C51CA" w:rsidRPr="006069E5" w:rsidRDefault="005C51CA" w:rsidP="00C4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5C51CA" w:rsidRPr="006069E5" w:rsidRDefault="005C51CA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5C51CA" w:rsidRPr="006069E5" w:rsidRDefault="005C51C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5C51CA" w:rsidRPr="006069E5" w:rsidRDefault="005C51C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5C51CA" w:rsidRPr="006069E5" w:rsidRDefault="005C51C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5C51CA" w:rsidRPr="006069E5" w:rsidRDefault="005C51C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5C51CA" w:rsidRPr="006069E5" w:rsidRDefault="005C51C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5C51CA" w:rsidRPr="006069E5" w:rsidRDefault="005C51C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5C51CA" w:rsidRPr="006069E5">
        <w:tc>
          <w:tcPr>
            <w:tcW w:w="1151" w:type="dxa"/>
          </w:tcPr>
          <w:p w:rsidR="005C51CA" w:rsidRPr="006069E5" w:rsidRDefault="005C51C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5C51CA" w:rsidRPr="006069E5" w:rsidRDefault="005C51C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5C51CA" w:rsidRPr="006069E5" w:rsidRDefault="005C51C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5C51CA" w:rsidRPr="006069E5" w:rsidRDefault="005C51C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5C51CA" w:rsidRPr="006069E5" w:rsidRDefault="005C51C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5C51CA" w:rsidRPr="006069E5" w:rsidRDefault="005C51C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5C51CA" w:rsidRPr="006069E5" w:rsidRDefault="005C51C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C51CA" w:rsidRPr="006069E5" w:rsidRDefault="005C51C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C51CA" w:rsidRPr="006069E5" w:rsidRDefault="005C51C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C51CA" w:rsidRPr="006069E5" w:rsidRDefault="005C51C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C51CA" w:rsidRPr="006069E5">
        <w:tc>
          <w:tcPr>
            <w:tcW w:w="1151" w:type="dxa"/>
          </w:tcPr>
          <w:p w:rsidR="005C51CA" w:rsidRPr="006069E5" w:rsidRDefault="005C51C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411" w:type="dxa"/>
            <w:gridSpan w:val="9"/>
          </w:tcPr>
          <w:p w:rsidR="005C51CA" w:rsidRDefault="005C51CA" w:rsidP="006F2B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</w:t>
            </w:r>
            <w:r w:rsidRPr="006F2B84">
              <w:rPr>
                <w:rFonts w:ascii="Times New Roman" w:hAnsi="Times New Roman" w:cs="Times New Roman"/>
              </w:rPr>
              <w:t xml:space="preserve"> «Повышение безопасности дорожного движения на территории Старотитаровского сельского поселения Темрюкского района»</w:t>
            </w:r>
          </w:p>
          <w:p w:rsidR="005C51CA" w:rsidRPr="006F2B84" w:rsidRDefault="005C51CA" w:rsidP="006F2B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51CA" w:rsidRPr="006069E5">
        <w:tc>
          <w:tcPr>
            <w:tcW w:w="1151" w:type="dxa"/>
          </w:tcPr>
          <w:p w:rsidR="005C51CA" w:rsidRPr="006069E5" w:rsidRDefault="005C51C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516" w:type="dxa"/>
          </w:tcPr>
          <w:p w:rsidR="005C51CA" w:rsidRPr="006069E5" w:rsidRDefault="005C51CA" w:rsidP="007B04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5C51CA" w:rsidRDefault="005C51CA" w:rsidP="006F2B84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транспортно-эксплуатационного состояния сети автомобильных дорог общего пользования местного значения Старотитаровского сельского поселения Темрюкского района и объектов транспортной инфраструктуры</w:t>
            </w:r>
          </w:p>
          <w:p w:rsidR="005C51CA" w:rsidRPr="006069E5" w:rsidRDefault="005C51C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5C51CA" w:rsidRPr="006069E5" w:rsidRDefault="005C51CA" w:rsidP="000F5077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5C51CA" w:rsidRPr="006069E5" w:rsidRDefault="005C51CA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5C51CA" w:rsidRPr="006069E5" w:rsidRDefault="005C51CA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5C51CA" w:rsidRPr="006069E5" w:rsidRDefault="005C51CA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992 0409 5820110140 244</w:t>
            </w:r>
          </w:p>
        </w:tc>
        <w:tc>
          <w:tcPr>
            <w:tcW w:w="1260" w:type="dxa"/>
          </w:tcPr>
          <w:p w:rsidR="005C51CA" w:rsidRPr="006069E5" w:rsidRDefault="005C51C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1174,5</w:t>
            </w:r>
          </w:p>
        </w:tc>
        <w:tc>
          <w:tcPr>
            <w:tcW w:w="1080" w:type="dxa"/>
          </w:tcPr>
          <w:p w:rsidR="005C51CA" w:rsidRPr="006069E5" w:rsidRDefault="005C51C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2204,3</w:t>
            </w:r>
          </w:p>
        </w:tc>
        <w:tc>
          <w:tcPr>
            <w:tcW w:w="1080" w:type="dxa"/>
          </w:tcPr>
          <w:p w:rsidR="005C51CA" w:rsidRPr="006069E5" w:rsidRDefault="005C51C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1719,7</w:t>
            </w:r>
          </w:p>
        </w:tc>
        <w:tc>
          <w:tcPr>
            <w:tcW w:w="1134" w:type="dxa"/>
          </w:tcPr>
          <w:p w:rsidR="005C51CA" w:rsidRPr="006069E5" w:rsidRDefault="005C51C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2433,2</w:t>
            </w:r>
          </w:p>
        </w:tc>
      </w:tr>
      <w:tr w:rsidR="005C51CA" w:rsidRPr="006069E5">
        <w:tc>
          <w:tcPr>
            <w:tcW w:w="1151" w:type="dxa"/>
          </w:tcPr>
          <w:p w:rsidR="005C51CA" w:rsidRPr="006069E5" w:rsidRDefault="005C51C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5C51CA" w:rsidRPr="005B1A54" w:rsidRDefault="005C51C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2.1</w:t>
            </w:r>
            <w:r>
              <w:rPr>
                <w:rFonts w:ascii="Times New Roman" w:hAnsi="Times New Roman" w:cs="Times New Roman"/>
              </w:rPr>
              <w:t>.1.</w:t>
            </w:r>
            <w:r>
              <w:t xml:space="preserve"> </w:t>
            </w:r>
            <w:r w:rsidRPr="005B1A54">
              <w:rPr>
                <w:rFonts w:ascii="Times New Roman" w:hAnsi="Times New Roman" w:cs="Times New Roman"/>
              </w:rPr>
              <w:t>Осуществлены</w:t>
            </w:r>
            <w:r>
              <w:rPr>
                <w:rFonts w:ascii="Times New Roman" w:hAnsi="Times New Roman" w:cs="Times New Roman"/>
              </w:rPr>
              <w:t xml:space="preserve"> мероприятия по п</w:t>
            </w:r>
            <w:r w:rsidRPr="005B1A54">
              <w:rPr>
                <w:rFonts w:ascii="Times New Roman" w:hAnsi="Times New Roman" w:cs="Times New Roman"/>
              </w:rPr>
              <w:t>оддержани</w:t>
            </w:r>
            <w:r>
              <w:rPr>
                <w:rFonts w:ascii="Times New Roman" w:hAnsi="Times New Roman" w:cs="Times New Roman"/>
              </w:rPr>
              <w:t>ю</w:t>
            </w:r>
            <w:r w:rsidRPr="005B1A54">
              <w:rPr>
                <w:rFonts w:ascii="Times New Roman" w:hAnsi="Times New Roman" w:cs="Times New Roman"/>
              </w:rPr>
              <w:t xml:space="preserve"> надлежащего технического состояния автомобильных дорог общего пользования местного значения Старотитаровского сельского поселения Темрюкского района</w:t>
            </w:r>
          </w:p>
          <w:p w:rsidR="005C51CA" w:rsidRPr="006069E5" w:rsidRDefault="005C51C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5C51CA" w:rsidRPr="006069E5" w:rsidRDefault="005C51CA" w:rsidP="00C4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5C51CA" w:rsidRPr="006069E5" w:rsidRDefault="005C51CA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5C51CA" w:rsidRPr="006069E5" w:rsidRDefault="005C51CA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5C51CA" w:rsidRPr="006069E5" w:rsidRDefault="005C51C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5C51CA" w:rsidRPr="006069E5" w:rsidRDefault="005C51C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5C51CA" w:rsidRPr="006069E5" w:rsidRDefault="005C51C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5C51CA" w:rsidRPr="006069E5" w:rsidRDefault="005C51C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5C51CA" w:rsidRPr="006069E5" w:rsidRDefault="005C51C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5C51CA" w:rsidRPr="006069E5">
        <w:tc>
          <w:tcPr>
            <w:tcW w:w="1151" w:type="dxa"/>
          </w:tcPr>
          <w:p w:rsidR="005C51CA" w:rsidRPr="006069E5" w:rsidRDefault="005C51C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2.2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6" w:type="dxa"/>
          </w:tcPr>
          <w:p w:rsidR="005C51CA" w:rsidRPr="006069E5" w:rsidRDefault="005C51CA" w:rsidP="002F36D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5C51CA" w:rsidRPr="006069E5" w:rsidRDefault="005C51C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Коммунальное обслуживание уличного освещения</w:t>
            </w:r>
          </w:p>
        </w:tc>
        <w:tc>
          <w:tcPr>
            <w:tcW w:w="941" w:type="dxa"/>
            <w:vAlign w:val="center"/>
          </w:tcPr>
          <w:p w:rsidR="005C51CA" w:rsidRPr="006069E5" w:rsidRDefault="005C51CA" w:rsidP="000F5077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5C51CA" w:rsidRPr="006069E5" w:rsidRDefault="005C51CA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5C51CA" w:rsidRPr="006069E5" w:rsidRDefault="005C51CA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5C51CA" w:rsidRPr="006069E5" w:rsidRDefault="005C51CA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992 0409 5820110140 </w:t>
            </w:r>
          </w:p>
        </w:tc>
        <w:tc>
          <w:tcPr>
            <w:tcW w:w="1260" w:type="dxa"/>
          </w:tcPr>
          <w:p w:rsidR="005C51CA" w:rsidRPr="006069E5" w:rsidRDefault="005C51C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595,3</w:t>
            </w:r>
          </w:p>
        </w:tc>
        <w:tc>
          <w:tcPr>
            <w:tcW w:w="1080" w:type="dxa"/>
          </w:tcPr>
          <w:p w:rsidR="005C51CA" w:rsidRPr="006069E5" w:rsidRDefault="005C51C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569,5</w:t>
            </w:r>
          </w:p>
        </w:tc>
        <w:tc>
          <w:tcPr>
            <w:tcW w:w="1080" w:type="dxa"/>
          </w:tcPr>
          <w:p w:rsidR="005C51CA" w:rsidRPr="006069E5" w:rsidRDefault="005C51C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569,5</w:t>
            </w:r>
          </w:p>
        </w:tc>
        <w:tc>
          <w:tcPr>
            <w:tcW w:w="1134" w:type="dxa"/>
          </w:tcPr>
          <w:p w:rsidR="005C51CA" w:rsidRPr="006069E5" w:rsidRDefault="005C51C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353,7</w:t>
            </w:r>
          </w:p>
        </w:tc>
      </w:tr>
      <w:tr w:rsidR="005C51CA" w:rsidRPr="006069E5">
        <w:tc>
          <w:tcPr>
            <w:tcW w:w="1151" w:type="dxa"/>
          </w:tcPr>
          <w:p w:rsidR="005C51CA" w:rsidRPr="006069E5" w:rsidRDefault="005C51C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5C51CA" w:rsidRPr="006069E5" w:rsidRDefault="005C51C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2.2</w:t>
            </w:r>
            <w:r>
              <w:rPr>
                <w:rFonts w:ascii="Times New Roman" w:hAnsi="Times New Roman" w:cs="Times New Roman"/>
              </w:rPr>
              <w:t>.1. Осуществлены мероприятия по п</w:t>
            </w:r>
            <w:r w:rsidRPr="00161501">
              <w:rPr>
                <w:rFonts w:ascii="Times New Roman" w:hAnsi="Times New Roman" w:cs="Times New Roman"/>
              </w:rPr>
              <w:t>овышени</w:t>
            </w:r>
            <w:r>
              <w:rPr>
                <w:rFonts w:ascii="Times New Roman" w:hAnsi="Times New Roman" w:cs="Times New Roman"/>
              </w:rPr>
              <w:t>ю</w:t>
            </w:r>
            <w:r w:rsidRPr="00161501">
              <w:rPr>
                <w:rFonts w:ascii="Times New Roman" w:hAnsi="Times New Roman" w:cs="Times New Roman"/>
              </w:rPr>
              <w:t xml:space="preserve"> уровня безопасности дорожного движения в темное время суток</w:t>
            </w:r>
          </w:p>
        </w:tc>
        <w:tc>
          <w:tcPr>
            <w:tcW w:w="941" w:type="dxa"/>
            <w:vAlign w:val="center"/>
          </w:tcPr>
          <w:p w:rsidR="005C51CA" w:rsidRPr="006069E5" w:rsidRDefault="005C51CA" w:rsidP="00C4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5C51CA" w:rsidRPr="006069E5" w:rsidRDefault="005C51CA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5C51CA" w:rsidRPr="006069E5" w:rsidRDefault="005C51CA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5C51CA" w:rsidRPr="006069E5" w:rsidRDefault="005C51C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5C51CA" w:rsidRPr="006069E5" w:rsidRDefault="005C51C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5C51CA" w:rsidRPr="006069E5" w:rsidRDefault="005C51C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5C51CA" w:rsidRPr="006069E5" w:rsidRDefault="005C51C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5C51CA" w:rsidRPr="006069E5" w:rsidRDefault="005C51C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bookmarkStart w:id="0" w:name="_GoBack"/>
        <w:bookmarkEnd w:id="0"/>
      </w:tr>
    </w:tbl>
    <w:p w:rsidR="005C51CA" w:rsidRDefault="005C51CA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51CA" w:rsidRDefault="005C51CA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51CA" w:rsidRPr="003454FC" w:rsidRDefault="005C51CA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51CA" w:rsidRDefault="005C51CA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5C51CA" w:rsidRDefault="005C51CA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5C51CA" w:rsidRPr="0064236D" w:rsidRDefault="005C51CA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А.Ю. Лобыцина</w:t>
      </w:r>
    </w:p>
    <w:sectPr w:rsidR="005C51CA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1CA" w:rsidRDefault="005C51CA" w:rsidP="007D6942">
      <w:r>
        <w:separator/>
      </w:r>
    </w:p>
  </w:endnote>
  <w:endnote w:type="continuationSeparator" w:id="0">
    <w:p w:rsidR="005C51CA" w:rsidRDefault="005C51CA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1CA" w:rsidRDefault="005C51CA" w:rsidP="007D6942">
      <w:r>
        <w:separator/>
      </w:r>
    </w:p>
  </w:footnote>
  <w:footnote w:type="continuationSeparator" w:id="0">
    <w:p w:rsidR="005C51CA" w:rsidRDefault="005C51CA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1CA" w:rsidRDefault="005C51CA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5C51CA" w:rsidRPr="00A80EF1" w:rsidRDefault="005C51CA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4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12E4E"/>
    <w:rsid w:val="00034D85"/>
    <w:rsid w:val="000471A7"/>
    <w:rsid w:val="000677DD"/>
    <w:rsid w:val="00092349"/>
    <w:rsid w:val="000A1CD9"/>
    <w:rsid w:val="000F5077"/>
    <w:rsid w:val="001057E4"/>
    <w:rsid w:val="00130F43"/>
    <w:rsid w:val="00161501"/>
    <w:rsid w:val="0016302D"/>
    <w:rsid w:val="00164E78"/>
    <w:rsid w:val="001D011F"/>
    <w:rsid w:val="001E7088"/>
    <w:rsid w:val="001F2603"/>
    <w:rsid w:val="001F3245"/>
    <w:rsid w:val="00206D5E"/>
    <w:rsid w:val="00212251"/>
    <w:rsid w:val="00250BFB"/>
    <w:rsid w:val="00285170"/>
    <w:rsid w:val="00294148"/>
    <w:rsid w:val="002A054F"/>
    <w:rsid w:val="002F36D3"/>
    <w:rsid w:val="0032383C"/>
    <w:rsid w:val="003432B5"/>
    <w:rsid w:val="003454FC"/>
    <w:rsid w:val="00352444"/>
    <w:rsid w:val="00393B47"/>
    <w:rsid w:val="003A1A1D"/>
    <w:rsid w:val="003C7B36"/>
    <w:rsid w:val="004335C1"/>
    <w:rsid w:val="00452B4E"/>
    <w:rsid w:val="004B3288"/>
    <w:rsid w:val="004C466D"/>
    <w:rsid w:val="004D5D87"/>
    <w:rsid w:val="004F53C4"/>
    <w:rsid w:val="00564935"/>
    <w:rsid w:val="00596F35"/>
    <w:rsid w:val="005A4A6A"/>
    <w:rsid w:val="005B0797"/>
    <w:rsid w:val="005B1A54"/>
    <w:rsid w:val="005B477A"/>
    <w:rsid w:val="005C51CA"/>
    <w:rsid w:val="005E372B"/>
    <w:rsid w:val="006069E5"/>
    <w:rsid w:val="0064236D"/>
    <w:rsid w:val="0066225D"/>
    <w:rsid w:val="0067380F"/>
    <w:rsid w:val="006811EE"/>
    <w:rsid w:val="00682270"/>
    <w:rsid w:val="00682450"/>
    <w:rsid w:val="006C4A2B"/>
    <w:rsid w:val="006F2B84"/>
    <w:rsid w:val="007033B2"/>
    <w:rsid w:val="00705B7B"/>
    <w:rsid w:val="0071727A"/>
    <w:rsid w:val="00770086"/>
    <w:rsid w:val="0078143B"/>
    <w:rsid w:val="007B04AA"/>
    <w:rsid w:val="007D6942"/>
    <w:rsid w:val="007F7199"/>
    <w:rsid w:val="0080164D"/>
    <w:rsid w:val="0081247D"/>
    <w:rsid w:val="00815D35"/>
    <w:rsid w:val="00825B36"/>
    <w:rsid w:val="00851081"/>
    <w:rsid w:val="008955A6"/>
    <w:rsid w:val="008A6FA1"/>
    <w:rsid w:val="008C28BE"/>
    <w:rsid w:val="008F3293"/>
    <w:rsid w:val="00905C09"/>
    <w:rsid w:val="0096355C"/>
    <w:rsid w:val="00963883"/>
    <w:rsid w:val="00972CA6"/>
    <w:rsid w:val="009D37BC"/>
    <w:rsid w:val="009D5976"/>
    <w:rsid w:val="00A03C6B"/>
    <w:rsid w:val="00A10279"/>
    <w:rsid w:val="00A24EA6"/>
    <w:rsid w:val="00A41751"/>
    <w:rsid w:val="00A63C9E"/>
    <w:rsid w:val="00A80EF1"/>
    <w:rsid w:val="00A9268B"/>
    <w:rsid w:val="00AB371C"/>
    <w:rsid w:val="00AC03D6"/>
    <w:rsid w:val="00AC4B7D"/>
    <w:rsid w:val="00AD57AC"/>
    <w:rsid w:val="00AE5B7D"/>
    <w:rsid w:val="00B00DF8"/>
    <w:rsid w:val="00B47DD0"/>
    <w:rsid w:val="00B5133B"/>
    <w:rsid w:val="00B75B97"/>
    <w:rsid w:val="00BD745F"/>
    <w:rsid w:val="00C302EA"/>
    <w:rsid w:val="00C35E09"/>
    <w:rsid w:val="00C408F2"/>
    <w:rsid w:val="00C50116"/>
    <w:rsid w:val="00C71732"/>
    <w:rsid w:val="00C74FCF"/>
    <w:rsid w:val="00C7608E"/>
    <w:rsid w:val="00CC0F3B"/>
    <w:rsid w:val="00CF021E"/>
    <w:rsid w:val="00D51557"/>
    <w:rsid w:val="00D737C3"/>
    <w:rsid w:val="00D92C7F"/>
    <w:rsid w:val="00DA1DE2"/>
    <w:rsid w:val="00DA3FD0"/>
    <w:rsid w:val="00DB24AE"/>
    <w:rsid w:val="00DB721F"/>
    <w:rsid w:val="00DC6D6A"/>
    <w:rsid w:val="00DE4C56"/>
    <w:rsid w:val="00E3318F"/>
    <w:rsid w:val="00E57E39"/>
    <w:rsid w:val="00E65D56"/>
    <w:rsid w:val="00E73D5F"/>
    <w:rsid w:val="00E8140E"/>
    <w:rsid w:val="00F10576"/>
    <w:rsid w:val="00F20843"/>
    <w:rsid w:val="00F233BB"/>
    <w:rsid w:val="00F407C3"/>
    <w:rsid w:val="00F40D21"/>
    <w:rsid w:val="00F4487B"/>
    <w:rsid w:val="00F8232B"/>
    <w:rsid w:val="00FA1E9E"/>
    <w:rsid w:val="00FC4C64"/>
    <w:rsid w:val="00FD0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37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338</TotalTime>
  <Pages>4</Pages>
  <Words>479</Words>
  <Characters>2735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75</cp:revision>
  <cp:lastPrinted>2021-12-27T06:10:00Z</cp:lastPrinted>
  <dcterms:created xsi:type="dcterms:W3CDTF">2021-05-31T11:19:00Z</dcterms:created>
  <dcterms:modified xsi:type="dcterms:W3CDTF">2022-05-12T11:01:00Z</dcterms:modified>
</cp:coreProperties>
</file>