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EDD" w:rsidRDefault="00C70EDD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70EDD" w:rsidRDefault="00C70EDD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0EDD" w:rsidRDefault="00C70EDD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</w:t>
      </w:r>
    </w:p>
    <w:p w:rsidR="00C70EDD" w:rsidRDefault="00C70EDD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C70EDD" w:rsidRDefault="00C70EDD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11.05.2022 №75</w:t>
      </w:r>
    </w:p>
    <w:p w:rsidR="00C70EDD" w:rsidRDefault="00C70EDD" w:rsidP="00255D52">
      <w:pPr>
        <w:rPr>
          <w:rFonts w:ascii="Times New Roman" w:hAnsi="Times New Roman" w:cs="Times New Roman"/>
          <w:sz w:val="28"/>
          <w:szCs w:val="28"/>
        </w:rPr>
      </w:pPr>
    </w:p>
    <w:p w:rsidR="00C70EDD" w:rsidRDefault="00C70EDD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70EDD" w:rsidRDefault="00C70EDD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C70EDD" w:rsidRDefault="00C70EDD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C70EDD" w:rsidRDefault="00C70EDD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№279</w:t>
      </w:r>
    </w:p>
    <w:p w:rsidR="00C70EDD" w:rsidRDefault="00C70EDD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70EDD" w:rsidRDefault="00C70EDD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70EDD" w:rsidRPr="00D737C3" w:rsidRDefault="00C70EDD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70EDD" w:rsidRDefault="00C70EDD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C70EDD" w:rsidRPr="00D737C3" w:rsidRDefault="00C70EDD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0F2A1C">
        <w:rPr>
          <w:rFonts w:ascii="Times New Roman" w:hAnsi="Times New Roman" w:cs="Times New Roman"/>
          <w:b/>
          <w:bCs/>
          <w:sz w:val="28"/>
          <w:szCs w:val="28"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  <w: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2022 год</w:t>
      </w:r>
    </w:p>
    <w:p w:rsidR="00C70EDD" w:rsidRDefault="00C70EDD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0EDD" w:rsidRPr="00D737C3" w:rsidRDefault="00C70EDD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C70EDD" w:rsidRPr="006069E5">
        <w:tc>
          <w:tcPr>
            <w:tcW w:w="1162" w:type="dxa"/>
            <w:vMerge w:val="restart"/>
          </w:tcPr>
          <w:p w:rsidR="00C70EDD" w:rsidRPr="006069E5" w:rsidRDefault="00C70ED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C70EDD" w:rsidRPr="006069E5" w:rsidRDefault="00C70ED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C70EDD" w:rsidRPr="006069E5" w:rsidRDefault="00C70ED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C70EDD" w:rsidRPr="006069E5" w:rsidRDefault="00C70ED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C70EDD" w:rsidRPr="006069E5" w:rsidRDefault="00C70ED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C70EDD" w:rsidRPr="006069E5" w:rsidRDefault="00C70ED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C70EDD" w:rsidRPr="006069E5" w:rsidRDefault="00C70ED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C70EDD" w:rsidRPr="006069E5">
        <w:tc>
          <w:tcPr>
            <w:tcW w:w="1162" w:type="dxa"/>
            <w:vMerge/>
          </w:tcPr>
          <w:p w:rsidR="00C70EDD" w:rsidRPr="006069E5" w:rsidRDefault="00C70ED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C70EDD" w:rsidRPr="006069E5" w:rsidRDefault="00C70ED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C70EDD" w:rsidRPr="006069E5" w:rsidRDefault="00C70ED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C70EDD" w:rsidRPr="006069E5" w:rsidRDefault="00C70ED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C70EDD" w:rsidRPr="006069E5" w:rsidRDefault="00C70ED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C70EDD" w:rsidRPr="006069E5" w:rsidRDefault="00C70ED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C70EDD" w:rsidRPr="006069E5" w:rsidRDefault="00C70EDD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C70EDD" w:rsidRPr="006069E5" w:rsidRDefault="00C70EDD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C70EDD" w:rsidRPr="006069E5" w:rsidRDefault="00C70EDD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C70EDD" w:rsidRPr="006069E5" w:rsidRDefault="00C70EDD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C70EDD" w:rsidRPr="0064236D" w:rsidRDefault="00C70EDD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C70EDD" w:rsidRPr="006069E5">
        <w:trPr>
          <w:tblHeader/>
        </w:trPr>
        <w:tc>
          <w:tcPr>
            <w:tcW w:w="1151" w:type="dxa"/>
          </w:tcPr>
          <w:p w:rsidR="00C70EDD" w:rsidRPr="006069E5" w:rsidRDefault="00C70ED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C70EDD" w:rsidRPr="006069E5" w:rsidRDefault="00C70ED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C70EDD" w:rsidRPr="006069E5" w:rsidRDefault="00C70ED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C70EDD" w:rsidRPr="006069E5" w:rsidRDefault="00C70ED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C70EDD" w:rsidRPr="006069E5" w:rsidRDefault="00C70ED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C70EDD" w:rsidRPr="006069E5" w:rsidRDefault="00C70ED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C70EDD" w:rsidRPr="006069E5" w:rsidRDefault="00C70ED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C70EDD" w:rsidRPr="006069E5" w:rsidRDefault="00C70ED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C70EDD" w:rsidRPr="006069E5" w:rsidRDefault="00C70ED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C70EDD" w:rsidRPr="006069E5" w:rsidRDefault="00C70ED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C70EDD" w:rsidRPr="006069E5">
        <w:tc>
          <w:tcPr>
            <w:tcW w:w="1151" w:type="dxa"/>
          </w:tcPr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C70EDD" w:rsidRDefault="00C70EDD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</w:t>
            </w:r>
            <w:r w:rsidRPr="00AF3ADF">
              <w:rPr>
                <w:rFonts w:ascii="Times New Roman" w:hAnsi="Times New Roman" w:cs="Times New Roman"/>
              </w:rPr>
              <w:t>«Обеспечение деятельности муниципального бюджетного учреждения «Организация системы благоустройства»»</w:t>
            </w:r>
          </w:p>
          <w:p w:rsidR="00C70EDD" w:rsidRPr="006069E5" w:rsidRDefault="00C70EDD" w:rsidP="008669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0EDD" w:rsidRPr="006069E5">
        <w:tc>
          <w:tcPr>
            <w:tcW w:w="1151" w:type="dxa"/>
          </w:tcPr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C70EDD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C70EDD" w:rsidRDefault="00C70EDD" w:rsidP="008669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условий для обеспечения деятельности МБУ «Организация системы благоустройства»</w:t>
            </w:r>
          </w:p>
          <w:p w:rsidR="00C70EDD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C70EDD" w:rsidRPr="006069E5" w:rsidRDefault="00C70EDD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C70EDD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992 0503 6310100590 611</w:t>
            </w:r>
          </w:p>
          <w:p w:rsidR="00C70EDD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C70EDD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C70EDD" w:rsidRPr="006069E5" w:rsidRDefault="00C70EDD" w:rsidP="00533B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1116,9</w:t>
            </w:r>
          </w:p>
        </w:tc>
        <w:tc>
          <w:tcPr>
            <w:tcW w:w="1080" w:type="dxa"/>
          </w:tcPr>
          <w:p w:rsidR="00C70EDD" w:rsidRPr="006069E5" w:rsidRDefault="00C70EDD" w:rsidP="00533B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2524,2</w:t>
            </w:r>
          </w:p>
        </w:tc>
        <w:tc>
          <w:tcPr>
            <w:tcW w:w="1080" w:type="dxa"/>
          </w:tcPr>
          <w:p w:rsidR="00C70EDD" w:rsidRPr="006069E5" w:rsidRDefault="00C70EDD" w:rsidP="00533B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2524,2</w:t>
            </w:r>
          </w:p>
        </w:tc>
        <w:tc>
          <w:tcPr>
            <w:tcW w:w="1134" w:type="dxa"/>
          </w:tcPr>
          <w:p w:rsidR="00C70EDD" w:rsidRPr="006069E5" w:rsidRDefault="00C70EDD" w:rsidP="00533B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3090,2</w:t>
            </w:r>
          </w:p>
        </w:tc>
      </w:tr>
      <w:tr w:rsidR="00C70EDD" w:rsidRPr="006069E5">
        <w:tc>
          <w:tcPr>
            <w:tcW w:w="1151" w:type="dxa"/>
          </w:tcPr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70EDD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C70EDD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C70EDD" w:rsidRPr="007A5CB9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C70EDD" w:rsidRPr="006069E5" w:rsidRDefault="00C70EDD" w:rsidP="00A417F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70EDD" w:rsidRPr="006069E5" w:rsidRDefault="00C70EDD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C70EDD" w:rsidRPr="0024685E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</w:t>
            </w:r>
            <w:r w:rsidRPr="0024685E">
              <w:rPr>
                <w:rFonts w:ascii="Times New Roman" w:hAnsi="Times New Roman" w:cs="Times New Roman"/>
              </w:rPr>
              <w:t>.2022 г.</w:t>
            </w:r>
          </w:p>
        </w:tc>
        <w:tc>
          <w:tcPr>
            <w:tcW w:w="1800" w:type="dxa"/>
          </w:tcPr>
          <w:p w:rsidR="00C70EDD" w:rsidRPr="006069E5" w:rsidRDefault="00C70ED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C70EDD" w:rsidRPr="006069E5" w:rsidRDefault="00C70ED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70EDD" w:rsidRPr="006069E5" w:rsidRDefault="00C70ED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70EDD" w:rsidRPr="006069E5" w:rsidRDefault="00C70ED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C70EDD" w:rsidRPr="006069E5" w:rsidRDefault="00C70ED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C70EDD" w:rsidRPr="006069E5">
        <w:tc>
          <w:tcPr>
            <w:tcW w:w="1151" w:type="dxa"/>
          </w:tcPr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70EDD" w:rsidRPr="006069E5">
        <w:tc>
          <w:tcPr>
            <w:tcW w:w="1151" w:type="dxa"/>
          </w:tcPr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C70EDD" w:rsidRPr="00967F4E" w:rsidRDefault="00C70EDD" w:rsidP="008669E9">
            <w:pPr>
              <w:jc w:val="center"/>
              <w:rPr>
                <w:rFonts w:ascii="Times New Roman" w:hAnsi="Times New Roman" w:cs="Times New Roman"/>
              </w:rPr>
            </w:pPr>
            <w:r w:rsidRPr="00967F4E">
              <w:rPr>
                <w:rFonts w:ascii="Times New Roman" w:hAnsi="Times New Roman" w:cs="Times New Roman"/>
              </w:rPr>
              <w:t>Подпрограмма «Прочее благоустройство территорий общего пользования Старотитаровского сельского поселения Темрюкского района»</w:t>
            </w:r>
          </w:p>
          <w:p w:rsidR="00C70EDD" w:rsidRPr="00BF6D41" w:rsidRDefault="00C70EDD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0EDD" w:rsidRPr="006069E5">
        <w:tc>
          <w:tcPr>
            <w:tcW w:w="1151" w:type="dxa"/>
          </w:tcPr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C70EDD" w:rsidRDefault="00C70EDD" w:rsidP="00954C8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C70EDD" w:rsidRPr="006069E5" w:rsidRDefault="00C70EDD" w:rsidP="003429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941" w:type="dxa"/>
            <w:vAlign w:val="center"/>
          </w:tcPr>
          <w:p w:rsidR="00C70EDD" w:rsidRPr="006069E5" w:rsidRDefault="00C70EDD" w:rsidP="00A0201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70EDD" w:rsidRPr="006069E5" w:rsidRDefault="00C70EDD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C70EDD" w:rsidRPr="006069E5" w:rsidRDefault="00C70EDD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C70EDD" w:rsidRPr="006069E5" w:rsidRDefault="00C70EDD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992 0503 6320110340 244</w:t>
            </w:r>
          </w:p>
        </w:tc>
        <w:tc>
          <w:tcPr>
            <w:tcW w:w="1260" w:type="dxa"/>
          </w:tcPr>
          <w:p w:rsidR="00C70EDD" w:rsidRPr="006069E5" w:rsidRDefault="00C70EDD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080" w:type="dxa"/>
          </w:tcPr>
          <w:p w:rsidR="00C70EDD" w:rsidRPr="006069E5" w:rsidRDefault="00C70EDD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765,2</w:t>
            </w:r>
          </w:p>
        </w:tc>
        <w:tc>
          <w:tcPr>
            <w:tcW w:w="1080" w:type="dxa"/>
          </w:tcPr>
          <w:p w:rsidR="00C70EDD" w:rsidRPr="006069E5" w:rsidRDefault="00C70EDD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887,8</w:t>
            </w:r>
          </w:p>
        </w:tc>
        <w:tc>
          <w:tcPr>
            <w:tcW w:w="1134" w:type="dxa"/>
          </w:tcPr>
          <w:p w:rsidR="00C70EDD" w:rsidRPr="006069E5" w:rsidRDefault="00C70EDD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58,7</w:t>
            </w:r>
          </w:p>
        </w:tc>
      </w:tr>
      <w:tr w:rsidR="00C70EDD" w:rsidRPr="006069E5">
        <w:tc>
          <w:tcPr>
            <w:tcW w:w="1151" w:type="dxa"/>
          </w:tcPr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70EDD" w:rsidRDefault="00C70EDD" w:rsidP="00336F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2.1.1. Осуществлены  мероприятия по у</w:t>
            </w:r>
            <w:r w:rsidRPr="00867F65">
              <w:rPr>
                <w:rFonts w:ascii="Times New Roman" w:hAnsi="Times New Roman" w:cs="Times New Roman"/>
              </w:rPr>
              <w:t>лучшени</w:t>
            </w:r>
            <w:r>
              <w:rPr>
                <w:rFonts w:ascii="Times New Roman" w:hAnsi="Times New Roman" w:cs="Times New Roman"/>
              </w:rPr>
              <w:t>ю</w:t>
            </w:r>
            <w:r w:rsidRPr="00867F65">
              <w:rPr>
                <w:rFonts w:ascii="Times New Roman" w:hAnsi="Times New Roman" w:cs="Times New Roman"/>
              </w:rPr>
              <w:t xml:space="preserve">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C70EDD" w:rsidRPr="006069E5" w:rsidRDefault="00C70EDD" w:rsidP="00A0201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70EDD" w:rsidRPr="006069E5" w:rsidRDefault="00C70EDD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C70EDD" w:rsidRPr="0049599F" w:rsidRDefault="00C70EDD" w:rsidP="00A0201C">
            <w:pPr>
              <w:ind w:firstLine="0"/>
              <w:jc w:val="left"/>
              <w:rPr>
                <w:rFonts w:ascii="Times New Roman" w:hAnsi="Times New Roman" w:cs="Times New Roman"/>
                <w:color w:val="FF0000"/>
              </w:rPr>
            </w:pPr>
            <w:r w:rsidRPr="0024685E"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C70EDD" w:rsidRPr="006069E5" w:rsidRDefault="00C70EDD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C70EDD" w:rsidRPr="006069E5" w:rsidRDefault="00C70EDD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70EDD" w:rsidRPr="006069E5" w:rsidRDefault="00C70EDD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70EDD" w:rsidRPr="006069E5" w:rsidRDefault="00C70EDD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C70EDD" w:rsidRPr="006069E5" w:rsidRDefault="00C70EDD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C70EDD" w:rsidRPr="006069E5">
        <w:tc>
          <w:tcPr>
            <w:tcW w:w="1151" w:type="dxa"/>
          </w:tcPr>
          <w:p w:rsidR="00C70EDD" w:rsidRPr="006069E5" w:rsidRDefault="00C70EDD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516" w:type="dxa"/>
          </w:tcPr>
          <w:p w:rsidR="00C70EDD" w:rsidRDefault="00C70EDD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C70EDD" w:rsidRPr="006069E5" w:rsidRDefault="00C70EDD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  <w:p w:rsidR="00C70EDD" w:rsidRPr="006069E5" w:rsidRDefault="00C70EDD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C70EDD" w:rsidRPr="006069E5" w:rsidRDefault="00C70EDD" w:rsidP="005F732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70EDD" w:rsidRPr="006069E5" w:rsidRDefault="00C70EDD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C70EDD" w:rsidRPr="006069E5" w:rsidRDefault="00C70EDD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C70EDD" w:rsidRPr="006069E5" w:rsidRDefault="00C70EDD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992 0503 6320110340 244</w:t>
            </w:r>
          </w:p>
        </w:tc>
        <w:tc>
          <w:tcPr>
            <w:tcW w:w="1260" w:type="dxa"/>
          </w:tcPr>
          <w:p w:rsidR="00C70EDD" w:rsidRPr="006069E5" w:rsidRDefault="00C70EDD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080" w:type="dxa"/>
          </w:tcPr>
          <w:p w:rsidR="00C70EDD" w:rsidRPr="006069E5" w:rsidRDefault="00C70EDD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080" w:type="dxa"/>
          </w:tcPr>
          <w:p w:rsidR="00C70EDD" w:rsidRPr="006069E5" w:rsidRDefault="00C70EDD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134" w:type="dxa"/>
          </w:tcPr>
          <w:p w:rsidR="00C70EDD" w:rsidRPr="006069E5" w:rsidRDefault="00C70EDD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36,6</w:t>
            </w:r>
          </w:p>
        </w:tc>
      </w:tr>
      <w:tr w:rsidR="00C70EDD" w:rsidRPr="006069E5">
        <w:tc>
          <w:tcPr>
            <w:tcW w:w="1151" w:type="dxa"/>
          </w:tcPr>
          <w:p w:rsidR="00C70EDD" w:rsidRPr="006069E5" w:rsidRDefault="00C70EDD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70EDD" w:rsidRDefault="00C70EDD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C70EDD" w:rsidRPr="006069E5" w:rsidRDefault="00C70EDD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2.2.1. Осуществлены  мероприятия по обеспечению бесперебойного функционирования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</w:tc>
        <w:tc>
          <w:tcPr>
            <w:tcW w:w="941" w:type="dxa"/>
            <w:vAlign w:val="center"/>
          </w:tcPr>
          <w:p w:rsidR="00C70EDD" w:rsidRPr="006069E5" w:rsidRDefault="00C70EDD" w:rsidP="005F732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70EDD" w:rsidRPr="006069E5" w:rsidRDefault="00C70EDD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C70EDD" w:rsidRPr="0049599F" w:rsidRDefault="00C70EDD" w:rsidP="005F732A">
            <w:pPr>
              <w:ind w:firstLine="0"/>
              <w:jc w:val="left"/>
              <w:rPr>
                <w:rFonts w:ascii="Times New Roman" w:hAnsi="Times New Roman" w:cs="Times New Roman"/>
                <w:color w:val="FF0000"/>
              </w:rPr>
            </w:pPr>
            <w:r w:rsidRPr="0024685E"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C70EDD" w:rsidRPr="006069E5" w:rsidRDefault="00C70EDD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C70EDD" w:rsidRPr="006069E5" w:rsidRDefault="00C70EDD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70EDD" w:rsidRPr="006069E5" w:rsidRDefault="00C70EDD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70EDD" w:rsidRPr="006069E5" w:rsidRDefault="00C70EDD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C70EDD" w:rsidRPr="006069E5" w:rsidRDefault="00C70EDD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C70EDD" w:rsidRPr="006069E5">
        <w:tc>
          <w:tcPr>
            <w:tcW w:w="1151" w:type="dxa"/>
          </w:tcPr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70EDD" w:rsidRPr="006069E5">
        <w:tc>
          <w:tcPr>
            <w:tcW w:w="1151" w:type="dxa"/>
          </w:tcPr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C70EDD" w:rsidRDefault="00C70EDD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F6D41">
              <w:rPr>
                <w:rFonts w:ascii="Times New Roman" w:hAnsi="Times New Roman" w:cs="Times New Roman"/>
              </w:rPr>
              <w:t>одпрограмм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а</w:t>
            </w:r>
            <w:r w:rsidRPr="00BF6D41">
              <w:rPr>
                <w:rFonts w:ascii="Times New Roman" w:hAnsi="Times New Roman" w:cs="Times New Roman"/>
              </w:rPr>
              <w:t xml:space="preserve"> «Организация уличного освещения Старотитаровского сельского поселения Темрюкского района»</w:t>
            </w:r>
          </w:p>
          <w:p w:rsidR="00C70EDD" w:rsidRPr="00AF3ADF" w:rsidRDefault="00C70EDD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0EDD" w:rsidRPr="006069E5">
        <w:tc>
          <w:tcPr>
            <w:tcW w:w="1151" w:type="dxa"/>
          </w:tcPr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C70EDD" w:rsidRDefault="00C70EDD" w:rsidP="00AF3AD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C70EDD" w:rsidRDefault="00C70EDD" w:rsidP="003429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содержание и обслуживание светильников и ламп уличного освещения, систем аппаратуры автоматики</w:t>
            </w:r>
          </w:p>
          <w:p w:rsidR="00C70EDD" w:rsidRPr="006069E5" w:rsidRDefault="00C70EDD" w:rsidP="008669E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C70EDD" w:rsidRPr="006069E5" w:rsidRDefault="00C70EDD" w:rsidP="00A0201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70EDD" w:rsidRPr="006069E5" w:rsidRDefault="00C70EDD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C70EDD" w:rsidRPr="006069E5" w:rsidRDefault="00C70EDD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C70EDD" w:rsidRPr="006069E5" w:rsidRDefault="00C70EDD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992 0503 6330110350 244</w:t>
            </w:r>
          </w:p>
        </w:tc>
        <w:tc>
          <w:tcPr>
            <w:tcW w:w="1260" w:type="dxa"/>
          </w:tcPr>
          <w:p w:rsidR="00C70EDD" w:rsidRPr="006069E5" w:rsidRDefault="00C70EDD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398,9</w:t>
            </w:r>
          </w:p>
        </w:tc>
        <w:tc>
          <w:tcPr>
            <w:tcW w:w="1080" w:type="dxa"/>
          </w:tcPr>
          <w:p w:rsidR="00C70EDD" w:rsidRPr="006069E5" w:rsidRDefault="00C70EDD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1080" w:type="dxa"/>
          </w:tcPr>
          <w:p w:rsidR="00C70EDD" w:rsidRPr="006069E5" w:rsidRDefault="00C70EDD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70EDD" w:rsidRPr="006069E5" w:rsidRDefault="00C70EDD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11,1</w:t>
            </w:r>
          </w:p>
        </w:tc>
      </w:tr>
      <w:tr w:rsidR="00C70EDD" w:rsidRPr="006069E5">
        <w:tc>
          <w:tcPr>
            <w:tcW w:w="1151" w:type="dxa"/>
          </w:tcPr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70EDD" w:rsidRDefault="00C70EDD" w:rsidP="000B56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C70EDD" w:rsidRPr="006069E5" w:rsidRDefault="00C70ED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3.1.1. Осуществлены  мероприятия по п</w:t>
            </w:r>
            <w:r w:rsidRPr="00336F1A">
              <w:rPr>
                <w:rFonts w:ascii="Times New Roman" w:hAnsi="Times New Roman" w:cs="Times New Roman"/>
              </w:rPr>
              <w:t>оддержк</w:t>
            </w:r>
            <w:r>
              <w:rPr>
                <w:rFonts w:ascii="Times New Roman" w:hAnsi="Times New Roman" w:cs="Times New Roman"/>
              </w:rPr>
              <w:t>е</w:t>
            </w:r>
            <w:r w:rsidRPr="00336F1A">
              <w:rPr>
                <w:rFonts w:ascii="Times New Roman" w:hAnsi="Times New Roman" w:cs="Times New Roman"/>
              </w:rPr>
              <w:t xml:space="preserve"> технической исправности уличного освещения</w:t>
            </w:r>
          </w:p>
        </w:tc>
        <w:tc>
          <w:tcPr>
            <w:tcW w:w="941" w:type="dxa"/>
            <w:vAlign w:val="center"/>
          </w:tcPr>
          <w:p w:rsidR="00C70EDD" w:rsidRPr="006069E5" w:rsidRDefault="00C70EDD" w:rsidP="00A0201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70EDD" w:rsidRPr="006069E5" w:rsidRDefault="00C70EDD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C70EDD" w:rsidRPr="00AE1814" w:rsidRDefault="00C70EDD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E1814"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C70EDD" w:rsidRPr="006069E5" w:rsidRDefault="00C70EDD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C70EDD" w:rsidRPr="006069E5" w:rsidRDefault="00C70EDD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70EDD" w:rsidRPr="006069E5" w:rsidRDefault="00C70EDD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70EDD" w:rsidRPr="006069E5" w:rsidRDefault="00C70EDD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C70EDD" w:rsidRPr="006069E5" w:rsidRDefault="00C70EDD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C70EDD" w:rsidRDefault="00C70EDD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0EDD" w:rsidRDefault="00C70EDD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0EDD" w:rsidRDefault="00C70EDD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0EDD" w:rsidRDefault="00C70EDD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0EDD" w:rsidRDefault="00C70EDD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C70EDD" w:rsidRDefault="00C70EDD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C70EDD" w:rsidRPr="0064236D" w:rsidRDefault="00C70ED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А.Ю. Лобыцина</w:t>
      </w:r>
    </w:p>
    <w:sectPr w:rsidR="00C70EDD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EDD" w:rsidRDefault="00C70EDD" w:rsidP="007D6942">
      <w:r>
        <w:separator/>
      </w:r>
    </w:p>
  </w:endnote>
  <w:endnote w:type="continuationSeparator" w:id="0">
    <w:p w:rsidR="00C70EDD" w:rsidRDefault="00C70EDD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EDD" w:rsidRDefault="00C70EDD" w:rsidP="007D6942">
      <w:r>
        <w:separator/>
      </w:r>
    </w:p>
  </w:footnote>
  <w:footnote w:type="continuationSeparator" w:id="0">
    <w:p w:rsidR="00C70EDD" w:rsidRDefault="00C70EDD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EDD" w:rsidRDefault="00C70EDD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C70EDD" w:rsidRPr="00A80EF1" w:rsidRDefault="00C70EDD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26119"/>
    <w:rsid w:val="00044258"/>
    <w:rsid w:val="000471A7"/>
    <w:rsid w:val="000677DD"/>
    <w:rsid w:val="000777E4"/>
    <w:rsid w:val="00092349"/>
    <w:rsid w:val="000A1AAE"/>
    <w:rsid w:val="000A1CD9"/>
    <w:rsid w:val="000A2560"/>
    <w:rsid w:val="000B49E9"/>
    <w:rsid w:val="000B56F5"/>
    <w:rsid w:val="000F2A1C"/>
    <w:rsid w:val="000F5077"/>
    <w:rsid w:val="000F75A3"/>
    <w:rsid w:val="001057E4"/>
    <w:rsid w:val="0011488C"/>
    <w:rsid w:val="00120544"/>
    <w:rsid w:val="00125796"/>
    <w:rsid w:val="00130F43"/>
    <w:rsid w:val="001471D0"/>
    <w:rsid w:val="001608A0"/>
    <w:rsid w:val="00164E78"/>
    <w:rsid w:val="00172D66"/>
    <w:rsid w:val="0017487E"/>
    <w:rsid w:val="00185F36"/>
    <w:rsid w:val="0018768F"/>
    <w:rsid w:val="001B7323"/>
    <w:rsid w:val="001D011F"/>
    <w:rsid w:val="001E7088"/>
    <w:rsid w:val="001F2603"/>
    <w:rsid w:val="001F3221"/>
    <w:rsid w:val="00206D5E"/>
    <w:rsid w:val="00212251"/>
    <w:rsid w:val="00240DF8"/>
    <w:rsid w:val="0024685E"/>
    <w:rsid w:val="00250BFB"/>
    <w:rsid w:val="00251F5A"/>
    <w:rsid w:val="00255D52"/>
    <w:rsid w:val="00285170"/>
    <w:rsid w:val="00287F42"/>
    <w:rsid w:val="00294148"/>
    <w:rsid w:val="0029793F"/>
    <w:rsid w:val="002A054F"/>
    <w:rsid w:val="002F49BE"/>
    <w:rsid w:val="002F6A31"/>
    <w:rsid w:val="00320321"/>
    <w:rsid w:val="0032383C"/>
    <w:rsid w:val="00336F1A"/>
    <w:rsid w:val="003429F7"/>
    <w:rsid w:val="003432B5"/>
    <w:rsid w:val="003454FC"/>
    <w:rsid w:val="00352444"/>
    <w:rsid w:val="00385E56"/>
    <w:rsid w:val="00393B47"/>
    <w:rsid w:val="003A1A1D"/>
    <w:rsid w:val="003C38F1"/>
    <w:rsid w:val="003C7B36"/>
    <w:rsid w:val="003D747F"/>
    <w:rsid w:val="003D7694"/>
    <w:rsid w:val="003F2D98"/>
    <w:rsid w:val="004227BB"/>
    <w:rsid w:val="004335C1"/>
    <w:rsid w:val="00452B4E"/>
    <w:rsid w:val="00472DFB"/>
    <w:rsid w:val="0049599F"/>
    <w:rsid w:val="004A2F1E"/>
    <w:rsid w:val="004C466D"/>
    <w:rsid w:val="004D5D87"/>
    <w:rsid w:val="004E0B9F"/>
    <w:rsid w:val="004E1784"/>
    <w:rsid w:val="004F53C4"/>
    <w:rsid w:val="00533B1F"/>
    <w:rsid w:val="005366A2"/>
    <w:rsid w:val="005448A7"/>
    <w:rsid w:val="0054691E"/>
    <w:rsid w:val="00546AAB"/>
    <w:rsid w:val="00557D08"/>
    <w:rsid w:val="00564935"/>
    <w:rsid w:val="00584CF8"/>
    <w:rsid w:val="00590EC5"/>
    <w:rsid w:val="005A5E3F"/>
    <w:rsid w:val="005B0797"/>
    <w:rsid w:val="005B2C24"/>
    <w:rsid w:val="005E372B"/>
    <w:rsid w:val="005F732A"/>
    <w:rsid w:val="006069E5"/>
    <w:rsid w:val="0064236D"/>
    <w:rsid w:val="0067380F"/>
    <w:rsid w:val="006811EE"/>
    <w:rsid w:val="00682270"/>
    <w:rsid w:val="00682450"/>
    <w:rsid w:val="006F0FE3"/>
    <w:rsid w:val="006F2B84"/>
    <w:rsid w:val="00702C6D"/>
    <w:rsid w:val="00705B7B"/>
    <w:rsid w:val="0071727A"/>
    <w:rsid w:val="00780C3B"/>
    <w:rsid w:val="007A5CB9"/>
    <w:rsid w:val="007D6942"/>
    <w:rsid w:val="007F7199"/>
    <w:rsid w:val="0080164D"/>
    <w:rsid w:val="0081247D"/>
    <w:rsid w:val="00814570"/>
    <w:rsid w:val="00851081"/>
    <w:rsid w:val="008669E9"/>
    <w:rsid w:val="00867F65"/>
    <w:rsid w:val="008955A6"/>
    <w:rsid w:val="008A6FA1"/>
    <w:rsid w:val="008B5C63"/>
    <w:rsid w:val="008C1A19"/>
    <w:rsid w:val="008C28BE"/>
    <w:rsid w:val="008E6FA9"/>
    <w:rsid w:val="008E7AD0"/>
    <w:rsid w:val="009013D4"/>
    <w:rsid w:val="00905C09"/>
    <w:rsid w:val="00916317"/>
    <w:rsid w:val="00954C8E"/>
    <w:rsid w:val="00960535"/>
    <w:rsid w:val="0096355C"/>
    <w:rsid w:val="00963883"/>
    <w:rsid w:val="00967F4E"/>
    <w:rsid w:val="00974F1D"/>
    <w:rsid w:val="009D2659"/>
    <w:rsid w:val="009D37BC"/>
    <w:rsid w:val="00A0201C"/>
    <w:rsid w:val="00A10279"/>
    <w:rsid w:val="00A24EA6"/>
    <w:rsid w:val="00A41751"/>
    <w:rsid w:val="00A417F1"/>
    <w:rsid w:val="00A63C9E"/>
    <w:rsid w:val="00A80EF1"/>
    <w:rsid w:val="00A9268B"/>
    <w:rsid w:val="00AC03D6"/>
    <w:rsid w:val="00AC272C"/>
    <w:rsid w:val="00AC4B7D"/>
    <w:rsid w:val="00AD3966"/>
    <w:rsid w:val="00AE1814"/>
    <w:rsid w:val="00AE5EA4"/>
    <w:rsid w:val="00AF3ADF"/>
    <w:rsid w:val="00B150A3"/>
    <w:rsid w:val="00B216B7"/>
    <w:rsid w:val="00B47DD0"/>
    <w:rsid w:val="00B50FF0"/>
    <w:rsid w:val="00B75B97"/>
    <w:rsid w:val="00BC79FE"/>
    <w:rsid w:val="00BF6D41"/>
    <w:rsid w:val="00C35E09"/>
    <w:rsid w:val="00C70EDD"/>
    <w:rsid w:val="00C71732"/>
    <w:rsid w:val="00C74FCF"/>
    <w:rsid w:val="00C7608E"/>
    <w:rsid w:val="00C84C61"/>
    <w:rsid w:val="00CB64CE"/>
    <w:rsid w:val="00CC0F3B"/>
    <w:rsid w:val="00CE050C"/>
    <w:rsid w:val="00D20829"/>
    <w:rsid w:val="00D231A7"/>
    <w:rsid w:val="00D25B9A"/>
    <w:rsid w:val="00D737C3"/>
    <w:rsid w:val="00D7385B"/>
    <w:rsid w:val="00DB24AE"/>
    <w:rsid w:val="00DB2A7E"/>
    <w:rsid w:val="00DB31CC"/>
    <w:rsid w:val="00DB721F"/>
    <w:rsid w:val="00DC5C09"/>
    <w:rsid w:val="00DC6D6A"/>
    <w:rsid w:val="00E01366"/>
    <w:rsid w:val="00E0735E"/>
    <w:rsid w:val="00E3318F"/>
    <w:rsid w:val="00E57E39"/>
    <w:rsid w:val="00E67030"/>
    <w:rsid w:val="00E73D5F"/>
    <w:rsid w:val="00E8140E"/>
    <w:rsid w:val="00EB3269"/>
    <w:rsid w:val="00EC1852"/>
    <w:rsid w:val="00EC419A"/>
    <w:rsid w:val="00EC6447"/>
    <w:rsid w:val="00F10576"/>
    <w:rsid w:val="00F20843"/>
    <w:rsid w:val="00F226EF"/>
    <w:rsid w:val="00F233BB"/>
    <w:rsid w:val="00F255AF"/>
    <w:rsid w:val="00F2569A"/>
    <w:rsid w:val="00F352F4"/>
    <w:rsid w:val="00F40D21"/>
    <w:rsid w:val="00F4487B"/>
    <w:rsid w:val="00F8232B"/>
    <w:rsid w:val="00FC4C64"/>
    <w:rsid w:val="00FC7234"/>
    <w:rsid w:val="00FE5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87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413</TotalTime>
  <Pages>4</Pages>
  <Words>526</Words>
  <Characters>3001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119</cp:revision>
  <cp:lastPrinted>2021-07-05T12:26:00Z</cp:lastPrinted>
  <dcterms:created xsi:type="dcterms:W3CDTF">2021-05-31T11:19:00Z</dcterms:created>
  <dcterms:modified xsi:type="dcterms:W3CDTF">2022-05-12T10:43:00Z</dcterms:modified>
</cp:coreProperties>
</file>