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FD" w:rsidRDefault="003F34FD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</w:p>
    <w:p w:rsidR="003F34FD" w:rsidRDefault="003F34FD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3F34FD" w:rsidRDefault="003F34FD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251658240">
            <v:imagedata r:id="rId6" o:title="" croptop="22001f" cropleft="3241f" cropright="8577f"/>
          </v:shape>
        </w:pict>
      </w:r>
    </w:p>
    <w:p w:rsidR="003F34FD" w:rsidRDefault="003F34FD" w:rsidP="001C365A">
      <w:pPr>
        <w:jc w:val="center"/>
        <w:rPr>
          <w:b/>
          <w:sz w:val="28"/>
          <w:szCs w:val="28"/>
        </w:rPr>
      </w:pPr>
    </w:p>
    <w:p w:rsidR="003F34FD" w:rsidRPr="001C365A" w:rsidRDefault="003F34FD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3F34FD" w:rsidRPr="001C365A" w:rsidRDefault="003F34FD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3F34FD" w:rsidRPr="001C365A" w:rsidRDefault="003F34FD" w:rsidP="001C36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</w:t>
      </w:r>
    </w:p>
    <w:p w:rsidR="003F34FD" w:rsidRPr="001C365A" w:rsidRDefault="003F34FD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3F34FD" w:rsidRDefault="003F34FD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«23» октября 2014 </w:t>
      </w:r>
      <w:r w:rsidRPr="001C365A">
        <w:rPr>
          <w:rFonts w:ascii="Times New Roman" w:hAnsi="Times New Roman"/>
          <w:sz w:val="28"/>
          <w:szCs w:val="28"/>
        </w:rPr>
        <w:t>года                                                    ст. Старотитаровская</w:t>
      </w:r>
    </w:p>
    <w:p w:rsidR="003F34FD" w:rsidRDefault="003F34FD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F34FD" w:rsidRPr="00AE0D03" w:rsidRDefault="003F34FD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LXXII</w:t>
      </w:r>
      <w:r w:rsidRPr="006802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сессии Совета Старотитаровского сельского поселения Темрюкского района                       от 27 декабря 2013 года  № 344 «</w:t>
      </w:r>
      <w:r w:rsidRPr="00AE0D0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0D03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>е</w:t>
      </w:r>
      <w:r w:rsidRPr="00AE0D03">
        <w:rPr>
          <w:rFonts w:ascii="Times New Roman" w:hAnsi="Times New Roman"/>
          <w:b/>
          <w:sz w:val="28"/>
          <w:szCs w:val="28"/>
        </w:rPr>
        <w:t xml:space="preserve"> Старотитаровского сельского поселения Темрюкского района на 2014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3F34FD" w:rsidRPr="00D20277" w:rsidRDefault="003F34FD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3F34FD" w:rsidRPr="00A12DC4" w:rsidRDefault="003F34FD" w:rsidP="009F576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с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 № 131- ФЗ «Об общих принципах организации местного самоуправления в Российской Федерации», Законом 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4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годов</w:t>
      </w:r>
      <w:r w:rsidRPr="000D18D1">
        <w:rPr>
          <w:rFonts w:ascii="Times New Roman" w:hAnsi="Times New Roman"/>
          <w:sz w:val="28"/>
          <w:szCs w:val="28"/>
        </w:rPr>
        <w:t>»,</w:t>
      </w:r>
      <w:r w:rsidRPr="000D18D1">
        <w:rPr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 xml:space="preserve"> Уставом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18D1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Положением о бюджетном процессе в Старотитаровском сельском поселении Темрюкского</w:t>
      </w:r>
      <w:r w:rsidRPr="00A12DC4">
        <w:rPr>
          <w:rFonts w:ascii="Times New Roman" w:hAnsi="Times New Roman"/>
          <w:sz w:val="28"/>
          <w:szCs w:val="28"/>
        </w:rPr>
        <w:t xml:space="preserve"> района,</w:t>
      </w:r>
      <w:r w:rsidRPr="00F66E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в связи с уменьшением налоговых доходов в сумме 238,3 тыс.руб. и увеличением неналоговых доходов в сумме 10,4 тыс.руб., </w:t>
      </w:r>
      <w:r w:rsidRPr="00A12DC4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F34FD" w:rsidRPr="004525A0" w:rsidRDefault="003F34FD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2DC4">
        <w:rPr>
          <w:rFonts w:ascii="Times New Roman" w:hAnsi="Times New Roman"/>
          <w:sz w:val="28"/>
          <w:szCs w:val="28"/>
        </w:rPr>
        <w:t xml:space="preserve">1. Внести в решение </w:t>
      </w:r>
      <w:r w:rsidRPr="008D1582">
        <w:rPr>
          <w:rFonts w:ascii="Times New Roman" w:hAnsi="Times New Roman"/>
          <w:sz w:val="28"/>
          <w:szCs w:val="28"/>
          <w:lang w:val="en-US"/>
        </w:rPr>
        <w:t>LX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8D1582">
        <w:rPr>
          <w:rFonts w:ascii="Times New Roman" w:hAnsi="Times New Roman"/>
          <w:sz w:val="28"/>
          <w:szCs w:val="28"/>
          <w:lang w:val="en-US"/>
        </w:rPr>
        <w:t>II</w:t>
      </w:r>
      <w:r w:rsidRPr="00A12DC4">
        <w:rPr>
          <w:rFonts w:ascii="Times New Roman" w:hAnsi="Times New Roman"/>
          <w:sz w:val="28"/>
          <w:szCs w:val="28"/>
        </w:rPr>
        <w:t xml:space="preserve"> сессии </w:t>
      </w:r>
      <w:r>
        <w:rPr>
          <w:rFonts w:ascii="Times New Roman" w:hAnsi="Times New Roman"/>
          <w:sz w:val="28"/>
          <w:szCs w:val="28"/>
        </w:rPr>
        <w:t xml:space="preserve"> Совета </w:t>
      </w:r>
      <w:r w:rsidRPr="00A12DC4">
        <w:rPr>
          <w:rFonts w:ascii="Times New Roman" w:hAnsi="Times New Roman"/>
          <w:sz w:val="28"/>
          <w:szCs w:val="28"/>
        </w:rPr>
        <w:t>Старотитаровского сельского поселения</w:t>
      </w:r>
      <w:r w:rsidRPr="004525A0">
        <w:rPr>
          <w:rFonts w:ascii="Times New Roman" w:hAnsi="Times New Roman"/>
          <w:sz w:val="28"/>
          <w:szCs w:val="28"/>
        </w:rPr>
        <w:t xml:space="preserve"> Темрюкского района от 27 декабря 2013 года № 344  «О бюджете Старотитаровского сельского поселения Темрюкского района на 2014 год» следующие изменения:   </w:t>
      </w:r>
    </w:p>
    <w:p w:rsidR="003F34FD" w:rsidRPr="004525A0" w:rsidRDefault="003F34FD" w:rsidP="004525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>1.1.</w:t>
      </w:r>
      <w:r w:rsidRPr="004525A0">
        <w:rPr>
          <w:rFonts w:ascii="Times New Roman" w:hAnsi="Times New Roman"/>
          <w:sz w:val="28"/>
          <w:szCs w:val="28"/>
        </w:rPr>
        <w:tab/>
        <w:t>Изменить основные характеристики бюджета Старотитаровского сельского поселения Темрюкского района на 2014 год:</w:t>
      </w:r>
    </w:p>
    <w:p w:rsidR="003F34FD" w:rsidRPr="004525A0" w:rsidRDefault="003F34FD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4525A0">
        <w:rPr>
          <w:rFonts w:ascii="Times New Roman" w:hAnsi="Times New Roman"/>
          <w:sz w:val="28"/>
          <w:szCs w:val="28"/>
        </w:rPr>
        <w:t>1) в подпункте 1 пункта 1 после слов «общий объем доходов в сумме» слова «</w:t>
      </w:r>
      <w:r>
        <w:rPr>
          <w:rFonts w:ascii="Times New Roman" w:hAnsi="Times New Roman"/>
          <w:sz w:val="28"/>
          <w:szCs w:val="28"/>
        </w:rPr>
        <w:t>46 613,8 тыс.</w:t>
      </w:r>
      <w:r w:rsidRPr="004525A0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 xml:space="preserve">46 385,9 </w:t>
      </w:r>
      <w:r w:rsidRPr="004525A0">
        <w:rPr>
          <w:rFonts w:ascii="Times New Roman" w:hAnsi="Times New Roman"/>
          <w:sz w:val="28"/>
          <w:szCs w:val="28"/>
        </w:rPr>
        <w:t xml:space="preserve">тыс. рублей»; </w:t>
      </w:r>
    </w:p>
    <w:p w:rsidR="003F34FD" w:rsidRPr="004525A0" w:rsidRDefault="003F34FD" w:rsidP="004525A0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25A0">
        <w:rPr>
          <w:rFonts w:ascii="Times New Roman" w:hAnsi="Times New Roman"/>
          <w:sz w:val="28"/>
          <w:szCs w:val="28"/>
        </w:rPr>
        <w:t xml:space="preserve">             2) в подпункте 2 пункта 1 после слов «общий объем р</w:t>
      </w:r>
      <w:r>
        <w:rPr>
          <w:rFonts w:ascii="Times New Roman" w:hAnsi="Times New Roman"/>
          <w:sz w:val="28"/>
          <w:szCs w:val="28"/>
        </w:rPr>
        <w:t>асходов в сумме» слова «46 719,7</w:t>
      </w:r>
      <w:r w:rsidRPr="004525A0">
        <w:rPr>
          <w:rFonts w:ascii="Times New Roman" w:hAnsi="Times New Roman"/>
          <w:sz w:val="28"/>
          <w:szCs w:val="28"/>
        </w:rPr>
        <w:t xml:space="preserve"> тыс. ру</w:t>
      </w:r>
      <w:r>
        <w:rPr>
          <w:rFonts w:ascii="Times New Roman" w:hAnsi="Times New Roman"/>
          <w:sz w:val="28"/>
          <w:szCs w:val="28"/>
        </w:rPr>
        <w:t xml:space="preserve">блей» заменить словами «46 491,8 </w:t>
      </w:r>
      <w:r w:rsidRPr="004525A0">
        <w:rPr>
          <w:rFonts w:ascii="Times New Roman" w:hAnsi="Times New Roman"/>
          <w:sz w:val="28"/>
          <w:szCs w:val="28"/>
        </w:rPr>
        <w:t>тыс. рублей»;</w:t>
      </w:r>
    </w:p>
    <w:p w:rsidR="003F34FD" w:rsidRPr="004525A0" w:rsidRDefault="003F34FD" w:rsidP="004525A0">
      <w:pPr>
        <w:pStyle w:val="BodyTextIndent"/>
        <w:widowControl w:val="0"/>
        <w:spacing w:after="0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 4 «Поступление доходов в бюджет </w:t>
      </w:r>
      <w:r w:rsidRPr="004525A0">
        <w:rPr>
          <w:sz w:val="28"/>
          <w:szCs w:val="28"/>
        </w:rPr>
        <w:t>Старотитаровского сельского посел</w:t>
      </w:r>
      <w:r>
        <w:rPr>
          <w:sz w:val="28"/>
          <w:szCs w:val="28"/>
        </w:rPr>
        <w:t>ения Темрюкского района  на 2014</w:t>
      </w:r>
      <w:r w:rsidRPr="004525A0">
        <w:rPr>
          <w:sz w:val="28"/>
          <w:szCs w:val="28"/>
        </w:rPr>
        <w:t xml:space="preserve"> год»  изложить  в новой редакции, согласно приложению 1 к настоящему решению.  </w:t>
      </w:r>
    </w:p>
    <w:p w:rsidR="003F34FD" w:rsidRPr="004525A0" w:rsidRDefault="003F34FD" w:rsidP="004525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В 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  <w:r w:rsidRPr="004525A0">
        <w:rPr>
          <w:rFonts w:ascii="Times New Roman" w:hAnsi="Times New Roman"/>
          <w:sz w:val="28"/>
          <w:szCs w:val="28"/>
        </w:rPr>
        <w:t>по разделам и подразделам классификации расходов бюджетов Старотитаровского сельского посел</w:t>
      </w:r>
      <w:r>
        <w:rPr>
          <w:rFonts w:ascii="Times New Roman" w:hAnsi="Times New Roman"/>
          <w:sz w:val="28"/>
          <w:szCs w:val="28"/>
        </w:rPr>
        <w:t>ения Темрюкского района  на 2014</w:t>
      </w:r>
      <w:r w:rsidRPr="004525A0">
        <w:rPr>
          <w:rFonts w:ascii="Times New Roman" w:hAnsi="Times New Roman"/>
          <w:sz w:val="28"/>
          <w:szCs w:val="28"/>
        </w:rPr>
        <w:t xml:space="preserve"> год»:                 </w:t>
      </w:r>
    </w:p>
    <w:p w:rsidR="003F34FD" w:rsidRPr="00E8505C" w:rsidRDefault="003F34FD" w:rsidP="004525A0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уменьшить</w:t>
      </w:r>
      <w:r w:rsidRPr="00E8505C">
        <w:rPr>
          <w:rFonts w:ascii="Times New Roman" w:hAnsi="Times New Roman"/>
          <w:sz w:val="28"/>
          <w:szCs w:val="28"/>
        </w:rPr>
        <w:t xml:space="preserve"> расходы: </w:t>
      </w:r>
    </w:p>
    <w:p w:rsidR="003F34FD" w:rsidRPr="00E8505C" w:rsidRDefault="003F34FD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05C">
        <w:rPr>
          <w:rFonts w:ascii="Times New Roman" w:hAnsi="Times New Roman"/>
          <w:sz w:val="28"/>
          <w:szCs w:val="28"/>
        </w:rPr>
        <w:t xml:space="preserve">          1) в п.1 «Общегосударственные вопросы» </w:t>
      </w:r>
      <w:r>
        <w:rPr>
          <w:rFonts w:ascii="Times New Roman" w:hAnsi="Times New Roman"/>
          <w:sz w:val="28"/>
          <w:szCs w:val="28"/>
        </w:rPr>
        <w:t>цифру «16 395,5</w:t>
      </w:r>
      <w:r w:rsidRPr="00E8505C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.руб.» заменить цифрой «16 167,6</w:t>
      </w:r>
      <w:r w:rsidRPr="00E8505C">
        <w:rPr>
          <w:rFonts w:ascii="Times New Roman" w:hAnsi="Times New Roman"/>
          <w:sz w:val="28"/>
          <w:szCs w:val="28"/>
        </w:rPr>
        <w:t xml:space="preserve"> тыс.руб.»</w:t>
      </w:r>
    </w:p>
    <w:p w:rsidR="003F34FD" w:rsidRDefault="003F34FD" w:rsidP="00664C2C">
      <w:pPr>
        <w:tabs>
          <w:tab w:val="left" w:pos="1440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34FD" w:rsidRPr="004525A0" w:rsidRDefault="003F34FD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4.Приложение № 7</w:t>
      </w:r>
      <w:r w:rsidRPr="004525A0">
        <w:rPr>
          <w:rFonts w:ascii="Times New Roman" w:hAnsi="Times New Roman"/>
          <w:sz w:val="28"/>
          <w:szCs w:val="28"/>
        </w:rPr>
        <w:t xml:space="preserve"> «Р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аспределение </w:t>
      </w:r>
      <w:r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</w:t>
      </w:r>
      <w:r w:rsidRPr="004525A0">
        <w:rPr>
          <w:rFonts w:ascii="Times New Roman" w:hAnsi="Times New Roman"/>
          <w:spacing w:val="1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/>
          <w:spacing w:val="1"/>
          <w:sz w:val="28"/>
          <w:szCs w:val="28"/>
        </w:rPr>
        <w:t>, группам (группам и подгруппам)   видов расходов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 w:rsidRPr="004525A0">
        <w:rPr>
          <w:rFonts w:ascii="Times New Roman" w:hAnsi="Times New Roman"/>
          <w:spacing w:val="1"/>
          <w:sz w:val="28"/>
          <w:szCs w:val="28"/>
        </w:rPr>
        <w:t xml:space="preserve">» </w:t>
      </w:r>
      <w:r w:rsidRPr="004525A0">
        <w:rPr>
          <w:rFonts w:ascii="Times New Roman" w:hAnsi="Times New Roman"/>
          <w:sz w:val="28"/>
          <w:szCs w:val="28"/>
        </w:rPr>
        <w:t>изложить  в новой редакции согласно приложению 2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 xml:space="preserve">к настоящему решению; </w:t>
      </w:r>
    </w:p>
    <w:p w:rsidR="003F34FD" w:rsidRPr="004525A0" w:rsidRDefault="003F34FD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4525A0">
        <w:rPr>
          <w:rFonts w:ascii="Times New Roman" w:hAnsi="Times New Roman"/>
          <w:sz w:val="28"/>
          <w:szCs w:val="28"/>
        </w:rPr>
        <w:t>.П</w:t>
      </w:r>
      <w:r>
        <w:rPr>
          <w:rFonts w:ascii="Times New Roman" w:hAnsi="Times New Roman"/>
          <w:sz w:val="28"/>
          <w:szCs w:val="28"/>
        </w:rPr>
        <w:t>риложение № 8</w:t>
      </w:r>
      <w:r w:rsidRPr="004525A0">
        <w:rPr>
          <w:rFonts w:ascii="Times New Roman" w:hAnsi="Times New Roman"/>
          <w:sz w:val="28"/>
          <w:szCs w:val="28"/>
        </w:rPr>
        <w:t xml:space="preserve"> «</w:t>
      </w:r>
      <w:r w:rsidRPr="00FE5AD5">
        <w:rPr>
          <w:rFonts w:ascii="Times New Roman" w:hAnsi="Times New Roman"/>
          <w:sz w:val="28"/>
          <w:szCs w:val="28"/>
        </w:rPr>
        <w:t>Ведомственная структура расходов бюджета Старотитаровского сельского поселения Темрюкского района на 2014 год  перечень и код главного распорядителя средств бюджета Старотитаровского сельского поселения Темрюкского района, перечень разделов, подразделов, целевых статей, групп (групп и подгрупп) видов расходов Старотитаровского сельского поселения Темрюкского района</w:t>
      </w:r>
      <w:r w:rsidRPr="004525A0">
        <w:rPr>
          <w:rFonts w:ascii="Times New Roman" w:hAnsi="Times New Roman"/>
          <w:sz w:val="28"/>
          <w:szCs w:val="28"/>
        </w:rPr>
        <w:t>» изложить  в новой редакции согласно приложению 3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3F34FD" w:rsidRPr="004525A0" w:rsidRDefault="003F34FD" w:rsidP="004525A0">
      <w:pPr>
        <w:tabs>
          <w:tab w:val="left" w:pos="5795"/>
        </w:tabs>
        <w:spacing w:after="0" w:line="240" w:lineRule="auto"/>
        <w:ind w:right="1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6.Приложение № 9</w:t>
      </w:r>
      <w:r w:rsidRPr="004525A0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 бюджета Старотитаровского сельского посе</w:t>
      </w:r>
      <w:r>
        <w:rPr>
          <w:rFonts w:ascii="Times New Roman" w:hAnsi="Times New Roman"/>
          <w:sz w:val="28"/>
          <w:szCs w:val="28"/>
        </w:rPr>
        <w:t>ления Темрюкского района, перечень статей и видов источников финансирования дефицитов бюджетов на 2014</w:t>
      </w:r>
      <w:r w:rsidRPr="004525A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4525A0">
        <w:rPr>
          <w:rFonts w:ascii="Times New Roman" w:hAnsi="Times New Roman"/>
          <w:sz w:val="28"/>
          <w:szCs w:val="28"/>
        </w:rPr>
        <w:t xml:space="preserve"> изложить  в новой редакции согласно приложению 4</w:t>
      </w:r>
      <w:r w:rsidRPr="004525A0">
        <w:rPr>
          <w:rFonts w:ascii="Times New Roman" w:hAnsi="Times New Roman"/>
          <w:color w:val="99CC00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 настоящему решению.</w:t>
      </w:r>
    </w:p>
    <w:p w:rsidR="003F34FD" w:rsidRPr="004525A0" w:rsidRDefault="003F34FD" w:rsidP="00D46237">
      <w:pPr>
        <w:pStyle w:val="PlainText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4525A0">
        <w:rPr>
          <w:rFonts w:ascii="Times New Roman" w:hAnsi="Times New Roman" w:cs="Times New Roman"/>
          <w:sz w:val="28"/>
          <w:szCs w:val="28"/>
        </w:rPr>
        <w:t>Контроль  за исполнением данного решения возложить на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 w:cs="Times New Roman"/>
          <w:sz w:val="28"/>
          <w:szCs w:val="28"/>
        </w:rPr>
        <w:t xml:space="preserve">ью (Н.Г.Красницкая) и начальника </w:t>
      </w:r>
      <w:r w:rsidRPr="004525A0">
        <w:rPr>
          <w:rFonts w:ascii="Times New Roman" w:hAnsi="Times New Roman" w:cs="Times New Roman"/>
          <w:sz w:val="28"/>
          <w:szCs w:val="28"/>
        </w:rPr>
        <w:t>финансового отдела  администрации  Старотитаровского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Темрюкского района Л.В.Россомаха</w:t>
      </w:r>
    </w:p>
    <w:p w:rsidR="003F34FD" w:rsidRPr="004525A0" w:rsidRDefault="003F34FD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8</w:t>
      </w:r>
      <w:r w:rsidRPr="004525A0">
        <w:rPr>
          <w:rFonts w:ascii="Times New Roman" w:hAnsi="Times New Roman"/>
          <w:sz w:val="28"/>
          <w:szCs w:val="28"/>
        </w:rPr>
        <w:t xml:space="preserve">. Решение подлежит официальному опубликованию в газете «Станичная газета». </w:t>
      </w:r>
    </w:p>
    <w:p w:rsidR="003F34FD" w:rsidRPr="004525A0" w:rsidRDefault="003F34FD" w:rsidP="004525A0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9.</w:t>
      </w:r>
      <w:r w:rsidRPr="004525A0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3F34FD" w:rsidRDefault="003F34FD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3F34FD" w:rsidRDefault="003F34FD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3F34FD" w:rsidRPr="004525A0" w:rsidRDefault="003F34FD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3F34FD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F34FD" w:rsidRPr="00D07400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3F34FD" w:rsidRPr="00D07400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3F34FD" w:rsidRPr="00D07400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F34FD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</w:t>
            </w:r>
          </w:p>
          <w:p w:rsidR="003F34FD" w:rsidRPr="00D07400" w:rsidRDefault="003F34FD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«23»октября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34FD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3F34FD" w:rsidRPr="00D07400" w:rsidRDefault="003F34FD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«23» октября  2014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3F34FD" w:rsidRPr="004525A0" w:rsidRDefault="003F34FD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34FD" w:rsidRPr="004525A0" w:rsidRDefault="003F34FD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34FD" w:rsidRPr="004525A0" w:rsidRDefault="003F34FD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34FD" w:rsidRPr="004525A0" w:rsidRDefault="003F34FD" w:rsidP="004525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34FD" w:rsidRDefault="003F34FD" w:rsidP="00D82040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3F34FD" w:rsidRPr="00133802" w:rsidRDefault="003F34FD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3F34FD" w:rsidRPr="00133802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4FD" w:rsidRDefault="003F34FD" w:rsidP="00662DB0">
      <w:pPr>
        <w:spacing w:after="0" w:line="240" w:lineRule="auto"/>
      </w:pPr>
      <w:r>
        <w:separator/>
      </w:r>
    </w:p>
  </w:endnote>
  <w:endnote w:type="continuationSeparator" w:id="1">
    <w:p w:rsidR="003F34FD" w:rsidRDefault="003F34F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4FD" w:rsidRDefault="003F34FD" w:rsidP="00662DB0">
      <w:pPr>
        <w:spacing w:after="0" w:line="240" w:lineRule="auto"/>
      </w:pPr>
      <w:r>
        <w:separator/>
      </w:r>
    </w:p>
  </w:footnote>
  <w:footnote w:type="continuationSeparator" w:id="1">
    <w:p w:rsidR="003F34FD" w:rsidRDefault="003F34F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4FD" w:rsidRPr="00662DB0" w:rsidRDefault="003F34FD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3F34FD" w:rsidRDefault="003F34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3920"/>
    <w:rsid w:val="00012005"/>
    <w:rsid w:val="00023ECE"/>
    <w:rsid w:val="0004267F"/>
    <w:rsid w:val="000505B4"/>
    <w:rsid w:val="000715F2"/>
    <w:rsid w:val="000879A8"/>
    <w:rsid w:val="00096C3B"/>
    <w:rsid w:val="000B1BF8"/>
    <w:rsid w:val="000B2DA2"/>
    <w:rsid w:val="000B7939"/>
    <w:rsid w:val="000C270F"/>
    <w:rsid w:val="000C354B"/>
    <w:rsid w:val="000D18D1"/>
    <w:rsid w:val="000D2263"/>
    <w:rsid w:val="000E0219"/>
    <w:rsid w:val="000E7724"/>
    <w:rsid w:val="000F29CF"/>
    <w:rsid w:val="000F2FE1"/>
    <w:rsid w:val="000F686D"/>
    <w:rsid w:val="000F762C"/>
    <w:rsid w:val="001119EF"/>
    <w:rsid w:val="001228AE"/>
    <w:rsid w:val="00130AF1"/>
    <w:rsid w:val="001330FF"/>
    <w:rsid w:val="00133802"/>
    <w:rsid w:val="00136B99"/>
    <w:rsid w:val="00145967"/>
    <w:rsid w:val="001578E3"/>
    <w:rsid w:val="001620E4"/>
    <w:rsid w:val="00171D09"/>
    <w:rsid w:val="0017236F"/>
    <w:rsid w:val="001755C8"/>
    <w:rsid w:val="0018287D"/>
    <w:rsid w:val="00184A0D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E40DF"/>
    <w:rsid w:val="00216A04"/>
    <w:rsid w:val="00226ABB"/>
    <w:rsid w:val="002321CB"/>
    <w:rsid w:val="002338C3"/>
    <w:rsid w:val="00241DEC"/>
    <w:rsid w:val="0025253B"/>
    <w:rsid w:val="00265EDD"/>
    <w:rsid w:val="002709E3"/>
    <w:rsid w:val="00270E48"/>
    <w:rsid w:val="00273F80"/>
    <w:rsid w:val="0029338C"/>
    <w:rsid w:val="002A42F2"/>
    <w:rsid w:val="002B408D"/>
    <w:rsid w:val="002B5388"/>
    <w:rsid w:val="002C0453"/>
    <w:rsid w:val="002C264B"/>
    <w:rsid w:val="002C4EE8"/>
    <w:rsid w:val="002C648F"/>
    <w:rsid w:val="002D516C"/>
    <w:rsid w:val="002D782F"/>
    <w:rsid w:val="002E1E55"/>
    <w:rsid w:val="002E285D"/>
    <w:rsid w:val="002E2875"/>
    <w:rsid w:val="002F1008"/>
    <w:rsid w:val="0030387E"/>
    <w:rsid w:val="00316C55"/>
    <w:rsid w:val="00317F8C"/>
    <w:rsid w:val="0032302D"/>
    <w:rsid w:val="00323DF6"/>
    <w:rsid w:val="00333B6F"/>
    <w:rsid w:val="0033577F"/>
    <w:rsid w:val="0034430E"/>
    <w:rsid w:val="00355A69"/>
    <w:rsid w:val="00363BA4"/>
    <w:rsid w:val="00364452"/>
    <w:rsid w:val="00372B89"/>
    <w:rsid w:val="00377653"/>
    <w:rsid w:val="00384767"/>
    <w:rsid w:val="00386329"/>
    <w:rsid w:val="00386934"/>
    <w:rsid w:val="003869DE"/>
    <w:rsid w:val="00391EE5"/>
    <w:rsid w:val="00393BE3"/>
    <w:rsid w:val="003A4EA4"/>
    <w:rsid w:val="003C35D4"/>
    <w:rsid w:val="003D0B38"/>
    <w:rsid w:val="003E06E7"/>
    <w:rsid w:val="003E16B5"/>
    <w:rsid w:val="003E30A7"/>
    <w:rsid w:val="003E6B40"/>
    <w:rsid w:val="003F3478"/>
    <w:rsid w:val="003F34FD"/>
    <w:rsid w:val="00400729"/>
    <w:rsid w:val="00413981"/>
    <w:rsid w:val="00414EEA"/>
    <w:rsid w:val="004370DB"/>
    <w:rsid w:val="004405F6"/>
    <w:rsid w:val="00443744"/>
    <w:rsid w:val="00450EEB"/>
    <w:rsid w:val="004525A0"/>
    <w:rsid w:val="004567B4"/>
    <w:rsid w:val="00456D2F"/>
    <w:rsid w:val="0045753E"/>
    <w:rsid w:val="004623C2"/>
    <w:rsid w:val="0047347A"/>
    <w:rsid w:val="00485653"/>
    <w:rsid w:val="00487FF9"/>
    <w:rsid w:val="004A48C2"/>
    <w:rsid w:val="004C6AD5"/>
    <w:rsid w:val="004D0F91"/>
    <w:rsid w:val="004D3127"/>
    <w:rsid w:val="004E50DF"/>
    <w:rsid w:val="004F03AD"/>
    <w:rsid w:val="004F641C"/>
    <w:rsid w:val="004F6B54"/>
    <w:rsid w:val="004F6CE9"/>
    <w:rsid w:val="00500473"/>
    <w:rsid w:val="00501AB3"/>
    <w:rsid w:val="005028E9"/>
    <w:rsid w:val="00511FFE"/>
    <w:rsid w:val="00514C92"/>
    <w:rsid w:val="00517DCB"/>
    <w:rsid w:val="005207BD"/>
    <w:rsid w:val="00523443"/>
    <w:rsid w:val="00553BBA"/>
    <w:rsid w:val="005544D6"/>
    <w:rsid w:val="00557070"/>
    <w:rsid w:val="005735F2"/>
    <w:rsid w:val="00573E0D"/>
    <w:rsid w:val="0057429B"/>
    <w:rsid w:val="00574F82"/>
    <w:rsid w:val="00575278"/>
    <w:rsid w:val="005A1DF5"/>
    <w:rsid w:val="005A2C1E"/>
    <w:rsid w:val="005A2D81"/>
    <w:rsid w:val="005B1668"/>
    <w:rsid w:val="005B2627"/>
    <w:rsid w:val="005B68B7"/>
    <w:rsid w:val="005B755E"/>
    <w:rsid w:val="005B7645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31C54"/>
    <w:rsid w:val="00632901"/>
    <w:rsid w:val="00632E65"/>
    <w:rsid w:val="00634A60"/>
    <w:rsid w:val="00636607"/>
    <w:rsid w:val="00662DB0"/>
    <w:rsid w:val="00664C2C"/>
    <w:rsid w:val="00667215"/>
    <w:rsid w:val="0068022E"/>
    <w:rsid w:val="00685D8A"/>
    <w:rsid w:val="006A1FDC"/>
    <w:rsid w:val="006A2B16"/>
    <w:rsid w:val="006A72FF"/>
    <w:rsid w:val="006C389A"/>
    <w:rsid w:val="006D12B6"/>
    <w:rsid w:val="006D28DF"/>
    <w:rsid w:val="006D3C57"/>
    <w:rsid w:val="006E23E7"/>
    <w:rsid w:val="006E4DF6"/>
    <w:rsid w:val="006F2E78"/>
    <w:rsid w:val="00705038"/>
    <w:rsid w:val="0071277C"/>
    <w:rsid w:val="0073200B"/>
    <w:rsid w:val="007561FD"/>
    <w:rsid w:val="007A1FDC"/>
    <w:rsid w:val="007B4EA2"/>
    <w:rsid w:val="007C1FEC"/>
    <w:rsid w:val="007D3DE7"/>
    <w:rsid w:val="007F5429"/>
    <w:rsid w:val="007F6D76"/>
    <w:rsid w:val="008026B7"/>
    <w:rsid w:val="00811772"/>
    <w:rsid w:val="00833E2D"/>
    <w:rsid w:val="00853F04"/>
    <w:rsid w:val="00854E75"/>
    <w:rsid w:val="00855239"/>
    <w:rsid w:val="008759CB"/>
    <w:rsid w:val="00884085"/>
    <w:rsid w:val="008927D9"/>
    <w:rsid w:val="00893E77"/>
    <w:rsid w:val="008A480A"/>
    <w:rsid w:val="008B3C22"/>
    <w:rsid w:val="008B4409"/>
    <w:rsid w:val="008B688D"/>
    <w:rsid w:val="008B77B6"/>
    <w:rsid w:val="008C0E4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7A89"/>
    <w:rsid w:val="00951BFE"/>
    <w:rsid w:val="00962CAC"/>
    <w:rsid w:val="00963E1F"/>
    <w:rsid w:val="00971619"/>
    <w:rsid w:val="00973BD9"/>
    <w:rsid w:val="00975A8C"/>
    <w:rsid w:val="00981152"/>
    <w:rsid w:val="00987130"/>
    <w:rsid w:val="00993047"/>
    <w:rsid w:val="009A00B4"/>
    <w:rsid w:val="009A0D1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2DC4"/>
    <w:rsid w:val="00A219C6"/>
    <w:rsid w:val="00A30E06"/>
    <w:rsid w:val="00A33693"/>
    <w:rsid w:val="00A35E2A"/>
    <w:rsid w:val="00A40B69"/>
    <w:rsid w:val="00A45EC9"/>
    <w:rsid w:val="00A50FED"/>
    <w:rsid w:val="00A73B7F"/>
    <w:rsid w:val="00A85E83"/>
    <w:rsid w:val="00A94935"/>
    <w:rsid w:val="00AB03C8"/>
    <w:rsid w:val="00AC38E6"/>
    <w:rsid w:val="00AE0D03"/>
    <w:rsid w:val="00AE1448"/>
    <w:rsid w:val="00AF167E"/>
    <w:rsid w:val="00AF1EA9"/>
    <w:rsid w:val="00B0113B"/>
    <w:rsid w:val="00B04C3D"/>
    <w:rsid w:val="00B1136F"/>
    <w:rsid w:val="00B21939"/>
    <w:rsid w:val="00B24308"/>
    <w:rsid w:val="00B42A38"/>
    <w:rsid w:val="00B5000E"/>
    <w:rsid w:val="00B53BDF"/>
    <w:rsid w:val="00B61D60"/>
    <w:rsid w:val="00B657FB"/>
    <w:rsid w:val="00B73272"/>
    <w:rsid w:val="00B827F2"/>
    <w:rsid w:val="00B863C8"/>
    <w:rsid w:val="00B90A4B"/>
    <w:rsid w:val="00B9456B"/>
    <w:rsid w:val="00BA1A45"/>
    <w:rsid w:val="00BA4739"/>
    <w:rsid w:val="00BC4E2E"/>
    <w:rsid w:val="00BC6C2F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48BE"/>
    <w:rsid w:val="00C17D47"/>
    <w:rsid w:val="00C2133E"/>
    <w:rsid w:val="00C27751"/>
    <w:rsid w:val="00C50B5E"/>
    <w:rsid w:val="00C66B66"/>
    <w:rsid w:val="00C67BBD"/>
    <w:rsid w:val="00C75173"/>
    <w:rsid w:val="00C953B8"/>
    <w:rsid w:val="00CA0533"/>
    <w:rsid w:val="00CA7E3C"/>
    <w:rsid w:val="00CB46EF"/>
    <w:rsid w:val="00CB6329"/>
    <w:rsid w:val="00CE2770"/>
    <w:rsid w:val="00D038E9"/>
    <w:rsid w:val="00D07400"/>
    <w:rsid w:val="00D124DC"/>
    <w:rsid w:val="00D20277"/>
    <w:rsid w:val="00D3791D"/>
    <w:rsid w:val="00D46237"/>
    <w:rsid w:val="00D52A98"/>
    <w:rsid w:val="00D577ED"/>
    <w:rsid w:val="00D717C9"/>
    <w:rsid w:val="00D756F3"/>
    <w:rsid w:val="00D8178C"/>
    <w:rsid w:val="00D82040"/>
    <w:rsid w:val="00D83A30"/>
    <w:rsid w:val="00D83D92"/>
    <w:rsid w:val="00D8622D"/>
    <w:rsid w:val="00D9072A"/>
    <w:rsid w:val="00DB038D"/>
    <w:rsid w:val="00DB0996"/>
    <w:rsid w:val="00DB2376"/>
    <w:rsid w:val="00DE7604"/>
    <w:rsid w:val="00E00362"/>
    <w:rsid w:val="00E10742"/>
    <w:rsid w:val="00E21164"/>
    <w:rsid w:val="00E21EBF"/>
    <w:rsid w:val="00E2768D"/>
    <w:rsid w:val="00E3006A"/>
    <w:rsid w:val="00E36CF8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7FCD"/>
    <w:rsid w:val="00EB517F"/>
    <w:rsid w:val="00ED7838"/>
    <w:rsid w:val="00EE041C"/>
    <w:rsid w:val="00EE5431"/>
    <w:rsid w:val="00F04589"/>
    <w:rsid w:val="00F05305"/>
    <w:rsid w:val="00F11E1F"/>
    <w:rsid w:val="00F156B2"/>
    <w:rsid w:val="00F202CD"/>
    <w:rsid w:val="00F21821"/>
    <w:rsid w:val="00F27054"/>
    <w:rsid w:val="00F3131A"/>
    <w:rsid w:val="00F37F26"/>
    <w:rsid w:val="00F45E3A"/>
    <w:rsid w:val="00F47F84"/>
    <w:rsid w:val="00F520DA"/>
    <w:rsid w:val="00F637CA"/>
    <w:rsid w:val="00F63CC6"/>
    <w:rsid w:val="00F66E99"/>
    <w:rsid w:val="00F763DF"/>
    <w:rsid w:val="00F83370"/>
    <w:rsid w:val="00FA6853"/>
    <w:rsid w:val="00FB57F4"/>
    <w:rsid w:val="00FB690A"/>
    <w:rsid w:val="00FC6D86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uiPriority w:val="99"/>
    <w:rsid w:val="00610830"/>
  </w:style>
  <w:style w:type="paragraph" w:styleId="PlainText">
    <w:name w:val="Plain Text"/>
    <w:basedOn w:val="Normal"/>
    <w:link w:val="PlainTextChar1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27054"/>
    <w:rPr>
      <w:rFonts w:cs="Times New Roman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87130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923</TotalTime>
  <Pages>3</Pages>
  <Words>641</Words>
  <Characters>3657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160</cp:revision>
  <cp:lastPrinted>2014-07-21T05:43:00Z</cp:lastPrinted>
  <dcterms:created xsi:type="dcterms:W3CDTF">2012-12-07T11:21:00Z</dcterms:created>
  <dcterms:modified xsi:type="dcterms:W3CDTF">2014-10-17T05:10:00Z</dcterms:modified>
</cp:coreProperties>
</file>