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EDD" w:rsidRPr="00C50E46" w:rsidRDefault="002F5EDD" w:rsidP="001D04E9">
      <w:pPr>
        <w:shd w:val="clear" w:color="auto" w:fill="FFFFFF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№ 1</w:t>
      </w:r>
    </w:p>
    <w:p w:rsidR="002F5EDD" w:rsidRPr="00C50E46" w:rsidRDefault="002F5EDD" w:rsidP="001D04E9">
      <w:pPr>
        <w:shd w:val="clear" w:color="auto" w:fill="FFFFFF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к целевой программе </w:t>
      </w:r>
    </w:p>
    <w:p w:rsidR="002F5EDD" w:rsidRDefault="002F5EDD" w:rsidP="001D04E9">
      <w:pPr>
        <w:jc w:val="right"/>
        <w:rPr>
          <w:bCs/>
          <w:sz w:val="28"/>
        </w:rPr>
      </w:pPr>
      <w:r w:rsidRPr="001D04E9">
        <w:rPr>
          <w:bCs/>
          <w:sz w:val="28"/>
        </w:rPr>
        <w:t xml:space="preserve"> «Молодежь станицы»</w:t>
      </w:r>
    </w:p>
    <w:p w:rsidR="002F5EDD" w:rsidRDefault="002F5EDD" w:rsidP="001D04E9">
      <w:pPr>
        <w:jc w:val="right"/>
        <w:rPr>
          <w:bCs/>
          <w:sz w:val="28"/>
        </w:rPr>
      </w:pPr>
      <w:r w:rsidRPr="001D04E9">
        <w:rPr>
          <w:bCs/>
          <w:sz w:val="28"/>
        </w:rPr>
        <w:t xml:space="preserve"> Старотитаровского сельского поселения</w:t>
      </w:r>
    </w:p>
    <w:p w:rsidR="002F5EDD" w:rsidRPr="001D04E9" w:rsidRDefault="002F5EDD" w:rsidP="001D04E9">
      <w:pPr>
        <w:jc w:val="right"/>
        <w:rPr>
          <w:bCs/>
          <w:sz w:val="28"/>
        </w:rPr>
      </w:pPr>
      <w:r w:rsidRPr="001D04E9">
        <w:rPr>
          <w:bCs/>
          <w:sz w:val="28"/>
        </w:rPr>
        <w:t xml:space="preserve"> Темрюкского района на 2013 год</w:t>
      </w:r>
    </w:p>
    <w:p w:rsidR="002F5EDD" w:rsidRDefault="002F5EDD" w:rsidP="001D04E9">
      <w:pPr>
        <w:jc w:val="both"/>
        <w:rPr>
          <w:b/>
          <w:sz w:val="28"/>
        </w:rPr>
      </w:pPr>
    </w:p>
    <w:p w:rsidR="002F5EDD" w:rsidRDefault="002F5EDD" w:rsidP="00F75C04">
      <w:pPr>
        <w:jc w:val="center"/>
        <w:rPr>
          <w:b/>
          <w:sz w:val="28"/>
          <w:szCs w:val="28"/>
        </w:rPr>
      </w:pPr>
    </w:p>
    <w:p w:rsidR="002F5EDD" w:rsidRPr="00A44639" w:rsidRDefault="002F5EDD" w:rsidP="00F75C04">
      <w:pPr>
        <w:jc w:val="center"/>
        <w:rPr>
          <w:b/>
          <w:sz w:val="28"/>
          <w:szCs w:val="28"/>
        </w:rPr>
      </w:pPr>
      <w:r w:rsidRPr="00A44639">
        <w:rPr>
          <w:b/>
          <w:sz w:val="28"/>
          <w:szCs w:val="28"/>
        </w:rPr>
        <w:t xml:space="preserve"> ОСНОВНЫЕ МЕРОПРИЯТИЯ</w:t>
      </w:r>
    </w:p>
    <w:p w:rsidR="002F5EDD" w:rsidRPr="00DE27BD" w:rsidRDefault="002F5EDD" w:rsidP="001D04E9">
      <w:pPr>
        <w:jc w:val="center"/>
        <w:rPr>
          <w:b/>
          <w:bCs/>
          <w:sz w:val="28"/>
        </w:rPr>
      </w:pPr>
      <w:r w:rsidRPr="00DE27BD">
        <w:rPr>
          <w:b/>
          <w:bCs/>
          <w:sz w:val="28"/>
        </w:rPr>
        <w:t>целевой программы «Молодежь станицы» Старотитаровского сельского поселения Темрюкского района на 2013 год</w:t>
      </w:r>
    </w:p>
    <w:p w:rsidR="002F5EDD" w:rsidRPr="00A44639" w:rsidRDefault="002F5EDD">
      <w:pPr>
        <w:rPr>
          <w:sz w:val="28"/>
          <w:szCs w:val="28"/>
        </w:rPr>
      </w:pPr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1"/>
        <w:gridCol w:w="5906"/>
        <w:gridCol w:w="62"/>
        <w:gridCol w:w="2993"/>
      </w:tblGrid>
      <w:tr w:rsidR="002F5EDD" w:rsidRPr="00A44639" w:rsidTr="00A777E2">
        <w:tc>
          <w:tcPr>
            <w:tcW w:w="661" w:type="dxa"/>
          </w:tcPr>
          <w:p w:rsidR="002F5EDD" w:rsidRPr="00A44639" w:rsidRDefault="002F5EDD" w:rsidP="008B2447">
            <w:pPr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906" w:type="dxa"/>
          </w:tcPr>
          <w:p w:rsidR="002F5EDD" w:rsidRPr="00A44639" w:rsidRDefault="002F5EDD" w:rsidP="008B2447">
            <w:pPr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3055" w:type="dxa"/>
            <w:gridSpan w:val="2"/>
          </w:tcPr>
          <w:p w:rsidR="002F5EDD" w:rsidRDefault="002F5EDD" w:rsidP="008B2447">
            <w:pPr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Финансовое обеспечение</w:t>
            </w:r>
          </w:p>
          <w:p w:rsidR="002F5EDD" w:rsidRPr="00A44639" w:rsidRDefault="002F5EDD" w:rsidP="008B244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на 2013 год, руб.</w:t>
            </w:r>
          </w:p>
        </w:tc>
      </w:tr>
      <w:tr w:rsidR="002F5EDD" w:rsidRPr="00A44639">
        <w:tc>
          <w:tcPr>
            <w:tcW w:w="9622" w:type="dxa"/>
            <w:gridSpan w:val="4"/>
          </w:tcPr>
          <w:p w:rsidR="002F5EDD" w:rsidRPr="00A44639" w:rsidRDefault="002F5EDD" w:rsidP="00F75C0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Создание условий для гражданского становления, духовно-нравственного и патриотического воспитания молодежи.</w:t>
            </w:r>
          </w:p>
        </w:tc>
      </w:tr>
      <w:tr w:rsidR="002F5EDD" w:rsidRPr="00A44639" w:rsidTr="00A777E2">
        <w:tc>
          <w:tcPr>
            <w:tcW w:w="661" w:type="dxa"/>
          </w:tcPr>
          <w:p w:rsidR="002F5EDD" w:rsidRPr="00A44639" w:rsidRDefault="002F5EDD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1.1.</w:t>
            </w:r>
          </w:p>
        </w:tc>
        <w:tc>
          <w:tcPr>
            <w:tcW w:w="5906" w:type="dxa"/>
          </w:tcPr>
          <w:p w:rsidR="002F5EDD" w:rsidRDefault="002F5EDD">
            <w:pPr>
              <w:rPr>
                <w:sz w:val="28"/>
                <w:szCs w:val="28"/>
              </w:rPr>
            </w:pPr>
            <w:r w:rsidRPr="00E94617">
              <w:rPr>
                <w:sz w:val="28"/>
                <w:szCs w:val="28"/>
              </w:rPr>
              <w:t xml:space="preserve">Торжественный траурный митинг «Память» </w:t>
            </w:r>
          </w:p>
          <w:p w:rsidR="002F5EDD" w:rsidRPr="00E94617" w:rsidRDefault="002F5EDD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Торжественное вручение паспортов «</w:t>
            </w:r>
            <w:r>
              <w:rPr>
                <w:sz w:val="28"/>
                <w:szCs w:val="28"/>
              </w:rPr>
              <w:t>Юные граждане России</w:t>
            </w:r>
            <w:r w:rsidRPr="00A44639">
              <w:rPr>
                <w:sz w:val="28"/>
                <w:szCs w:val="28"/>
              </w:rPr>
              <w:t>»</w:t>
            </w:r>
          </w:p>
        </w:tc>
        <w:tc>
          <w:tcPr>
            <w:tcW w:w="3055" w:type="dxa"/>
            <w:gridSpan w:val="2"/>
          </w:tcPr>
          <w:p w:rsidR="002F5EDD" w:rsidRPr="00A44639" w:rsidRDefault="002F5EDD" w:rsidP="008B24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 </w:t>
            </w:r>
            <w:r w:rsidRPr="00A44639">
              <w:rPr>
                <w:sz w:val="28"/>
                <w:szCs w:val="28"/>
              </w:rPr>
              <w:t>000</w:t>
            </w:r>
          </w:p>
        </w:tc>
      </w:tr>
      <w:tr w:rsidR="002F5EDD" w:rsidRPr="00A44639" w:rsidTr="00A777E2">
        <w:tc>
          <w:tcPr>
            <w:tcW w:w="661" w:type="dxa"/>
          </w:tcPr>
          <w:p w:rsidR="002F5EDD" w:rsidRPr="00A44639" w:rsidRDefault="002F5EDD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1.2.</w:t>
            </w:r>
          </w:p>
        </w:tc>
        <w:tc>
          <w:tcPr>
            <w:tcW w:w="5906" w:type="dxa"/>
          </w:tcPr>
          <w:p w:rsidR="002F5EDD" w:rsidRDefault="002F5EDD" w:rsidP="005D15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Конкурсная </w:t>
            </w:r>
            <w:r w:rsidRPr="00A44639">
              <w:rPr>
                <w:sz w:val="28"/>
                <w:szCs w:val="28"/>
              </w:rPr>
              <w:t>программа «</w:t>
            </w:r>
            <w:r>
              <w:rPr>
                <w:sz w:val="28"/>
                <w:szCs w:val="28"/>
              </w:rPr>
              <w:t>На чем стоит России слава…</w:t>
            </w:r>
            <w:r w:rsidRPr="00A44639">
              <w:rPr>
                <w:sz w:val="28"/>
                <w:szCs w:val="28"/>
              </w:rPr>
              <w:t>»</w:t>
            </w:r>
          </w:p>
          <w:p w:rsidR="002F5EDD" w:rsidRPr="00A44639" w:rsidRDefault="002F5EDD" w:rsidP="005D15C1">
            <w:pPr>
              <w:rPr>
                <w:sz w:val="28"/>
                <w:szCs w:val="28"/>
              </w:rPr>
            </w:pPr>
            <w:r w:rsidRPr="00E94617">
              <w:rPr>
                <w:sz w:val="28"/>
                <w:szCs w:val="28"/>
              </w:rPr>
              <w:t>Акция «Согреем сердца ветеранам»</w:t>
            </w:r>
          </w:p>
        </w:tc>
        <w:tc>
          <w:tcPr>
            <w:tcW w:w="3055" w:type="dxa"/>
            <w:gridSpan w:val="2"/>
          </w:tcPr>
          <w:p w:rsidR="002F5EDD" w:rsidRDefault="002F5EDD" w:rsidP="008B24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3 5</w:t>
            </w:r>
            <w:r w:rsidRPr="00A44639">
              <w:rPr>
                <w:sz w:val="28"/>
                <w:szCs w:val="28"/>
              </w:rPr>
              <w:t>00</w:t>
            </w:r>
          </w:p>
          <w:p w:rsidR="002F5EDD" w:rsidRPr="00A44639" w:rsidRDefault="002F5EDD" w:rsidP="008B2447">
            <w:pPr>
              <w:jc w:val="center"/>
              <w:rPr>
                <w:sz w:val="28"/>
                <w:szCs w:val="28"/>
              </w:rPr>
            </w:pPr>
          </w:p>
        </w:tc>
      </w:tr>
      <w:tr w:rsidR="002F5EDD" w:rsidRPr="00A44639" w:rsidTr="00A777E2">
        <w:tc>
          <w:tcPr>
            <w:tcW w:w="661" w:type="dxa"/>
          </w:tcPr>
          <w:p w:rsidR="002F5EDD" w:rsidRPr="00A44639" w:rsidRDefault="002F5EDD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1.3.</w:t>
            </w:r>
          </w:p>
        </w:tc>
        <w:tc>
          <w:tcPr>
            <w:tcW w:w="5906" w:type="dxa"/>
          </w:tcPr>
          <w:p w:rsidR="002F5EDD" w:rsidRPr="00A44639" w:rsidRDefault="002F5EDD" w:rsidP="00D22A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Гражданская кампания </w:t>
            </w:r>
            <w:r w:rsidRPr="00A44639">
              <w:rPr>
                <w:sz w:val="28"/>
                <w:szCs w:val="28"/>
              </w:rPr>
              <w:t>«Георгиевская лента»</w:t>
            </w:r>
          </w:p>
        </w:tc>
        <w:tc>
          <w:tcPr>
            <w:tcW w:w="3055" w:type="dxa"/>
            <w:gridSpan w:val="2"/>
          </w:tcPr>
          <w:p w:rsidR="002F5EDD" w:rsidRPr="00A44639" w:rsidRDefault="002F5EDD" w:rsidP="008B24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2F5EDD" w:rsidRPr="00A44639" w:rsidTr="00A777E2">
        <w:tc>
          <w:tcPr>
            <w:tcW w:w="661" w:type="dxa"/>
          </w:tcPr>
          <w:p w:rsidR="002F5EDD" w:rsidRPr="00A44639" w:rsidRDefault="002F5EDD" w:rsidP="00D22A23">
            <w:pPr>
              <w:jc w:val="both"/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1.4</w:t>
            </w:r>
          </w:p>
        </w:tc>
        <w:tc>
          <w:tcPr>
            <w:tcW w:w="5906" w:type="dxa"/>
          </w:tcPr>
          <w:p w:rsidR="002F5EDD" w:rsidRDefault="002F5EDD" w:rsidP="005D15C1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Акция «</w:t>
            </w:r>
            <w:r>
              <w:rPr>
                <w:sz w:val="28"/>
                <w:szCs w:val="28"/>
              </w:rPr>
              <w:t>Победы славное наследие</w:t>
            </w:r>
            <w:r w:rsidRPr="00A44639">
              <w:rPr>
                <w:sz w:val="28"/>
                <w:szCs w:val="28"/>
              </w:rPr>
              <w:t>»</w:t>
            </w:r>
          </w:p>
          <w:p w:rsidR="002F5EDD" w:rsidRPr="00A44639" w:rsidRDefault="002F5EDD" w:rsidP="005D15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Поздравление ветеранов ВОВ с Новым годом</w:t>
            </w:r>
          </w:p>
        </w:tc>
        <w:tc>
          <w:tcPr>
            <w:tcW w:w="3055" w:type="dxa"/>
            <w:gridSpan w:val="2"/>
          </w:tcPr>
          <w:p w:rsidR="002F5EDD" w:rsidRDefault="002F5EDD" w:rsidP="008B24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</w:t>
            </w:r>
            <w:r w:rsidRPr="00A44639">
              <w:rPr>
                <w:sz w:val="28"/>
                <w:szCs w:val="28"/>
              </w:rPr>
              <w:t>00</w:t>
            </w:r>
          </w:p>
          <w:p w:rsidR="002F5EDD" w:rsidRPr="00A44639" w:rsidRDefault="002F5EDD" w:rsidP="008B2447">
            <w:pPr>
              <w:jc w:val="center"/>
              <w:rPr>
                <w:sz w:val="28"/>
                <w:szCs w:val="28"/>
              </w:rPr>
            </w:pPr>
          </w:p>
        </w:tc>
      </w:tr>
      <w:tr w:rsidR="002F5EDD" w:rsidRPr="00A44639" w:rsidTr="00A777E2">
        <w:tc>
          <w:tcPr>
            <w:tcW w:w="661" w:type="dxa"/>
          </w:tcPr>
          <w:p w:rsidR="002F5EDD" w:rsidRPr="00A44639" w:rsidRDefault="002F5EDD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1.6.</w:t>
            </w:r>
          </w:p>
        </w:tc>
        <w:tc>
          <w:tcPr>
            <w:tcW w:w="5906" w:type="dxa"/>
          </w:tcPr>
          <w:p w:rsidR="002F5EDD" w:rsidRDefault="002F5EDD" w:rsidP="002101C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Викторина «</w:t>
            </w:r>
            <w:r>
              <w:rPr>
                <w:sz w:val="28"/>
                <w:szCs w:val="28"/>
              </w:rPr>
              <w:t>Кубанские страницы истории</w:t>
            </w:r>
            <w:r w:rsidRPr="00A44639">
              <w:rPr>
                <w:sz w:val="28"/>
                <w:szCs w:val="28"/>
              </w:rPr>
              <w:t>»</w:t>
            </w:r>
          </w:p>
          <w:p w:rsidR="002F5EDD" w:rsidRPr="00A44639" w:rsidRDefault="002F5EDD" w:rsidP="002101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Поздравление малолетних узников войны с днем станицы</w:t>
            </w:r>
          </w:p>
        </w:tc>
        <w:tc>
          <w:tcPr>
            <w:tcW w:w="3055" w:type="dxa"/>
            <w:gridSpan w:val="2"/>
          </w:tcPr>
          <w:p w:rsidR="002F5EDD" w:rsidRDefault="002F5EDD" w:rsidP="008B24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</w:t>
            </w:r>
            <w:r w:rsidRPr="00A44639">
              <w:rPr>
                <w:sz w:val="28"/>
                <w:szCs w:val="28"/>
              </w:rPr>
              <w:t>00</w:t>
            </w:r>
          </w:p>
          <w:p w:rsidR="002F5EDD" w:rsidRPr="00A44639" w:rsidRDefault="002F5EDD" w:rsidP="008B2447">
            <w:pPr>
              <w:jc w:val="center"/>
              <w:rPr>
                <w:sz w:val="28"/>
                <w:szCs w:val="28"/>
              </w:rPr>
            </w:pPr>
          </w:p>
        </w:tc>
      </w:tr>
      <w:tr w:rsidR="002F5EDD" w:rsidRPr="00A44639" w:rsidTr="00A777E2">
        <w:tc>
          <w:tcPr>
            <w:tcW w:w="661" w:type="dxa"/>
          </w:tcPr>
          <w:p w:rsidR="002F5EDD" w:rsidRPr="00A44639" w:rsidRDefault="002F5EDD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1.8.</w:t>
            </w:r>
          </w:p>
        </w:tc>
        <w:tc>
          <w:tcPr>
            <w:tcW w:w="5906" w:type="dxa"/>
          </w:tcPr>
          <w:p w:rsidR="002F5EDD" w:rsidRDefault="002F5E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Поздравление на дому вдов воинов, не вернувшихся с войны.</w:t>
            </w:r>
          </w:p>
          <w:p w:rsidR="002F5EDD" w:rsidRDefault="002F5E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Поздравление ветеранов ВОВ с праздником Победы.</w:t>
            </w:r>
          </w:p>
          <w:p w:rsidR="002F5EDD" w:rsidRDefault="002F5E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Встреча с пожилым человеком в день пожилого человека.</w:t>
            </w:r>
          </w:p>
          <w:p w:rsidR="002F5EDD" w:rsidRPr="008B2447" w:rsidRDefault="002F5E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Поздравление на дому участников военных действий в Афганистане, Чечне с Рождеством.</w:t>
            </w:r>
          </w:p>
        </w:tc>
        <w:tc>
          <w:tcPr>
            <w:tcW w:w="3055" w:type="dxa"/>
            <w:gridSpan w:val="2"/>
          </w:tcPr>
          <w:p w:rsidR="002F5EDD" w:rsidRDefault="002F5EDD" w:rsidP="008B24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3 400</w:t>
            </w:r>
          </w:p>
          <w:p w:rsidR="002F5EDD" w:rsidRPr="00A44639" w:rsidRDefault="002F5EDD" w:rsidP="00E46A3C">
            <w:pPr>
              <w:rPr>
                <w:sz w:val="28"/>
                <w:szCs w:val="28"/>
              </w:rPr>
            </w:pPr>
          </w:p>
        </w:tc>
      </w:tr>
      <w:tr w:rsidR="002F5EDD" w:rsidRPr="00A44639">
        <w:tc>
          <w:tcPr>
            <w:tcW w:w="9622" w:type="dxa"/>
            <w:gridSpan w:val="4"/>
          </w:tcPr>
          <w:p w:rsidR="002F5EDD" w:rsidRPr="00A44639" w:rsidRDefault="002F5EDD" w:rsidP="00590221">
            <w:pPr>
              <w:rPr>
                <w:b/>
                <w:i/>
                <w:sz w:val="28"/>
                <w:szCs w:val="28"/>
              </w:rPr>
            </w:pPr>
            <w:r w:rsidRPr="00A44639">
              <w:rPr>
                <w:b/>
                <w:i/>
                <w:sz w:val="28"/>
                <w:szCs w:val="28"/>
              </w:rPr>
              <w:t xml:space="preserve">ИТОГО:                                                                      </w:t>
            </w:r>
            <w:r>
              <w:rPr>
                <w:b/>
                <w:i/>
                <w:sz w:val="28"/>
                <w:szCs w:val="28"/>
              </w:rPr>
              <w:t xml:space="preserve">                                     17  900</w:t>
            </w:r>
          </w:p>
        </w:tc>
      </w:tr>
      <w:tr w:rsidR="002F5EDD" w:rsidRPr="00A44639">
        <w:tc>
          <w:tcPr>
            <w:tcW w:w="9622" w:type="dxa"/>
            <w:gridSpan w:val="4"/>
          </w:tcPr>
          <w:p w:rsidR="002F5EDD" w:rsidRPr="00A44639" w:rsidRDefault="002F5EDD" w:rsidP="00191427">
            <w:pPr>
              <w:numPr>
                <w:ilvl w:val="0"/>
                <w:numId w:val="11"/>
              </w:numPr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Поддержка интеллектуального, творческого</w:t>
            </w:r>
          </w:p>
          <w:p w:rsidR="002F5EDD" w:rsidRPr="00A44639" w:rsidRDefault="002F5EDD" w:rsidP="00E94617">
            <w:pPr>
              <w:ind w:left="720"/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и спортивного развития молодежи</w:t>
            </w:r>
          </w:p>
        </w:tc>
      </w:tr>
      <w:tr w:rsidR="002F5EDD" w:rsidRPr="00A44639" w:rsidTr="00E1765F">
        <w:tc>
          <w:tcPr>
            <w:tcW w:w="661" w:type="dxa"/>
          </w:tcPr>
          <w:p w:rsidR="002F5EDD" w:rsidRPr="00A44639" w:rsidRDefault="002F5EDD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2.1.</w:t>
            </w:r>
          </w:p>
        </w:tc>
        <w:tc>
          <w:tcPr>
            <w:tcW w:w="5968" w:type="dxa"/>
            <w:gridSpan w:val="2"/>
          </w:tcPr>
          <w:p w:rsidR="002F5EDD" w:rsidRPr="00A44639" w:rsidRDefault="002F5EDD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 xml:space="preserve">Поддержка  деятельности молодежных </w:t>
            </w:r>
            <w:r>
              <w:rPr>
                <w:sz w:val="28"/>
                <w:szCs w:val="28"/>
              </w:rPr>
              <w:t xml:space="preserve">клубных  объединений </w:t>
            </w:r>
            <w:r w:rsidRPr="00A44639">
              <w:rPr>
                <w:sz w:val="28"/>
                <w:szCs w:val="28"/>
              </w:rPr>
              <w:t>(участие в станичных, районных и</w:t>
            </w:r>
            <w:r>
              <w:rPr>
                <w:sz w:val="28"/>
                <w:szCs w:val="28"/>
              </w:rPr>
              <w:t xml:space="preserve"> краевых мероприятиях: акции,</w:t>
            </w:r>
            <w:r w:rsidRPr="00A44639">
              <w:rPr>
                <w:sz w:val="28"/>
                <w:szCs w:val="28"/>
              </w:rPr>
              <w:t xml:space="preserve">  слеты), клуб</w:t>
            </w:r>
            <w:r>
              <w:rPr>
                <w:sz w:val="28"/>
                <w:szCs w:val="28"/>
              </w:rPr>
              <w:t>ы</w:t>
            </w:r>
            <w:r w:rsidRPr="00A44639">
              <w:rPr>
                <w:sz w:val="28"/>
                <w:szCs w:val="28"/>
              </w:rPr>
              <w:t xml:space="preserve"> по интересам:</w:t>
            </w:r>
          </w:p>
          <w:p w:rsidR="002F5EDD" w:rsidRPr="00A44639" w:rsidRDefault="002F5EDD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 xml:space="preserve">- интеллектуальный клуб «Что? Где? </w:t>
            </w:r>
            <w:r>
              <w:rPr>
                <w:sz w:val="28"/>
                <w:szCs w:val="28"/>
              </w:rPr>
              <w:t xml:space="preserve">  </w:t>
            </w:r>
            <w:r w:rsidRPr="00A44639">
              <w:rPr>
                <w:sz w:val="28"/>
                <w:szCs w:val="28"/>
              </w:rPr>
              <w:t>Когда?»</w:t>
            </w:r>
            <w:r>
              <w:rPr>
                <w:sz w:val="28"/>
                <w:szCs w:val="28"/>
              </w:rPr>
              <w:t xml:space="preserve"> </w:t>
            </w:r>
          </w:p>
          <w:p w:rsidR="002F5EDD" w:rsidRPr="00A44639" w:rsidRDefault="002F5EDD" w:rsidP="00E1063A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- турклуб «Эльбрус»</w:t>
            </w:r>
          </w:p>
          <w:p w:rsidR="002F5EDD" w:rsidRPr="00A44639" w:rsidRDefault="002F5EDD" w:rsidP="00E1063A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- спортивный клуб «Веселый мячик» Празднично-развлекательная программа  «</w:t>
            </w:r>
            <w:r>
              <w:rPr>
                <w:sz w:val="28"/>
                <w:szCs w:val="28"/>
              </w:rPr>
              <w:t>Праздник цветов и сердец</w:t>
            </w:r>
            <w:r w:rsidRPr="00A44639">
              <w:rPr>
                <w:sz w:val="28"/>
                <w:szCs w:val="28"/>
              </w:rPr>
              <w:t>»</w:t>
            </w:r>
          </w:p>
        </w:tc>
        <w:tc>
          <w:tcPr>
            <w:tcW w:w="2993" w:type="dxa"/>
          </w:tcPr>
          <w:p w:rsidR="002F5EDD" w:rsidRPr="00A44639" w:rsidRDefault="002F5E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F5EDD" w:rsidRPr="00A44639" w:rsidRDefault="002F5EDD">
            <w:pPr>
              <w:rPr>
                <w:sz w:val="28"/>
                <w:szCs w:val="28"/>
              </w:rPr>
            </w:pPr>
          </w:p>
          <w:p w:rsidR="002F5EDD" w:rsidRPr="00A44639" w:rsidRDefault="002F5EDD">
            <w:pPr>
              <w:rPr>
                <w:sz w:val="28"/>
                <w:szCs w:val="28"/>
              </w:rPr>
            </w:pPr>
          </w:p>
          <w:p w:rsidR="002F5EDD" w:rsidRPr="00A44639" w:rsidRDefault="002F5EDD">
            <w:pPr>
              <w:rPr>
                <w:sz w:val="28"/>
                <w:szCs w:val="28"/>
              </w:rPr>
            </w:pPr>
          </w:p>
          <w:p w:rsidR="002F5EDD" w:rsidRDefault="002F5EDD" w:rsidP="00E17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8 000</w:t>
            </w:r>
          </w:p>
          <w:p w:rsidR="002F5EDD" w:rsidRPr="00A44639" w:rsidRDefault="002F5EDD">
            <w:pPr>
              <w:rPr>
                <w:sz w:val="28"/>
                <w:szCs w:val="28"/>
              </w:rPr>
            </w:pPr>
          </w:p>
        </w:tc>
      </w:tr>
      <w:tr w:rsidR="002F5EDD" w:rsidRPr="00A44639" w:rsidTr="00E1765F">
        <w:tc>
          <w:tcPr>
            <w:tcW w:w="661" w:type="dxa"/>
          </w:tcPr>
          <w:p w:rsidR="002F5EDD" w:rsidRPr="00A44639" w:rsidRDefault="002F5EDD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2.2.</w:t>
            </w:r>
          </w:p>
        </w:tc>
        <w:tc>
          <w:tcPr>
            <w:tcW w:w="5968" w:type="dxa"/>
            <w:gridSpan w:val="2"/>
          </w:tcPr>
          <w:p w:rsidR="002F5EDD" w:rsidRDefault="002F5EDD" w:rsidP="002101C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Конкурсная программа «</w:t>
            </w:r>
            <w:r>
              <w:rPr>
                <w:sz w:val="28"/>
                <w:szCs w:val="28"/>
              </w:rPr>
              <w:t>Делай как я</w:t>
            </w:r>
            <w:r w:rsidRPr="00A44639">
              <w:rPr>
                <w:sz w:val="28"/>
                <w:szCs w:val="28"/>
              </w:rPr>
              <w:t>» - Всемирный день танца</w:t>
            </w:r>
          </w:p>
          <w:p w:rsidR="002F5EDD" w:rsidRDefault="002F5EDD" w:rsidP="002101C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Спортивные таланты</w:t>
            </w:r>
            <w:r w:rsidRPr="00A44639">
              <w:rPr>
                <w:sz w:val="28"/>
                <w:szCs w:val="28"/>
              </w:rPr>
              <w:t>» - Всемирный день здоровья</w:t>
            </w:r>
          </w:p>
          <w:p w:rsidR="002F5EDD" w:rsidRPr="00A44639" w:rsidRDefault="002F5EDD" w:rsidP="002101CF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Викторина «</w:t>
            </w:r>
            <w:r>
              <w:rPr>
                <w:sz w:val="28"/>
                <w:szCs w:val="28"/>
              </w:rPr>
              <w:t>Вечер Веселых Вопросов</w:t>
            </w:r>
            <w:r w:rsidRPr="00A44639">
              <w:rPr>
                <w:sz w:val="28"/>
                <w:szCs w:val="28"/>
              </w:rPr>
              <w:t>»</w:t>
            </w:r>
          </w:p>
        </w:tc>
        <w:tc>
          <w:tcPr>
            <w:tcW w:w="2993" w:type="dxa"/>
          </w:tcPr>
          <w:p w:rsidR="002F5EDD" w:rsidRPr="00A44639" w:rsidRDefault="002F5EDD" w:rsidP="00A777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  <w:r w:rsidRPr="00A44639">
              <w:rPr>
                <w:sz w:val="28"/>
                <w:szCs w:val="28"/>
              </w:rPr>
              <w:t>000</w:t>
            </w:r>
          </w:p>
        </w:tc>
      </w:tr>
      <w:tr w:rsidR="002F5EDD" w:rsidRPr="00A44639" w:rsidTr="00E1765F">
        <w:tc>
          <w:tcPr>
            <w:tcW w:w="661" w:type="dxa"/>
          </w:tcPr>
          <w:p w:rsidR="002F5EDD" w:rsidRPr="00A44639" w:rsidRDefault="002F5EDD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2.4.</w:t>
            </w:r>
          </w:p>
        </w:tc>
        <w:tc>
          <w:tcPr>
            <w:tcW w:w="5968" w:type="dxa"/>
            <w:gridSpan w:val="2"/>
          </w:tcPr>
          <w:p w:rsidR="002F5EDD" w:rsidRPr="00A44639" w:rsidRDefault="002F5EDD" w:rsidP="00BB1FF4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Молодежный праздник </w:t>
            </w:r>
            <w:r w:rsidRPr="00A44639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Начало важного пути</w:t>
            </w:r>
            <w:r w:rsidRPr="00A44639">
              <w:rPr>
                <w:sz w:val="28"/>
                <w:szCs w:val="28"/>
              </w:rPr>
              <w:t>»</w:t>
            </w:r>
          </w:p>
        </w:tc>
        <w:tc>
          <w:tcPr>
            <w:tcW w:w="2993" w:type="dxa"/>
          </w:tcPr>
          <w:p w:rsidR="002F5EDD" w:rsidRPr="00A44639" w:rsidRDefault="002F5EDD" w:rsidP="00E17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</w:t>
            </w:r>
            <w:r w:rsidRPr="00A44639">
              <w:rPr>
                <w:sz w:val="28"/>
                <w:szCs w:val="28"/>
              </w:rPr>
              <w:t>00</w:t>
            </w:r>
          </w:p>
          <w:p w:rsidR="002F5EDD" w:rsidRPr="00A44639" w:rsidRDefault="002F5EDD" w:rsidP="00E1765F">
            <w:pPr>
              <w:jc w:val="center"/>
              <w:rPr>
                <w:sz w:val="28"/>
                <w:szCs w:val="28"/>
              </w:rPr>
            </w:pPr>
          </w:p>
        </w:tc>
      </w:tr>
      <w:tr w:rsidR="002F5EDD" w:rsidRPr="00A44639" w:rsidTr="00E1765F">
        <w:tc>
          <w:tcPr>
            <w:tcW w:w="661" w:type="dxa"/>
          </w:tcPr>
          <w:p w:rsidR="002F5EDD" w:rsidRPr="00A44639" w:rsidRDefault="002F5EDD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2.5.</w:t>
            </w:r>
          </w:p>
        </w:tc>
        <w:tc>
          <w:tcPr>
            <w:tcW w:w="5968" w:type="dxa"/>
            <w:gridSpan w:val="2"/>
          </w:tcPr>
          <w:p w:rsidR="002F5EDD" w:rsidRPr="00A44639" w:rsidRDefault="002F5EDD" w:rsidP="00BB1FF4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Празднично-развлекательная программа «</w:t>
            </w:r>
            <w:r>
              <w:rPr>
                <w:sz w:val="28"/>
                <w:szCs w:val="28"/>
              </w:rPr>
              <w:t>Ромашковое лето</w:t>
            </w:r>
            <w:r w:rsidRPr="00A44639">
              <w:rPr>
                <w:sz w:val="28"/>
                <w:szCs w:val="28"/>
              </w:rPr>
              <w:t>» - День семьи, любви и верности</w:t>
            </w:r>
          </w:p>
        </w:tc>
        <w:tc>
          <w:tcPr>
            <w:tcW w:w="2993" w:type="dxa"/>
          </w:tcPr>
          <w:p w:rsidR="002F5EDD" w:rsidRPr="00A44639" w:rsidRDefault="002F5EDD" w:rsidP="00E1765F">
            <w:pPr>
              <w:jc w:val="center"/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A44639">
              <w:rPr>
                <w:sz w:val="28"/>
                <w:szCs w:val="28"/>
              </w:rPr>
              <w:t>000</w:t>
            </w:r>
          </w:p>
        </w:tc>
      </w:tr>
      <w:tr w:rsidR="002F5EDD" w:rsidRPr="00A44639" w:rsidTr="000D396D">
        <w:tc>
          <w:tcPr>
            <w:tcW w:w="9622" w:type="dxa"/>
            <w:gridSpan w:val="4"/>
          </w:tcPr>
          <w:p w:rsidR="002F5EDD" w:rsidRPr="00A44639" w:rsidRDefault="002F5EDD">
            <w:pPr>
              <w:rPr>
                <w:b/>
                <w:i/>
                <w:sz w:val="28"/>
                <w:szCs w:val="28"/>
              </w:rPr>
            </w:pPr>
            <w:r w:rsidRPr="00A44639">
              <w:rPr>
                <w:b/>
                <w:i/>
                <w:sz w:val="28"/>
                <w:szCs w:val="28"/>
              </w:rPr>
              <w:t>ИТОГ</w:t>
            </w:r>
            <w:r>
              <w:rPr>
                <w:b/>
                <w:i/>
                <w:sz w:val="28"/>
                <w:szCs w:val="28"/>
              </w:rPr>
              <w:t>О :                                                                                                           33 00</w:t>
            </w:r>
            <w:r w:rsidRPr="00A44639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2F5EDD" w:rsidRPr="00A44639">
        <w:tc>
          <w:tcPr>
            <w:tcW w:w="9622" w:type="dxa"/>
            <w:gridSpan w:val="4"/>
          </w:tcPr>
          <w:p w:rsidR="002F5EDD" w:rsidRDefault="002F5EDD" w:rsidP="00F75C04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Пропаганда негативного отношения молодежи к алкоголю, наркотиче</w:t>
            </w:r>
            <w:r>
              <w:rPr>
                <w:b/>
                <w:sz w:val="28"/>
                <w:szCs w:val="28"/>
              </w:rPr>
              <w:t>ским средствам и табакокурению.</w:t>
            </w:r>
          </w:p>
          <w:p w:rsidR="002F5EDD" w:rsidRPr="00A44639" w:rsidRDefault="002F5EDD" w:rsidP="00E1765F">
            <w:pPr>
              <w:ind w:left="7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</w:t>
            </w:r>
            <w:r w:rsidRPr="00A44639">
              <w:rPr>
                <w:b/>
                <w:sz w:val="28"/>
                <w:szCs w:val="28"/>
              </w:rPr>
              <w:t>Пропаганда ЗОЖ в молодежной среде.</w:t>
            </w:r>
          </w:p>
        </w:tc>
      </w:tr>
      <w:tr w:rsidR="002F5EDD" w:rsidRPr="00A44639" w:rsidTr="00D85F6C">
        <w:tc>
          <w:tcPr>
            <w:tcW w:w="661" w:type="dxa"/>
          </w:tcPr>
          <w:p w:rsidR="002F5EDD" w:rsidRPr="00A44639" w:rsidRDefault="002F5EDD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3.2.</w:t>
            </w:r>
          </w:p>
        </w:tc>
        <w:tc>
          <w:tcPr>
            <w:tcW w:w="5906" w:type="dxa"/>
          </w:tcPr>
          <w:p w:rsidR="002F5EDD" w:rsidRDefault="002F5EDD" w:rsidP="00325E26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Акция «</w:t>
            </w:r>
            <w:r>
              <w:rPr>
                <w:sz w:val="28"/>
                <w:szCs w:val="28"/>
              </w:rPr>
              <w:t xml:space="preserve">Мы против </w:t>
            </w:r>
            <w:r w:rsidRPr="00A44639">
              <w:rPr>
                <w:sz w:val="28"/>
                <w:szCs w:val="28"/>
              </w:rPr>
              <w:t>курения</w:t>
            </w:r>
            <w:r>
              <w:rPr>
                <w:sz w:val="28"/>
                <w:szCs w:val="28"/>
              </w:rPr>
              <w:t>!</w:t>
            </w:r>
            <w:r w:rsidRPr="00A44639">
              <w:rPr>
                <w:sz w:val="28"/>
                <w:szCs w:val="28"/>
              </w:rPr>
              <w:t xml:space="preserve">» </w:t>
            </w:r>
          </w:p>
          <w:p w:rsidR="002F5EDD" w:rsidRPr="00A44639" w:rsidRDefault="002F5EDD" w:rsidP="00325E26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Изготовление и размещение социальной рекламы</w:t>
            </w:r>
          </w:p>
        </w:tc>
        <w:tc>
          <w:tcPr>
            <w:tcW w:w="3055" w:type="dxa"/>
            <w:gridSpan w:val="2"/>
          </w:tcPr>
          <w:p w:rsidR="002F5EDD" w:rsidRDefault="002F5EDD" w:rsidP="00E1765F">
            <w:pPr>
              <w:jc w:val="center"/>
              <w:rPr>
                <w:sz w:val="28"/>
                <w:szCs w:val="28"/>
              </w:rPr>
            </w:pPr>
          </w:p>
          <w:p w:rsidR="002F5EDD" w:rsidRPr="00A44639" w:rsidRDefault="002F5EDD" w:rsidP="00E17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</w:t>
            </w:r>
            <w:r w:rsidRPr="00A44639">
              <w:rPr>
                <w:sz w:val="28"/>
                <w:szCs w:val="28"/>
              </w:rPr>
              <w:t>00</w:t>
            </w:r>
          </w:p>
          <w:p w:rsidR="002F5EDD" w:rsidRPr="00A44639" w:rsidRDefault="002F5EDD" w:rsidP="002201AF">
            <w:pPr>
              <w:rPr>
                <w:sz w:val="28"/>
                <w:szCs w:val="28"/>
              </w:rPr>
            </w:pPr>
          </w:p>
        </w:tc>
      </w:tr>
      <w:tr w:rsidR="002F5EDD" w:rsidRPr="00A44639" w:rsidTr="00486A2F">
        <w:trPr>
          <w:trHeight w:val="4293"/>
        </w:trPr>
        <w:tc>
          <w:tcPr>
            <w:tcW w:w="661" w:type="dxa"/>
          </w:tcPr>
          <w:p w:rsidR="002F5EDD" w:rsidRPr="00A44639" w:rsidRDefault="002F5EDD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3.3.</w:t>
            </w:r>
          </w:p>
        </w:tc>
        <w:tc>
          <w:tcPr>
            <w:tcW w:w="5906" w:type="dxa"/>
          </w:tcPr>
          <w:p w:rsidR="002F5EDD" w:rsidRDefault="002F5EDD" w:rsidP="00E70687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Мероприятия,</w:t>
            </w:r>
            <w:r>
              <w:rPr>
                <w:sz w:val="28"/>
                <w:szCs w:val="28"/>
              </w:rPr>
              <w:t xml:space="preserve"> направленные на пропаганду ЗОЖ, профилактику</w:t>
            </w:r>
            <w:r w:rsidRPr="00A44639">
              <w:rPr>
                <w:sz w:val="28"/>
                <w:szCs w:val="28"/>
              </w:rPr>
              <w:t xml:space="preserve"> безнадзорности и правонарушений несовершеннолетних</w:t>
            </w:r>
          </w:p>
          <w:p w:rsidR="002F5EDD" w:rsidRPr="00A44639" w:rsidRDefault="002F5EDD" w:rsidP="00E70687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- круглые столы</w:t>
            </w:r>
            <w:r>
              <w:rPr>
                <w:sz w:val="28"/>
                <w:szCs w:val="28"/>
              </w:rPr>
              <w:t>, беседы</w:t>
            </w:r>
            <w:r w:rsidRPr="00A44639">
              <w:rPr>
                <w:sz w:val="28"/>
                <w:szCs w:val="28"/>
              </w:rPr>
              <w:br/>
              <w:t>- молодежные вечера отдых</w:t>
            </w:r>
            <w:r>
              <w:rPr>
                <w:sz w:val="28"/>
                <w:szCs w:val="28"/>
              </w:rPr>
              <w:t>а</w:t>
            </w:r>
          </w:p>
          <w:p w:rsidR="002F5EDD" w:rsidRPr="00A44639" w:rsidRDefault="002F5EDD" w:rsidP="00E70687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- акции</w:t>
            </w:r>
          </w:p>
          <w:p w:rsidR="002F5EDD" w:rsidRDefault="002F5EDD" w:rsidP="00AD2F15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- спортивные соревнования</w:t>
            </w:r>
          </w:p>
          <w:p w:rsidR="002F5EDD" w:rsidRDefault="002F5EDD" w:rsidP="00AD2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«Праздник здоровья» игра – соревнование.</w:t>
            </w:r>
          </w:p>
          <w:p w:rsidR="002F5EDD" w:rsidRDefault="002F5EDD" w:rsidP="00AD2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«Наркотики нашими глазами» - конкурс слайд-шоу.</w:t>
            </w:r>
          </w:p>
          <w:p w:rsidR="002F5EDD" w:rsidRDefault="002F5EDD" w:rsidP="00AD2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Викторина «Будущее – по нашим правилам».</w:t>
            </w:r>
          </w:p>
          <w:p w:rsidR="002F5EDD" w:rsidRDefault="002F5EDD" w:rsidP="00AD2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Акция «Цветное настроение»</w:t>
            </w:r>
          </w:p>
          <w:p w:rsidR="002F5EDD" w:rsidRPr="00A44639" w:rsidRDefault="002F5EDD" w:rsidP="00AD2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День борьбы с наркоманией </w:t>
            </w:r>
          </w:p>
        </w:tc>
        <w:tc>
          <w:tcPr>
            <w:tcW w:w="3055" w:type="dxa"/>
            <w:gridSpan w:val="2"/>
          </w:tcPr>
          <w:p w:rsidR="002F5EDD" w:rsidRDefault="002F5EDD" w:rsidP="00E1765F">
            <w:pPr>
              <w:jc w:val="center"/>
              <w:rPr>
                <w:sz w:val="28"/>
                <w:szCs w:val="28"/>
              </w:rPr>
            </w:pPr>
          </w:p>
          <w:p w:rsidR="002F5EDD" w:rsidRPr="00A44639" w:rsidRDefault="002F5EDD" w:rsidP="00E17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6 000</w:t>
            </w:r>
          </w:p>
        </w:tc>
      </w:tr>
      <w:tr w:rsidR="002F5EDD" w:rsidRPr="00A44639" w:rsidTr="00241C14">
        <w:tc>
          <w:tcPr>
            <w:tcW w:w="9622" w:type="dxa"/>
            <w:gridSpan w:val="4"/>
          </w:tcPr>
          <w:p w:rsidR="002F5EDD" w:rsidRPr="00A44639" w:rsidRDefault="002F5EDD" w:rsidP="00E1765F">
            <w:pPr>
              <w:rPr>
                <w:b/>
                <w:i/>
                <w:sz w:val="28"/>
                <w:szCs w:val="28"/>
              </w:rPr>
            </w:pPr>
            <w:r w:rsidRPr="00A44639">
              <w:rPr>
                <w:b/>
                <w:i/>
                <w:sz w:val="28"/>
                <w:szCs w:val="28"/>
              </w:rPr>
              <w:t>ИТОГО</w:t>
            </w:r>
            <w:r>
              <w:rPr>
                <w:b/>
                <w:i/>
                <w:sz w:val="28"/>
                <w:szCs w:val="28"/>
              </w:rPr>
              <w:t>:                                                                                                          12  5</w:t>
            </w:r>
            <w:r w:rsidRPr="00A44639">
              <w:rPr>
                <w:b/>
                <w:i/>
                <w:sz w:val="28"/>
                <w:szCs w:val="28"/>
              </w:rPr>
              <w:t>00</w:t>
            </w:r>
          </w:p>
        </w:tc>
      </w:tr>
      <w:tr w:rsidR="002F5EDD" w:rsidRPr="00A44639">
        <w:tc>
          <w:tcPr>
            <w:tcW w:w="9622" w:type="dxa"/>
            <w:gridSpan w:val="4"/>
          </w:tcPr>
          <w:p w:rsidR="002F5EDD" w:rsidRPr="00A44639" w:rsidRDefault="002F5EDD" w:rsidP="00A44639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Социальное обслуживание молодежи</w:t>
            </w:r>
            <w:r>
              <w:rPr>
                <w:b/>
                <w:sz w:val="28"/>
                <w:szCs w:val="28"/>
              </w:rPr>
              <w:t xml:space="preserve"> и молодых семей.</w:t>
            </w:r>
          </w:p>
        </w:tc>
      </w:tr>
      <w:tr w:rsidR="002F5EDD" w:rsidRPr="00A44639" w:rsidTr="006B2A17">
        <w:tc>
          <w:tcPr>
            <w:tcW w:w="661" w:type="dxa"/>
          </w:tcPr>
          <w:p w:rsidR="002F5EDD" w:rsidRPr="00A44639" w:rsidRDefault="002F5EDD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4.1.</w:t>
            </w:r>
          </w:p>
        </w:tc>
        <w:tc>
          <w:tcPr>
            <w:tcW w:w="5906" w:type="dxa"/>
          </w:tcPr>
          <w:p w:rsidR="002F5EDD" w:rsidRPr="00A44639" w:rsidRDefault="002F5EDD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Акция «Дед Мороз в каждый дом»</w:t>
            </w:r>
          </w:p>
        </w:tc>
        <w:tc>
          <w:tcPr>
            <w:tcW w:w="3055" w:type="dxa"/>
            <w:gridSpan w:val="2"/>
            <w:vMerge w:val="restart"/>
          </w:tcPr>
          <w:p w:rsidR="002F5EDD" w:rsidRPr="00A44639" w:rsidRDefault="002F5EDD" w:rsidP="00E17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26 034,57</w:t>
            </w:r>
          </w:p>
          <w:p w:rsidR="002F5EDD" w:rsidRPr="00A44639" w:rsidRDefault="002F5EDD" w:rsidP="00E1765F">
            <w:pPr>
              <w:jc w:val="center"/>
              <w:rPr>
                <w:sz w:val="28"/>
                <w:szCs w:val="28"/>
              </w:rPr>
            </w:pPr>
          </w:p>
        </w:tc>
      </w:tr>
      <w:tr w:rsidR="002F5EDD" w:rsidRPr="00A44639" w:rsidTr="00776033">
        <w:tc>
          <w:tcPr>
            <w:tcW w:w="661" w:type="dxa"/>
          </w:tcPr>
          <w:p w:rsidR="002F5EDD" w:rsidRPr="00A44639" w:rsidRDefault="002F5EDD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4.2.</w:t>
            </w:r>
          </w:p>
        </w:tc>
        <w:tc>
          <w:tcPr>
            <w:tcW w:w="5906" w:type="dxa"/>
          </w:tcPr>
          <w:p w:rsidR="002F5EDD" w:rsidRPr="00A44639" w:rsidRDefault="002F5EDD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Акция «Добро в подарок»</w:t>
            </w:r>
            <w:r>
              <w:rPr>
                <w:sz w:val="28"/>
                <w:szCs w:val="28"/>
              </w:rPr>
              <w:t xml:space="preserve">. </w:t>
            </w:r>
            <w:r w:rsidRPr="00A44639">
              <w:rPr>
                <w:sz w:val="28"/>
                <w:szCs w:val="28"/>
              </w:rPr>
              <w:t>Индивидуальное сопровождение подростков</w:t>
            </w:r>
            <w:r>
              <w:rPr>
                <w:sz w:val="28"/>
                <w:szCs w:val="28"/>
              </w:rPr>
              <w:t xml:space="preserve"> и молодежи</w:t>
            </w:r>
            <w:r w:rsidRPr="00A44639">
              <w:rPr>
                <w:sz w:val="28"/>
                <w:szCs w:val="28"/>
              </w:rPr>
              <w:t>, оказавшихся в трудной жизненной ситуации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3055" w:type="dxa"/>
            <w:gridSpan w:val="2"/>
            <w:vMerge/>
          </w:tcPr>
          <w:p w:rsidR="002F5EDD" w:rsidRPr="00A44639" w:rsidRDefault="002F5EDD" w:rsidP="00E1765F">
            <w:pPr>
              <w:jc w:val="center"/>
              <w:rPr>
                <w:sz w:val="28"/>
                <w:szCs w:val="28"/>
              </w:rPr>
            </w:pPr>
          </w:p>
        </w:tc>
      </w:tr>
      <w:tr w:rsidR="002F5EDD" w:rsidRPr="00A44639" w:rsidTr="003A639D">
        <w:tc>
          <w:tcPr>
            <w:tcW w:w="9622" w:type="dxa"/>
            <w:gridSpan w:val="4"/>
          </w:tcPr>
          <w:p w:rsidR="002F5EDD" w:rsidRPr="00A44639" w:rsidRDefault="002F5EDD" w:rsidP="00E1765F">
            <w:pPr>
              <w:rPr>
                <w:b/>
                <w:i/>
                <w:sz w:val="28"/>
                <w:szCs w:val="28"/>
              </w:rPr>
            </w:pPr>
            <w:r w:rsidRPr="00A44639">
              <w:rPr>
                <w:b/>
                <w:i/>
                <w:sz w:val="28"/>
                <w:szCs w:val="28"/>
              </w:rPr>
              <w:t>ИТОГО</w:t>
            </w:r>
            <w:r>
              <w:rPr>
                <w:b/>
                <w:i/>
                <w:sz w:val="28"/>
                <w:szCs w:val="28"/>
              </w:rPr>
              <w:t>:                                                                                                           26 034,</w:t>
            </w:r>
          </w:p>
        </w:tc>
      </w:tr>
      <w:tr w:rsidR="002F5EDD" w:rsidRPr="00A44639">
        <w:tc>
          <w:tcPr>
            <w:tcW w:w="9622" w:type="dxa"/>
            <w:gridSpan w:val="4"/>
          </w:tcPr>
          <w:p w:rsidR="002F5EDD" w:rsidRPr="00A44639" w:rsidRDefault="002F5EDD" w:rsidP="00A03B5F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Реализация краевой целевой программы «Дети Кубани»</w:t>
            </w:r>
          </w:p>
          <w:p w:rsidR="002F5EDD" w:rsidRPr="00A44639" w:rsidRDefault="002F5EDD" w:rsidP="00A03B5F">
            <w:pPr>
              <w:ind w:left="720"/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Подпрограмма «Молодежный летний отдых»</w:t>
            </w:r>
          </w:p>
        </w:tc>
      </w:tr>
      <w:tr w:rsidR="002F5EDD" w:rsidRPr="00A44639" w:rsidTr="007D3435">
        <w:tc>
          <w:tcPr>
            <w:tcW w:w="661" w:type="dxa"/>
          </w:tcPr>
          <w:p w:rsidR="002F5EDD" w:rsidRPr="00A44639" w:rsidRDefault="002F5EDD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5.1.</w:t>
            </w:r>
          </w:p>
        </w:tc>
        <w:tc>
          <w:tcPr>
            <w:tcW w:w="5906" w:type="dxa"/>
          </w:tcPr>
          <w:p w:rsidR="002F5EDD" w:rsidRPr="00A44639" w:rsidRDefault="002F5EDD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 xml:space="preserve">Организация и проведение </w:t>
            </w:r>
            <w:r>
              <w:rPr>
                <w:sz w:val="28"/>
                <w:szCs w:val="28"/>
              </w:rPr>
              <w:t xml:space="preserve">молодежной, дворовой, досуговой, </w:t>
            </w:r>
            <w:r w:rsidRPr="00A44639">
              <w:rPr>
                <w:sz w:val="28"/>
                <w:szCs w:val="28"/>
              </w:rPr>
              <w:t>спортивно-оздоровительной площадки для</w:t>
            </w:r>
            <w:r>
              <w:rPr>
                <w:sz w:val="28"/>
                <w:szCs w:val="28"/>
              </w:rPr>
              <w:t xml:space="preserve"> </w:t>
            </w:r>
            <w:r w:rsidRPr="00A44639">
              <w:rPr>
                <w:sz w:val="28"/>
                <w:szCs w:val="28"/>
              </w:rPr>
              <w:t xml:space="preserve">подростков </w:t>
            </w:r>
            <w:r>
              <w:rPr>
                <w:sz w:val="28"/>
                <w:szCs w:val="28"/>
              </w:rPr>
              <w:t xml:space="preserve">и молодежи </w:t>
            </w:r>
            <w:r w:rsidRPr="00A44639">
              <w:rPr>
                <w:sz w:val="28"/>
                <w:szCs w:val="28"/>
              </w:rPr>
              <w:t>станицы:</w:t>
            </w:r>
          </w:p>
          <w:p w:rsidR="002F5EDD" w:rsidRPr="00A44639" w:rsidRDefault="002F5EDD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 xml:space="preserve">- оплата </w:t>
            </w:r>
            <w:r>
              <w:rPr>
                <w:sz w:val="28"/>
                <w:szCs w:val="28"/>
              </w:rPr>
              <w:t>педагогу-организатору по договору</w:t>
            </w:r>
            <w:r w:rsidRPr="00A44639">
              <w:rPr>
                <w:sz w:val="28"/>
                <w:szCs w:val="28"/>
              </w:rPr>
              <w:t xml:space="preserve"> гражданско-правового характера</w:t>
            </w:r>
            <w:r>
              <w:rPr>
                <w:sz w:val="28"/>
                <w:szCs w:val="28"/>
              </w:rPr>
              <w:t xml:space="preserve"> </w:t>
            </w:r>
          </w:p>
          <w:p w:rsidR="002F5EDD" w:rsidRPr="00A44639" w:rsidRDefault="002F5EDD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- приобретение почетных грамот, сувениров, спортивного инвентаря</w:t>
            </w:r>
          </w:p>
        </w:tc>
        <w:tc>
          <w:tcPr>
            <w:tcW w:w="3055" w:type="dxa"/>
            <w:gridSpan w:val="2"/>
          </w:tcPr>
          <w:p w:rsidR="002F5EDD" w:rsidRPr="00A44639" w:rsidRDefault="002F5EDD">
            <w:pPr>
              <w:rPr>
                <w:sz w:val="28"/>
                <w:szCs w:val="28"/>
              </w:rPr>
            </w:pPr>
          </w:p>
          <w:p w:rsidR="002F5EDD" w:rsidRPr="00A44639" w:rsidRDefault="002F5EDD">
            <w:pPr>
              <w:rPr>
                <w:sz w:val="28"/>
                <w:szCs w:val="28"/>
              </w:rPr>
            </w:pPr>
          </w:p>
          <w:p w:rsidR="002F5EDD" w:rsidRDefault="002F5EDD">
            <w:pPr>
              <w:rPr>
                <w:sz w:val="28"/>
                <w:szCs w:val="28"/>
              </w:rPr>
            </w:pPr>
          </w:p>
          <w:p w:rsidR="002F5EDD" w:rsidRPr="00A44639" w:rsidRDefault="002F5EDD">
            <w:pPr>
              <w:rPr>
                <w:sz w:val="28"/>
                <w:szCs w:val="28"/>
              </w:rPr>
            </w:pPr>
          </w:p>
          <w:p w:rsidR="002F5EDD" w:rsidRPr="00A44639" w:rsidRDefault="002F5EDD" w:rsidP="00E17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44 200</w:t>
            </w:r>
          </w:p>
          <w:p w:rsidR="002F5EDD" w:rsidRDefault="002F5EDD">
            <w:pPr>
              <w:rPr>
                <w:sz w:val="28"/>
                <w:szCs w:val="28"/>
              </w:rPr>
            </w:pPr>
          </w:p>
          <w:p w:rsidR="002F5EDD" w:rsidRDefault="002F5EDD">
            <w:pPr>
              <w:rPr>
                <w:sz w:val="28"/>
                <w:szCs w:val="28"/>
              </w:rPr>
            </w:pPr>
          </w:p>
          <w:p w:rsidR="002F5EDD" w:rsidRPr="00A44639" w:rsidRDefault="002F5EDD">
            <w:pPr>
              <w:rPr>
                <w:sz w:val="28"/>
                <w:szCs w:val="28"/>
              </w:rPr>
            </w:pPr>
          </w:p>
        </w:tc>
      </w:tr>
      <w:tr w:rsidR="002F5EDD" w:rsidRPr="00A44639" w:rsidTr="00333290">
        <w:tc>
          <w:tcPr>
            <w:tcW w:w="9622" w:type="dxa"/>
            <w:gridSpan w:val="4"/>
          </w:tcPr>
          <w:p w:rsidR="002F5EDD" w:rsidRPr="00A44639" w:rsidRDefault="002F5EDD">
            <w:pPr>
              <w:rPr>
                <w:b/>
                <w:i/>
                <w:sz w:val="28"/>
                <w:szCs w:val="28"/>
              </w:rPr>
            </w:pPr>
            <w:r w:rsidRPr="00A44639">
              <w:rPr>
                <w:b/>
                <w:i/>
                <w:sz w:val="28"/>
                <w:szCs w:val="28"/>
              </w:rPr>
              <w:t>ИТОГО</w:t>
            </w:r>
            <w:r>
              <w:rPr>
                <w:b/>
                <w:i/>
                <w:sz w:val="28"/>
                <w:szCs w:val="28"/>
              </w:rPr>
              <w:t>:                                                                                                            44 20</w:t>
            </w:r>
            <w:r w:rsidRPr="00A44639">
              <w:rPr>
                <w:b/>
                <w:i/>
                <w:sz w:val="28"/>
                <w:szCs w:val="28"/>
              </w:rPr>
              <w:t>0</w:t>
            </w:r>
          </w:p>
        </w:tc>
      </w:tr>
    </w:tbl>
    <w:p w:rsidR="002F5EDD" w:rsidRDefault="002F5EDD">
      <w:pPr>
        <w:rPr>
          <w:b/>
          <w:sz w:val="28"/>
          <w:szCs w:val="28"/>
        </w:rPr>
      </w:pPr>
    </w:p>
    <w:p w:rsidR="002F5EDD" w:rsidRDefault="002F5EDD">
      <w:pPr>
        <w:rPr>
          <w:b/>
          <w:sz w:val="28"/>
          <w:szCs w:val="28"/>
        </w:rPr>
      </w:pPr>
      <w:r w:rsidRPr="0073171A">
        <w:rPr>
          <w:b/>
          <w:sz w:val="28"/>
          <w:szCs w:val="28"/>
        </w:rPr>
        <w:t>Организация в рамках содействия занятости несовершеннолетних Старотитаровского сельского поселения Темрюкского района</w:t>
      </w:r>
    </w:p>
    <w:p w:rsidR="002F5EDD" w:rsidRDefault="002F5EDD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"/>
        <w:gridCol w:w="3107"/>
        <w:gridCol w:w="796"/>
        <w:gridCol w:w="3119"/>
        <w:gridCol w:w="1911"/>
      </w:tblGrid>
      <w:tr w:rsidR="002F5EDD" w:rsidRPr="003C3E85">
        <w:tc>
          <w:tcPr>
            <w:tcW w:w="638" w:type="dxa"/>
          </w:tcPr>
          <w:p w:rsidR="002F5EDD" w:rsidRPr="003C3E85" w:rsidRDefault="002F5EDD">
            <w:pPr>
              <w:rPr>
                <w:sz w:val="28"/>
                <w:szCs w:val="28"/>
              </w:rPr>
            </w:pPr>
            <w:r w:rsidRPr="003C3E85">
              <w:rPr>
                <w:sz w:val="28"/>
                <w:szCs w:val="28"/>
              </w:rPr>
              <w:t>№</w:t>
            </w:r>
          </w:p>
        </w:tc>
        <w:tc>
          <w:tcPr>
            <w:tcW w:w="3107" w:type="dxa"/>
          </w:tcPr>
          <w:p w:rsidR="002F5EDD" w:rsidRPr="003C3E85" w:rsidRDefault="002F5EDD">
            <w:pPr>
              <w:rPr>
                <w:sz w:val="28"/>
                <w:szCs w:val="28"/>
              </w:rPr>
            </w:pPr>
            <w:r w:rsidRPr="003C3E85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796" w:type="dxa"/>
          </w:tcPr>
          <w:p w:rsidR="002F5EDD" w:rsidRPr="003C3E85" w:rsidRDefault="002F5EDD">
            <w:pPr>
              <w:rPr>
                <w:sz w:val="28"/>
                <w:szCs w:val="28"/>
              </w:rPr>
            </w:pPr>
            <w:r w:rsidRPr="003C3E85">
              <w:rPr>
                <w:sz w:val="28"/>
                <w:szCs w:val="28"/>
              </w:rPr>
              <w:t>кол.-во чел.</w:t>
            </w:r>
          </w:p>
        </w:tc>
        <w:tc>
          <w:tcPr>
            <w:tcW w:w="3119" w:type="dxa"/>
          </w:tcPr>
          <w:p w:rsidR="002F5EDD" w:rsidRPr="003C3E85" w:rsidRDefault="002F5EDD">
            <w:pPr>
              <w:rPr>
                <w:sz w:val="28"/>
                <w:szCs w:val="28"/>
              </w:rPr>
            </w:pPr>
            <w:r w:rsidRPr="003C3E85">
              <w:rPr>
                <w:sz w:val="28"/>
                <w:szCs w:val="28"/>
              </w:rPr>
              <w:t>размер выплаты, руб.</w:t>
            </w:r>
          </w:p>
        </w:tc>
        <w:tc>
          <w:tcPr>
            <w:tcW w:w="1911" w:type="dxa"/>
          </w:tcPr>
          <w:p w:rsidR="002F5EDD" w:rsidRPr="003C3E85" w:rsidRDefault="002F5EDD">
            <w:pPr>
              <w:rPr>
                <w:sz w:val="28"/>
                <w:szCs w:val="28"/>
              </w:rPr>
            </w:pPr>
            <w:r w:rsidRPr="003C3E85">
              <w:rPr>
                <w:sz w:val="28"/>
                <w:szCs w:val="28"/>
              </w:rPr>
              <w:t>всего затрат бюджета на мероприятия, руб.</w:t>
            </w:r>
          </w:p>
        </w:tc>
      </w:tr>
      <w:tr w:rsidR="002F5EDD" w:rsidRPr="003C3E85">
        <w:tc>
          <w:tcPr>
            <w:tcW w:w="638" w:type="dxa"/>
          </w:tcPr>
          <w:p w:rsidR="002F5EDD" w:rsidRPr="003C3E85" w:rsidRDefault="002F5EDD">
            <w:pPr>
              <w:rPr>
                <w:sz w:val="28"/>
                <w:szCs w:val="28"/>
              </w:rPr>
            </w:pPr>
            <w:r w:rsidRPr="003C3E85">
              <w:rPr>
                <w:sz w:val="28"/>
                <w:szCs w:val="28"/>
              </w:rPr>
              <w:t>1.</w:t>
            </w:r>
          </w:p>
        </w:tc>
        <w:tc>
          <w:tcPr>
            <w:tcW w:w="3107" w:type="dxa"/>
          </w:tcPr>
          <w:p w:rsidR="002F5EDD" w:rsidRPr="003C3E85" w:rsidRDefault="002F5EDD">
            <w:pPr>
              <w:rPr>
                <w:sz w:val="28"/>
                <w:szCs w:val="28"/>
              </w:rPr>
            </w:pPr>
            <w:r w:rsidRPr="003C3E85">
              <w:rPr>
                <w:sz w:val="28"/>
                <w:szCs w:val="28"/>
              </w:rPr>
              <w:t>временное трудоустройство подростков</w:t>
            </w:r>
          </w:p>
        </w:tc>
        <w:tc>
          <w:tcPr>
            <w:tcW w:w="796" w:type="dxa"/>
          </w:tcPr>
          <w:p w:rsidR="002F5EDD" w:rsidRPr="003C3E85" w:rsidRDefault="002F5EDD">
            <w:pPr>
              <w:rPr>
                <w:sz w:val="28"/>
                <w:szCs w:val="28"/>
              </w:rPr>
            </w:pPr>
            <w:r w:rsidRPr="003C3E85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</w:tcPr>
          <w:p w:rsidR="002F5EDD" w:rsidRPr="003C3E85" w:rsidRDefault="002F5EDD">
            <w:pPr>
              <w:rPr>
                <w:sz w:val="28"/>
                <w:szCs w:val="28"/>
              </w:rPr>
            </w:pPr>
          </w:p>
        </w:tc>
        <w:tc>
          <w:tcPr>
            <w:tcW w:w="1911" w:type="dxa"/>
          </w:tcPr>
          <w:p w:rsidR="002F5EDD" w:rsidRPr="003C3E85" w:rsidRDefault="002F5EDD">
            <w:pPr>
              <w:rPr>
                <w:sz w:val="28"/>
                <w:szCs w:val="28"/>
              </w:rPr>
            </w:pPr>
            <w:r w:rsidRPr="003C3E85">
              <w:rPr>
                <w:sz w:val="28"/>
                <w:szCs w:val="28"/>
              </w:rPr>
              <w:t>127  900</w:t>
            </w:r>
          </w:p>
        </w:tc>
      </w:tr>
    </w:tbl>
    <w:p w:rsidR="002F5EDD" w:rsidRDefault="002F5EDD">
      <w:pPr>
        <w:rPr>
          <w:sz w:val="28"/>
          <w:szCs w:val="28"/>
        </w:rPr>
      </w:pPr>
    </w:p>
    <w:p w:rsidR="002F5EDD" w:rsidRPr="00C0381C" w:rsidRDefault="002F5EDD" w:rsidP="001D04E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</w:t>
      </w:r>
      <w:r w:rsidRPr="001D04E9">
        <w:rPr>
          <w:b/>
          <w:bCs/>
          <w:sz w:val="28"/>
        </w:rPr>
        <w:t xml:space="preserve"> </w:t>
      </w:r>
      <w:r w:rsidRPr="00DE27BD">
        <w:rPr>
          <w:b/>
          <w:bCs/>
          <w:sz w:val="28"/>
        </w:rPr>
        <w:t>целевой программы «Молодежь станицы» Старотитаровского сельского поселения Темрюкского района на</w:t>
      </w:r>
      <w:r>
        <w:rPr>
          <w:b/>
          <w:bCs/>
          <w:sz w:val="28"/>
        </w:rPr>
        <w:t xml:space="preserve">              </w:t>
      </w:r>
      <w:r w:rsidRPr="00DE27BD">
        <w:rPr>
          <w:b/>
          <w:bCs/>
          <w:sz w:val="28"/>
        </w:rPr>
        <w:t xml:space="preserve"> 2013 год</w:t>
      </w:r>
      <w:r>
        <w:rPr>
          <w:b/>
          <w:bCs/>
          <w:sz w:val="28"/>
        </w:rPr>
        <w:t xml:space="preserve"> </w:t>
      </w:r>
      <w:r>
        <w:rPr>
          <w:b/>
          <w:sz w:val="28"/>
          <w:szCs w:val="28"/>
        </w:rPr>
        <w:t xml:space="preserve"> 261 534-57  (Двести шестьдесят одна тысяча пятьсот тридцать четыре рубля 57 копеек).                 </w:t>
      </w:r>
    </w:p>
    <w:p w:rsidR="002F5EDD" w:rsidRDefault="002F5EDD" w:rsidP="001D04E9">
      <w:pPr>
        <w:jc w:val="both"/>
        <w:rPr>
          <w:sz w:val="28"/>
          <w:szCs w:val="28"/>
        </w:rPr>
      </w:pPr>
    </w:p>
    <w:p w:rsidR="002F5EDD" w:rsidRDefault="002F5EDD">
      <w:pPr>
        <w:rPr>
          <w:sz w:val="28"/>
          <w:szCs w:val="28"/>
        </w:rPr>
      </w:pPr>
    </w:p>
    <w:p w:rsidR="002F5EDD" w:rsidRDefault="002F5EDD">
      <w:pPr>
        <w:rPr>
          <w:sz w:val="28"/>
          <w:szCs w:val="28"/>
        </w:rPr>
      </w:pPr>
    </w:p>
    <w:p w:rsidR="002F5EDD" w:rsidRDefault="002F5EDD">
      <w:pPr>
        <w:rPr>
          <w:sz w:val="28"/>
          <w:szCs w:val="28"/>
        </w:rPr>
      </w:pPr>
    </w:p>
    <w:p w:rsidR="002F5EDD" w:rsidRDefault="002F5EDD">
      <w:pPr>
        <w:rPr>
          <w:sz w:val="28"/>
          <w:szCs w:val="28"/>
        </w:rPr>
      </w:pPr>
      <w:r>
        <w:rPr>
          <w:sz w:val="28"/>
          <w:szCs w:val="28"/>
        </w:rPr>
        <w:t>Директор МБУ «Старотитаровский  КСЦ»</w:t>
      </w:r>
    </w:p>
    <w:p w:rsidR="002F5EDD" w:rsidRDefault="002F5EDD">
      <w:pPr>
        <w:rPr>
          <w:sz w:val="28"/>
          <w:szCs w:val="28"/>
        </w:rPr>
      </w:pPr>
      <w:r>
        <w:rPr>
          <w:sz w:val="28"/>
          <w:szCs w:val="28"/>
        </w:rPr>
        <w:t>Старотитаровского сельского поселения</w:t>
      </w:r>
    </w:p>
    <w:p w:rsidR="002F5EDD" w:rsidRDefault="002F5EDD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Т.М.  Егорова</w:t>
      </w:r>
    </w:p>
    <w:p w:rsidR="002F5EDD" w:rsidRDefault="002F5EDD">
      <w:pPr>
        <w:rPr>
          <w:sz w:val="28"/>
          <w:szCs w:val="28"/>
        </w:rPr>
      </w:pPr>
    </w:p>
    <w:p w:rsidR="002F5EDD" w:rsidRDefault="002F5EDD">
      <w:pPr>
        <w:rPr>
          <w:sz w:val="28"/>
          <w:szCs w:val="28"/>
        </w:rPr>
      </w:pPr>
    </w:p>
    <w:p w:rsidR="002F5EDD" w:rsidRDefault="002F5EDD">
      <w:pPr>
        <w:rPr>
          <w:sz w:val="28"/>
          <w:szCs w:val="28"/>
        </w:rPr>
      </w:pPr>
    </w:p>
    <w:p w:rsidR="002F5EDD" w:rsidRPr="00A44639" w:rsidRDefault="002F5EDD">
      <w:pPr>
        <w:rPr>
          <w:sz w:val="28"/>
          <w:szCs w:val="28"/>
        </w:rPr>
      </w:pPr>
      <w:r>
        <w:rPr>
          <w:sz w:val="28"/>
          <w:szCs w:val="28"/>
        </w:rPr>
        <w:t>Зав.отделом  по работе с молодежью                                             О.А. Швец</w:t>
      </w:r>
    </w:p>
    <w:sectPr w:rsidR="002F5EDD" w:rsidRPr="00A44639" w:rsidSect="00C0381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567A8"/>
    <w:multiLevelType w:val="hybridMultilevel"/>
    <w:tmpl w:val="9DF2CA84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07015E6">
      <w:start w:val="1"/>
      <w:numFmt w:val="decimal"/>
      <w:lvlText w:val="%2."/>
      <w:lvlJc w:val="left"/>
      <w:pPr>
        <w:tabs>
          <w:tab w:val="num" w:pos="3045"/>
        </w:tabs>
        <w:ind w:left="3045" w:hanging="178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31428F9"/>
    <w:multiLevelType w:val="hybridMultilevel"/>
    <w:tmpl w:val="E1BECD80"/>
    <w:lvl w:ilvl="0" w:tplc="BABC53D8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D527C76"/>
    <w:multiLevelType w:val="hybridMultilevel"/>
    <w:tmpl w:val="E326CBF0"/>
    <w:lvl w:ilvl="0" w:tplc="A176BF5C">
      <w:start w:val="7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FE1347"/>
    <w:multiLevelType w:val="hybridMultilevel"/>
    <w:tmpl w:val="440861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44609C"/>
    <w:multiLevelType w:val="hybridMultilevel"/>
    <w:tmpl w:val="AB50956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0CB1DE4"/>
    <w:multiLevelType w:val="hybridMultilevel"/>
    <w:tmpl w:val="C0DC35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301D77"/>
    <w:multiLevelType w:val="hybridMultilevel"/>
    <w:tmpl w:val="0D4807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596F78"/>
    <w:multiLevelType w:val="multilevel"/>
    <w:tmpl w:val="A496A6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46D223D6"/>
    <w:multiLevelType w:val="hybridMultilevel"/>
    <w:tmpl w:val="7FC4EF34"/>
    <w:lvl w:ilvl="0" w:tplc="0419000F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1462B0"/>
    <w:multiLevelType w:val="hybridMultilevel"/>
    <w:tmpl w:val="8836106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68850D1A"/>
    <w:multiLevelType w:val="hybridMultilevel"/>
    <w:tmpl w:val="BF2EF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BC4C55"/>
    <w:multiLevelType w:val="hybridMultilevel"/>
    <w:tmpl w:val="563828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B29186E"/>
    <w:multiLevelType w:val="hybridMultilevel"/>
    <w:tmpl w:val="CD26D2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12"/>
  </w:num>
  <w:num w:numId="7">
    <w:abstractNumId w:val="11"/>
  </w:num>
  <w:num w:numId="8">
    <w:abstractNumId w:val="3"/>
  </w:num>
  <w:num w:numId="9">
    <w:abstractNumId w:val="13"/>
  </w:num>
  <w:num w:numId="10">
    <w:abstractNumId w:val="9"/>
  </w:num>
  <w:num w:numId="11">
    <w:abstractNumId w:val="2"/>
  </w:num>
  <w:num w:numId="12">
    <w:abstractNumId w:val="10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2A23"/>
    <w:rsid w:val="00016416"/>
    <w:rsid w:val="000269B2"/>
    <w:rsid w:val="00066132"/>
    <w:rsid w:val="00074838"/>
    <w:rsid w:val="00076813"/>
    <w:rsid w:val="000818F6"/>
    <w:rsid w:val="000B13E6"/>
    <w:rsid w:val="000C2762"/>
    <w:rsid w:val="000D396D"/>
    <w:rsid w:val="000D3FF8"/>
    <w:rsid w:val="000D4077"/>
    <w:rsid w:val="000E752F"/>
    <w:rsid w:val="00125757"/>
    <w:rsid w:val="00137BDA"/>
    <w:rsid w:val="001828FF"/>
    <w:rsid w:val="00191427"/>
    <w:rsid w:val="00191DF1"/>
    <w:rsid w:val="001D04E9"/>
    <w:rsid w:val="001D5371"/>
    <w:rsid w:val="001D7867"/>
    <w:rsid w:val="002101CF"/>
    <w:rsid w:val="00210C25"/>
    <w:rsid w:val="002201AF"/>
    <w:rsid w:val="00232EE0"/>
    <w:rsid w:val="00241C14"/>
    <w:rsid w:val="00263E69"/>
    <w:rsid w:val="002763FD"/>
    <w:rsid w:val="002773F2"/>
    <w:rsid w:val="002823E9"/>
    <w:rsid w:val="002A32A9"/>
    <w:rsid w:val="002A75C5"/>
    <w:rsid w:val="002F5EDD"/>
    <w:rsid w:val="003054AE"/>
    <w:rsid w:val="00325E26"/>
    <w:rsid w:val="00333290"/>
    <w:rsid w:val="00390996"/>
    <w:rsid w:val="003A0091"/>
    <w:rsid w:val="003A639D"/>
    <w:rsid w:val="003C3E85"/>
    <w:rsid w:val="003E66FA"/>
    <w:rsid w:val="00486A2F"/>
    <w:rsid w:val="004915BD"/>
    <w:rsid w:val="004A78C8"/>
    <w:rsid w:val="00523712"/>
    <w:rsid w:val="00532C4F"/>
    <w:rsid w:val="00541DDA"/>
    <w:rsid w:val="00542410"/>
    <w:rsid w:val="00554025"/>
    <w:rsid w:val="00573BEB"/>
    <w:rsid w:val="00590221"/>
    <w:rsid w:val="005C606F"/>
    <w:rsid w:val="005D0592"/>
    <w:rsid w:val="005D15C1"/>
    <w:rsid w:val="005F0EE6"/>
    <w:rsid w:val="00630E2C"/>
    <w:rsid w:val="006331DC"/>
    <w:rsid w:val="00640CFC"/>
    <w:rsid w:val="00667CF3"/>
    <w:rsid w:val="006A2077"/>
    <w:rsid w:val="006A449C"/>
    <w:rsid w:val="006B2A17"/>
    <w:rsid w:val="006B685F"/>
    <w:rsid w:val="006D2F60"/>
    <w:rsid w:val="006D5AF6"/>
    <w:rsid w:val="00704D99"/>
    <w:rsid w:val="0073171A"/>
    <w:rsid w:val="00776033"/>
    <w:rsid w:val="007926CB"/>
    <w:rsid w:val="007B05DB"/>
    <w:rsid w:val="007D3435"/>
    <w:rsid w:val="00816BF9"/>
    <w:rsid w:val="008542B1"/>
    <w:rsid w:val="0085508C"/>
    <w:rsid w:val="008565A1"/>
    <w:rsid w:val="00857C30"/>
    <w:rsid w:val="00866E31"/>
    <w:rsid w:val="00892FF5"/>
    <w:rsid w:val="008A37EE"/>
    <w:rsid w:val="008B1CAC"/>
    <w:rsid w:val="008B2447"/>
    <w:rsid w:val="008C441E"/>
    <w:rsid w:val="008C4703"/>
    <w:rsid w:val="008F6B33"/>
    <w:rsid w:val="00901553"/>
    <w:rsid w:val="00915526"/>
    <w:rsid w:val="00994120"/>
    <w:rsid w:val="009974B7"/>
    <w:rsid w:val="009A1F66"/>
    <w:rsid w:val="009A769B"/>
    <w:rsid w:val="009B3A8D"/>
    <w:rsid w:val="00A03B5F"/>
    <w:rsid w:val="00A04C1D"/>
    <w:rsid w:val="00A134C7"/>
    <w:rsid w:val="00A15B40"/>
    <w:rsid w:val="00A221B7"/>
    <w:rsid w:val="00A44639"/>
    <w:rsid w:val="00A45212"/>
    <w:rsid w:val="00A5151B"/>
    <w:rsid w:val="00A542CF"/>
    <w:rsid w:val="00A60470"/>
    <w:rsid w:val="00A67CAB"/>
    <w:rsid w:val="00A777E2"/>
    <w:rsid w:val="00A83093"/>
    <w:rsid w:val="00A8646D"/>
    <w:rsid w:val="00A90DF7"/>
    <w:rsid w:val="00AB3FAC"/>
    <w:rsid w:val="00AC1AAC"/>
    <w:rsid w:val="00AC39B1"/>
    <w:rsid w:val="00AC7FFB"/>
    <w:rsid w:val="00AD2F15"/>
    <w:rsid w:val="00AF497A"/>
    <w:rsid w:val="00B26F62"/>
    <w:rsid w:val="00B479D4"/>
    <w:rsid w:val="00B65BAE"/>
    <w:rsid w:val="00B924AE"/>
    <w:rsid w:val="00BB1FF4"/>
    <w:rsid w:val="00BB2DFE"/>
    <w:rsid w:val="00BF5846"/>
    <w:rsid w:val="00C0381C"/>
    <w:rsid w:val="00C50E46"/>
    <w:rsid w:val="00C70B2E"/>
    <w:rsid w:val="00C856E0"/>
    <w:rsid w:val="00C93DF4"/>
    <w:rsid w:val="00C95901"/>
    <w:rsid w:val="00CA4A48"/>
    <w:rsid w:val="00CD6E0A"/>
    <w:rsid w:val="00D05B5C"/>
    <w:rsid w:val="00D22A23"/>
    <w:rsid w:val="00D30CF3"/>
    <w:rsid w:val="00D34134"/>
    <w:rsid w:val="00D73D96"/>
    <w:rsid w:val="00D84B60"/>
    <w:rsid w:val="00D85F6C"/>
    <w:rsid w:val="00D87FE4"/>
    <w:rsid w:val="00DC6F48"/>
    <w:rsid w:val="00DD042C"/>
    <w:rsid w:val="00DE27BD"/>
    <w:rsid w:val="00DE46B9"/>
    <w:rsid w:val="00E00A0C"/>
    <w:rsid w:val="00E00A93"/>
    <w:rsid w:val="00E1063A"/>
    <w:rsid w:val="00E13C0C"/>
    <w:rsid w:val="00E1765F"/>
    <w:rsid w:val="00E43E07"/>
    <w:rsid w:val="00E45051"/>
    <w:rsid w:val="00E46A3C"/>
    <w:rsid w:val="00E70687"/>
    <w:rsid w:val="00E945A3"/>
    <w:rsid w:val="00E94617"/>
    <w:rsid w:val="00EB69EE"/>
    <w:rsid w:val="00F11C29"/>
    <w:rsid w:val="00F31547"/>
    <w:rsid w:val="00F444C1"/>
    <w:rsid w:val="00F75C04"/>
    <w:rsid w:val="00FD3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BA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34C7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134C7"/>
    <w:pPr>
      <w:keepNext/>
      <w:jc w:val="center"/>
      <w:outlineLvl w:val="2"/>
    </w:pPr>
    <w:rPr>
      <w:b/>
      <w:sz w:val="26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134C7"/>
    <w:pPr>
      <w:keepNext/>
      <w:jc w:val="both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134C7"/>
    <w:pPr>
      <w:keepNext/>
      <w:jc w:val="center"/>
      <w:outlineLvl w:val="5"/>
    </w:pPr>
    <w:rPr>
      <w:b/>
      <w:sz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134C7"/>
    <w:pPr>
      <w:keepNext/>
      <w:outlineLvl w:val="6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A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565A1"/>
    <w:rPr>
      <w:rFonts w:ascii="Cambria" w:hAnsi="Cambria" w:cs="Times New Roman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565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565A1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565A1"/>
    <w:rPr>
      <w:rFonts w:ascii="Calibri" w:hAnsi="Calibri" w:cs="Times New Roman"/>
      <w:sz w:val="24"/>
      <w:szCs w:val="24"/>
    </w:rPr>
  </w:style>
  <w:style w:type="table" w:styleId="TableGrid">
    <w:name w:val="Table Grid"/>
    <w:basedOn w:val="TableNormal"/>
    <w:uiPriority w:val="99"/>
    <w:rsid w:val="00D22A2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22A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A134C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565A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A134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565A1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A134C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565A1"/>
    <w:rPr>
      <w:rFonts w:cs="Times New Roman"/>
      <w:sz w:val="24"/>
      <w:szCs w:val="24"/>
    </w:rPr>
  </w:style>
  <w:style w:type="paragraph" w:customStyle="1" w:styleId="a">
    <w:name w:val="Знак Знак"/>
    <w:basedOn w:val="Normal"/>
    <w:uiPriority w:val="99"/>
    <w:rsid w:val="00A134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DE27BD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240</TotalTime>
  <Pages>3</Pages>
  <Words>682</Words>
  <Characters>3891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</dc:creator>
  <cp:keywords/>
  <dc:description/>
  <cp:lastModifiedBy>1</cp:lastModifiedBy>
  <cp:revision>20</cp:revision>
  <cp:lastPrinted>2013-12-29T13:23:00Z</cp:lastPrinted>
  <dcterms:created xsi:type="dcterms:W3CDTF">2012-08-25T09:14:00Z</dcterms:created>
  <dcterms:modified xsi:type="dcterms:W3CDTF">2013-12-29T13:23:00Z</dcterms:modified>
</cp:coreProperties>
</file>